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F761F" w14:textId="77777777" w:rsidR="00676534" w:rsidRPr="00676534" w:rsidRDefault="00676534" w:rsidP="00676534">
      <w:pPr>
        <w:spacing w:line="240" w:lineRule="auto"/>
        <w:jc w:val="center"/>
        <w:rPr>
          <w:b/>
          <w:sz w:val="22"/>
          <w:szCs w:val="24"/>
          <w:lang w:val="lt-LT" w:eastAsia="en-US"/>
        </w:rPr>
      </w:pPr>
      <w:bookmarkStart w:id="0" w:name="_GoBack"/>
      <w:bookmarkEnd w:id="0"/>
      <w:r w:rsidRPr="00676534">
        <w:rPr>
          <w:b/>
          <w:sz w:val="22"/>
          <w:szCs w:val="24"/>
          <w:lang w:val="lt-LT" w:eastAsia="en-US"/>
        </w:rPr>
        <w:t>FRESENIUS KABI BALTICS UAB</w:t>
      </w:r>
    </w:p>
    <w:p w14:paraId="42A37AC6" w14:textId="77777777" w:rsidR="00676534" w:rsidRPr="00676534" w:rsidRDefault="00676534" w:rsidP="00676534">
      <w:pPr>
        <w:spacing w:line="240" w:lineRule="auto"/>
        <w:jc w:val="center"/>
        <w:rPr>
          <w:rFonts w:cs="Arial"/>
          <w:color w:val="808080"/>
          <w:sz w:val="16"/>
          <w:szCs w:val="16"/>
          <w:lang w:val="lt-LT" w:eastAsia="en-US"/>
        </w:rPr>
      </w:pPr>
      <w:r w:rsidRPr="00676534">
        <w:rPr>
          <w:rFonts w:cs="Arial"/>
          <w:color w:val="808080"/>
          <w:sz w:val="16"/>
          <w:szCs w:val="16"/>
          <w:lang w:val="lt-LT" w:eastAsia="en-US"/>
        </w:rPr>
        <w:t>Uždaroji akcinė bendrovė, J. Basanavičiaus g. 26, 03244 Vilnius, tel. (8 5) 260 9169, faks. (8 5) 260 8696</w:t>
      </w:r>
    </w:p>
    <w:p w14:paraId="14A9CCE8" w14:textId="635AC778" w:rsidR="00676534" w:rsidRPr="00676534" w:rsidRDefault="00676534" w:rsidP="00676534">
      <w:pPr>
        <w:spacing w:line="240" w:lineRule="auto"/>
        <w:jc w:val="center"/>
        <w:rPr>
          <w:rFonts w:cs="Arial"/>
          <w:color w:val="808080"/>
          <w:sz w:val="16"/>
          <w:szCs w:val="16"/>
          <w:lang w:val="lt-LT" w:eastAsia="en-US"/>
        </w:rPr>
      </w:pPr>
      <w:proofErr w:type="spellStart"/>
      <w:r w:rsidRPr="00676534">
        <w:rPr>
          <w:rFonts w:cs="Arial"/>
          <w:color w:val="808080"/>
          <w:sz w:val="16"/>
          <w:szCs w:val="16"/>
          <w:lang w:val="lt-LT" w:eastAsia="en-US"/>
        </w:rPr>
        <w:t>El.p</w:t>
      </w:r>
      <w:proofErr w:type="spellEnd"/>
      <w:r w:rsidRPr="00676534">
        <w:rPr>
          <w:rFonts w:cs="Arial"/>
          <w:color w:val="808080"/>
          <w:sz w:val="16"/>
          <w:szCs w:val="16"/>
          <w:lang w:val="lt-LT" w:eastAsia="en-US"/>
        </w:rPr>
        <w:t>. info</w:t>
      </w:r>
      <w:r w:rsidR="003A54DE">
        <w:rPr>
          <w:rFonts w:cs="Arial"/>
          <w:color w:val="808080"/>
          <w:sz w:val="16"/>
          <w:szCs w:val="16"/>
          <w:lang w:val="lt-LT" w:eastAsia="en-US"/>
        </w:rPr>
        <w:t>.baltics</w:t>
      </w:r>
      <w:r w:rsidRPr="00676534">
        <w:rPr>
          <w:rFonts w:cs="Arial"/>
          <w:color w:val="808080"/>
          <w:sz w:val="16"/>
          <w:szCs w:val="16"/>
          <w:lang w:val="lt-LT" w:eastAsia="en-US"/>
        </w:rPr>
        <w:t>@fresenius-kabi.</w:t>
      </w:r>
      <w:r w:rsidR="003A54DE">
        <w:rPr>
          <w:rFonts w:cs="Arial"/>
          <w:color w:val="808080"/>
          <w:sz w:val="16"/>
          <w:szCs w:val="16"/>
          <w:lang w:val="lt-LT" w:eastAsia="en-US"/>
        </w:rPr>
        <w:t>com</w:t>
      </w:r>
      <w:r w:rsidRPr="00676534">
        <w:rPr>
          <w:rFonts w:cs="Arial"/>
          <w:color w:val="808080"/>
          <w:sz w:val="16"/>
          <w:szCs w:val="16"/>
          <w:lang w:val="lt-LT" w:eastAsia="en-US"/>
        </w:rPr>
        <w:t xml:space="preserve">, </w:t>
      </w:r>
      <w:proofErr w:type="spellStart"/>
      <w:r w:rsidR="00271B49">
        <w:rPr>
          <w:rFonts w:cs="Arial"/>
          <w:color w:val="808080"/>
          <w:sz w:val="16"/>
          <w:szCs w:val="16"/>
          <w:lang w:val="lt-LT" w:eastAsia="en-US"/>
        </w:rPr>
        <w:t>atsisk</w:t>
      </w:r>
      <w:proofErr w:type="spellEnd"/>
      <w:r w:rsidR="00271B49">
        <w:rPr>
          <w:rFonts w:cs="Arial"/>
          <w:color w:val="808080"/>
          <w:sz w:val="16"/>
          <w:szCs w:val="16"/>
          <w:lang w:val="lt-LT" w:eastAsia="en-US"/>
        </w:rPr>
        <w:t xml:space="preserve">. </w:t>
      </w:r>
      <w:proofErr w:type="spellStart"/>
      <w:r w:rsidR="00271B49">
        <w:rPr>
          <w:rFonts w:cs="Arial"/>
          <w:color w:val="808080"/>
          <w:sz w:val="16"/>
          <w:szCs w:val="16"/>
          <w:lang w:val="lt-LT" w:eastAsia="en-US"/>
        </w:rPr>
        <w:t>sąsk</w:t>
      </w:r>
      <w:proofErr w:type="spellEnd"/>
      <w:r w:rsidR="00271B49">
        <w:rPr>
          <w:rFonts w:cs="Arial"/>
          <w:color w:val="808080"/>
          <w:sz w:val="16"/>
          <w:szCs w:val="16"/>
          <w:lang w:val="lt-LT" w:eastAsia="en-US"/>
        </w:rPr>
        <w:t>. FI47 8421 0710 0114 32</w:t>
      </w:r>
      <w:r w:rsidR="000A22A3">
        <w:rPr>
          <w:rFonts w:cs="Arial"/>
          <w:color w:val="808080"/>
          <w:sz w:val="16"/>
          <w:szCs w:val="16"/>
          <w:lang w:val="lt-LT" w:eastAsia="en-US"/>
        </w:rPr>
        <w:t>,</w:t>
      </w:r>
      <w:r w:rsidR="00271B49">
        <w:rPr>
          <w:rFonts w:cs="Arial"/>
          <w:color w:val="808080"/>
          <w:sz w:val="16"/>
          <w:szCs w:val="16"/>
          <w:lang w:val="lt-LT" w:eastAsia="en-US"/>
        </w:rPr>
        <w:t xml:space="preserve"> </w:t>
      </w:r>
      <w:proofErr w:type="spellStart"/>
      <w:r w:rsidR="00271B49">
        <w:rPr>
          <w:rFonts w:cs="Arial"/>
          <w:color w:val="808080"/>
          <w:sz w:val="16"/>
          <w:szCs w:val="16"/>
          <w:lang w:val="lt-LT" w:eastAsia="en-US"/>
        </w:rPr>
        <w:t>Danske</w:t>
      </w:r>
      <w:proofErr w:type="spellEnd"/>
      <w:r w:rsidR="00271B49">
        <w:rPr>
          <w:rFonts w:cs="Arial"/>
          <w:color w:val="808080"/>
          <w:sz w:val="16"/>
          <w:szCs w:val="16"/>
          <w:lang w:val="lt-LT" w:eastAsia="en-US"/>
        </w:rPr>
        <w:t xml:space="preserve"> Bank A/S </w:t>
      </w:r>
      <w:proofErr w:type="spellStart"/>
      <w:r w:rsidR="00271B49">
        <w:rPr>
          <w:rFonts w:cs="Arial"/>
          <w:color w:val="808080"/>
          <w:sz w:val="16"/>
          <w:szCs w:val="16"/>
          <w:lang w:val="lt-LT" w:eastAsia="en-US"/>
        </w:rPr>
        <w:t>Finland</w:t>
      </w:r>
      <w:proofErr w:type="spellEnd"/>
      <w:r w:rsidR="00271B49">
        <w:rPr>
          <w:rFonts w:cs="Arial"/>
          <w:color w:val="808080"/>
          <w:sz w:val="16"/>
          <w:szCs w:val="16"/>
          <w:lang w:val="lt-LT" w:eastAsia="en-US"/>
        </w:rPr>
        <w:t xml:space="preserve"> </w:t>
      </w:r>
      <w:proofErr w:type="spellStart"/>
      <w:r w:rsidR="00271B49">
        <w:rPr>
          <w:rFonts w:cs="Arial"/>
          <w:color w:val="808080"/>
          <w:sz w:val="16"/>
          <w:szCs w:val="16"/>
          <w:lang w:val="lt-LT" w:eastAsia="en-US"/>
        </w:rPr>
        <w:t>Branch</w:t>
      </w:r>
      <w:proofErr w:type="spellEnd"/>
      <w:r w:rsidR="00271B49">
        <w:rPr>
          <w:rFonts w:cs="Arial"/>
          <w:color w:val="808080"/>
          <w:sz w:val="16"/>
          <w:szCs w:val="16"/>
          <w:lang w:val="lt-LT" w:eastAsia="en-US"/>
        </w:rPr>
        <w:t>, SWIFT/ BIC DABAFIHH</w:t>
      </w:r>
    </w:p>
    <w:p w14:paraId="5126A4FD" w14:textId="1EE427E9" w:rsidR="00676534" w:rsidRDefault="00676534" w:rsidP="00676534">
      <w:pPr>
        <w:pBdr>
          <w:bottom w:val="single" w:sz="6" w:space="1" w:color="auto"/>
        </w:pBdr>
        <w:spacing w:line="240" w:lineRule="auto"/>
        <w:jc w:val="center"/>
        <w:rPr>
          <w:rFonts w:cs="Arial"/>
          <w:color w:val="808080"/>
          <w:sz w:val="16"/>
          <w:szCs w:val="16"/>
          <w:lang w:val="lt-LT" w:eastAsia="en-US"/>
        </w:rPr>
      </w:pPr>
      <w:r w:rsidRPr="00676534">
        <w:rPr>
          <w:rFonts w:cs="Arial"/>
          <w:color w:val="808080"/>
          <w:sz w:val="16"/>
          <w:szCs w:val="16"/>
          <w:lang w:val="lt-LT" w:eastAsia="en-US"/>
        </w:rPr>
        <w:t>Duomenys kaupiami ir saugomi Juridinių asmenų registre, kodas 302992398</w:t>
      </w:r>
    </w:p>
    <w:p w14:paraId="199EC4FB" w14:textId="77777777" w:rsidR="00F76717" w:rsidRPr="00676534" w:rsidRDefault="00F76717" w:rsidP="00676534">
      <w:pPr>
        <w:spacing w:line="240" w:lineRule="auto"/>
        <w:jc w:val="center"/>
        <w:rPr>
          <w:rFonts w:cs="Arial"/>
          <w:color w:val="808080"/>
          <w:sz w:val="16"/>
          <w:szCs w:val="16"/>
          <w:lang w:val="lt-LT" w:eastAsia="en-US"/>
        </w:rPr>
      </w:pPr>
    </w:p>
    <w:p w14:paraId="6F583341" w14:textId="77777777" w:rsidR="00CA5F11" w:rsidRDefault="00CA5F11" w:rsidP="00CA5F11">
      <w:pPr>
        <w:jc w:val="center"/>
        <w:rPr>
          <w:rFonts w:eastAsia="Calibri"/>
          <w:bCs/>
          <w:szCs w:val="24"/>
          <w:lang w:val="lt-LT" w:eastAsia="en-US"/>
        </w:rPr>
      </w:pPr>
      <w:r>
        <w:rPr>
          <w:rFonts w:eastAsia="Calibri"/>
          <w:b/>
          <w:szCs w:val="24"/>
          <w:lang w:eastAsia="en-US"/>
        </w:rPr>
        <w:t>LIETUVOS SVEIKATOS MOKSLŲ UNIVERSITETO LIGONINĖ KAUNO KLINIKOS</w:t>
      </w:r>
      <w:r>
        <w:rPr>
          <w:rFonts w:eastAsia="Calibri"/>
          <w:bCs/>
          <w:szCs w:val="24"/>
          <w:lang w:val="lt-LT" w:eastAsia="en-US"/>
        </w:rPr>
        <w:t xml:space="preserve"> </w:t>
      </w:r>
    </w:p>
    <w:p w14:paraId="635EA53D" w14:textId="77777777" w:rsidR="00BB11B6" w:rsidRDefault="00BB11B6" w:rsidP="00DC0D0B">
      <w:pPr>
        <w:jc w:val="center"/>
        <w:rPr>
          <w:rFonts w:eastAsia="Calibri"/>
          <w:b/>
          <w:caps/>
          <w:szCs w:val="24"/>
          <w:lang w:eastAsia="en-US"/>
        </w:rPr>
      </w:pPr>
    </w:p>
    <w:p w14:paraId="70415196" w14:textId="7F02F18E" w:rsidR="002220DA" w:rsidRPr="003F0C4F" w:rsidRDefault="00A4664B" w:rsidP="00DC0D0B">
      <w:pPr>
        <w:jc w:val="center"/>
        <w:rPr>
          <w:b/>
          <w:sz w:val="22"/>
          <w:szCs w:val="22"/>
          <w:lang w:val="lt-LT"/>
        </w:rPr>
      </w:pPr>
      <w:r w:rsidRPr="003F0C4F">
        <w:rPr>
          <w:b/>
          <w:szCs w:val="20"/>
        </w:rPr>
        <w:t>PASIŪLYMAS</w:t>
      </w:r>
    </w:p>
    <w:p w14:paraId="1B7C214D" w14:textId="77777777" w:rsidR="003F0C4F" w:rsidRPr="003F0C4F" w:rsidRDefault="003F0C4F" w:rsidP="003F0C4F">
      <w:pPr>
        <w:tabs>
          <w:tab w:val="right" w:leader="underscore" w:pos="8505"/>
        </w:tabs>
        <w:jc w:val="center"/>
        <w:rPr>
          <w:b/>
          <w:bCs/>
          <w:szCs w:val="20"/>
        </w:rPr>
      </w:pPr>
      <w:r w:rsidRPr="003F0C4F">
        <w:rPr>
          <w:b/>
          <w:bCs/>
          <w:szCs w:val="20"/>
        </w:rPr>
        <w:t>DĖL VAISTŲ IR KITŲ FARMACIJOS PRODUKTŲ PIRKIMO</w:t>
      </w:r>
    </w:p>
    <w:p w14:paraId="02C43174" w14:textId="77777777" w:rsidR="002220DA" w:rsidRPr="003F0C4F" w:rsidRDefault="002220DA" w:rsidP="002220DA">
      <w:pPr>
        <w:shd w:val="clear" w:color="auto" w:fill="FFFFFF"/>
        <w:jc w:val="center"/>
        <w:rPr>
          <w:sz w:val="18"/>
          <w:lang w:val="lt-LT"/>
        </w:rPr>
      </w:pPr>
    </w:p>
    <w:p w14:paraId="3BA9D129" w14:textId="2F7F3BB3" w:rsidR="002220DA" w:rsidRPr="003F0C4F" w:rsidRDefault="002220DA" w:rsidP="002220DA">
      <w:pPr>
        <w:shd w:val="clear" w:color="auto" w:fill="FFFFFF"/>
        <w:jc w:val="center"/>
        <w:rPr>
          <w:b/>
          <w:bCs/>
          <w:sz w:val="18"/>
          <w:lang w:val="lt-LT"/>
        </w:rPr>
      </w:pPr>
      <w:r w:rsidRPr="003F0C4F">
        <w:rPr>
          <w:sz w:val="18"/>
          <w:lang w:val="lt-LT"/>
        </w:rPr>
        <w:t>20</w:t>
      </w:r>
      <w:r w:rsidR="00DE6EB5" w:rsidRPr="003F0C4F">
        <w:rPr>
          <w:sz w:val="18"/>
          <w:lang w:val="lt-LT"/>
        </w:rPr>
        <w:t>20</w:t>
      </w:r>
      <w:r w:rsidRPr="003F0C4F">
        <w:rPr>
          <w:sz w:val="18"/>
          <w:lang w:val="lt-LT"/>
        </w:rPr>
        <w:t xml:space="preserve"> </w:t>
      </w:r>
      <w:r w:rsidR="003F0C4F" w:rsidRPr="003F0C4F">
        <w:rPr>
          <w:sz w:val="18"/>
          <w:lang w:val="lt-LT"/>
        </w:rPr>
        <w:t>spalio</w:t>
      </w:r>
      <w:r w:rsidR="000A552C" w:rsidRPr="003F0C4F">
        <w:rPr>
          <w:sz w:val="18"/>
          <w:lang w:val="lt-LT"/>
        </w:rPr>
        <w:t xml:space="preserve"> </w:t>
      </w:r>
      <w:r w:rsidR="00700D9F" w:rsidRPr="003F0C4F">
        <w:rPr>
          <w:sz w:val="18"/>
          <w:lang w:val="lt-LT"/>
        </w:rPr>
        <w:t>1</w:t>
      </w:r>
      <w:r w:rsidR="00A4664B" w:rsidRPr="003F0C4F">
        <w:rPr>
          <w:sz w:val="18"/>
          <w:lang w:val="lt-LT"/>
        </w:rPr>
        <w:t xml:space="preserve"> </w:t>
      </w:r>
      <w:r w:rsidRPr="003F0C4F">
        <w:rPr>
          <w:sz w:val="18"/>
          <w:lang w:val="lt-LT"/>
        </w:rPr>
        <w:t>d.</w:t>
      </w:r>
      <w:r w:rsidRPr="003F0C4F">
        <w:rPr>
          <w:b/>
          <w:bCs/>
          <w:sz w:val="18"/>
          <w:lang w:val="lt-LT"/>
        </w:rPr>
        <w:t xml:space="preserve"> </w:t>
      </w:r>
      <w:r w:rsidRPr="003F0C4F">
        <w:rPr>
          <w:sz w:val="18"/>
          <w:lang w:val="lt-LT"/>
        </w:rPr>
        <w:t xml:space="preserve">Nr. </w:t>
      </w:r>
      <w:proofErr w:type="spellStart"/>
      <w:r w:rsidRPr="003F0C4F">
        <w:rPr>
          <w:sz w:val="18"/>
          <w:lang w:val="lt-LT"/>
        </w:rPr>
        <w:t>Konk</w:t>
      </w:r>
      <w:proofErr w:type="spellEnd"/>
      <w:r w:rsidRPr="003F0C4F">
        <w:rPr>
          <w:sz w:val="18"/>
          <w:lang w:val="lt-LT"/>
        </w:rPr>
        <w:t>/20</w:t>
      </w:r>
      <w:r w:rsidR="00DE6EB5" w:rsidRPr="003F0C4F">
        <w:rPr>
          <w:sz w:val="18"/>
          <w:lang w:val="lt-LT"/>
        </w:rPr>
        <w:t>20</w:t>
      </w:r>
      <w:r w:rsidR="003F0C4F" w:rsidRPr="003F0C4F">
        <w:rPr>
          <w:sz w:val="18"/>
          <w:lang w:val="lt-LT"/>
        </w:rPr>
        <w:t>1005</w:t>
      </w:r>
      <w:r w:rsidRPr="003F0C4F">
        <w:rPr>
          <w:sz w:val="18"/>
          <w:lang w:val="lt-LT"/>
        </w:rPr>
        <w:t>-0</w:t>
      </w:r>
      <w:r w:rsidR="00EE199E" w:rsidRPr="003F0C4F">
        <w:rPr>
          <w:sz w:val="18"/>
          <w:lang w:val="lt-LT"/>
        </w:rPr>
        <w:t>1</w:t>
      </w:r>
    </w:p>
    <w:p w14:paraId="6651D768" w14:textId="7782DE96" w:rsidR="002220DA" w:rsidRPr="00BB11B6" w:rsidRDefault="002220DA" w:rsidP="002220DA">
      <w:pPr>
        <w:shd w:val="clear" w:color="auto" w:fill="FFFFFF"/>
        <w:jc w:val="center"/>
        <w:rPr>
          <w:bCs/>
          <w:sz w:val="18"/>
          <w:lang w:val="lt-LT"/>
        </w:rPr>
      </w:pPr>
      <w:r w:rsidRPr="003F0C4F">
        <w:rPr>
          <w:bCs/>
          <w:sz w:val="18"/>
          <w:lang w:val="lt-LT"/>
        </w:rPr>
        <w:t>Vilnius</w:t>
      </w:r>
    </w:p>
    <w:p w14:paraId="383D2B24" w14:textId="60009C21" w:rsidR="00E67F7F" w:rsidRDefault="00E67F7F" w:rsidP="0009158A">
      <w:pPr>
        <w:widowControl w:val="0"/>
        <w:spacing w:line="360" w:lineRule="auto"/>
        <w:jc w:val="both"/>
        <w:rPr>
          <w:sz w:val="18"/>
          <w:lang w:val="lt-LT"/>
        </w:rPr>
      </w:pPr>
      <w:bookmarkStart w:id="1" w:name="_Hlk36047064"/>
    </w:p>
    <w:p w14:paraId="7847CE88" w14:textId="0AA9AC2E" w:rsidR="003F0C4F" w:rsidRPr="00690265" w:rsidRDefault="003F0C4F" w:rsidP="003F0C4F">
      <w:pPr>
        <w:jc w:val="center"/>
        <w:rPr>
          <w:szCs w:val="20"/>
        </w:rPr>
      </w:pPr>
      <w:r w:rsidRPr="00690265">
        <w:rPr>
          <w:b/>
          <w:szCs w:val="20"/>
        </w:rPr>
        <w:t>TIEKĖJO REKVIZITAI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3F0C4F" w:rsidRPr="00690265" w14:paraId="432E9888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2AB8" w14:textId="77777777" w:rsidR="003F0C4F" w:rsidRPr="00690265" w:rsidRDefault="003F0C4F" w:rsidP="003F0C4F">
            <w:pPr>
              <w:jc w:val="both"/>
              <w:rPr>
                <w:i/>
                <w:szCs w:val="20"/>
              </w:rPr>
            </w:pPr>
            <w:r w:rsidRPr="00690265">
              <w:rPr>
                <w:szCs w:val="20"/>
              </w:rPr>
              <w:t xml:space="preserve">Tiekėjo pavadinimas </w:t>
            </w:r>
            <w:r w:rsidRPr="00690265">
              <w:rPr>
                <w:i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F90E" w14:textId="77777777" w:rsidR="003F0C4F" w:rsidRDefault="003F0C4F" w:rsidP="003F0C4F">
            <w:pPr>
              <w:jc w:val="both"/>
              <w:rPr>
                <w:sz w:val="18"/>
                <w:lang w:val="lt-LT"/>
              </w:rPr>
            </w:pPr>
            <w:r>
              <w:rPr>
                <w:sz w:val="18"/>
                <w:lang w:eastAsia="lt-LT"/>
              </w:rPr>
              <w:t>Fresenius Kabi Baltics UAB</w:t>
            </w:r>
          </w:p>
          <w:p w14:paraId="4C891D1C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</w:tr>
      <w:tr w:rsidR="003F0C4F" w:rsidRPr="00690265" w14:paraId="1AFC3631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7FAE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Tiekėjo adresas</w:t>
            </w:r>
            <w:r w:rsidRPr="00690265">
              <w:rPr>
                <w:i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3416" w14:textId="34FA75F0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sz w:val="18"/>
                <w:lang w:eastAsia="lt-LT"/>
              </w:rPr>
              <w:t>J. Basanavičiaus 26, LT-03244 Vilnius</w:t>
            </w:r>
          </w:p>
        </w:tc>
      </w:tr>
      <w:tr w:rsidR="003F0C4F" w:rsidRPr="00690265" w14:paraId="6A16B6B0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590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4897" w14:textId="77777777" w:rsidR="003F0C4F" w:rsidRDefault="003F0C4F" w:rsidP="003F0C4F">
            <w:pPr>
              <w:jc w:val="both"/>
              <w:rPr>
                <w:sz w:val="18"/>
                <w:lang w:val="lt-LT"/>
              </w:rPr>
            </w:pPr>
            <w:r>
              <w:rPr>
                <w:sz w:val="18"/>
                <w:lang w:val="lt-LT"/>
              </w:rPr>
              <w:t>Įmonės kodas 302992398</w:t>
            </w:r>
          </w:p>
          <w:p w14:paraId="1ABD4542" w14:textId="056C7884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sz w:val="18"/>
                <w:lang w:val="lt-LT"/>
              </w:rPr>
              <w:t>PVM mokėtojo kodas LT100007642217</w:t>
            </w:r>
          </w:p>
        </w:tc>
      </w:tr>
      <w:tr w:rsidR="003F0C4F" w:rsidRPr="00690265" w14:paraId="5678AC64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633F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0126" w14:textId="77777777" w:rsidR="003F0C4F" w:rsidRDefault="003F0C4F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FI47 8421 0710 0114 32 </w:t>
            </w:r>
          </w:p>
          <w:p w14:paraId="2430D431" w14:textId="77777777" w:rsidR="003F0C4F" w:rsidRDefault="003F0C4F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Danske Bank A/S Finland Branch</w:t>
            </w:r>
          </w:p>
          <w:p w14:paraId="26CB0B2E" w14:textId="004916EC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rFonts w:ascii="Arial" w:hAnsi="Arial" w:cs="Arial"/>
              </w:rPr>
              <w:t xml:space="preserve">SWIFT/ BIC kodas </w:t>
            </w:r>
            <w:r>
              <w:rPr>
                <w:rFonts w:ascii="Arial" w:hAnsi="Arial" w:cs="Arial"/>
                <w:bCs/>
                <w:color w:val="000000"/>
              </w:rPr>
              <w:t>DABAFIHH</w:t>
            </w:r>
          </w:p>
        </w:tc>
      </w:tr>
      <w:tr w:rsidR="003F0C4F" w:rsidRPr="00690265" w14:paraId="3E9258EC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5982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1B47" w14:textId="77777777" w:rsidR="003F0C4F" w:rsidRDefault="003F0C4F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Baltijos valstybių regiono vadovė</w:t>
            </w:r>
          </w:p>
          <w:p w14:paraId="66C8C09E" w14:textId="38802778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Violeta Bajelienė</w:t>
            </w:r>
          </w:p>
        </w:tc>
      </w:tr>
      <w:tr w:rsidR="003F0C4F" w:rsidRPr="00690265" w14:paraId="745137A4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250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30A" w14:textId="77777777" w:rsidR="003F0C4F" w:rsidRDefault="003F0C4F" w:rsidP="003F0C4F">
            <w:pPr>
              <w:jc w:val="both"/>
              <w:rPr>
                <w:sz w:val="18"/>
                <w:lang w:val="lt-LT"/>
              </w:rPr>
            </w:pPr>
            <w:r>
              <w:rPr>
                <w:sz w:val="18"/>
                <w:lang w:eastAsia="lt-LT"/>
              </w:rPr>
              <w:t>Tiekimo ir konkursų vadovė Daina Virkšaitė</w:t>
            </w:r>
          </w:p>
          <w:p w14:paraId="75B322F6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</w:tr>
      <w:tr w:rsidR="003F0C4F" w:rsidRPr="00690265" w14:paraId="37D2919A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8D94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6279" w14:textId="1BBC5786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sz w:val="18"/>
                <w:lang w:val="lt-LT"/>
              </w:rPr>
              <w:t xml:space="preserve">Klientų aptarnavimo specialistė </w:t>
            </w:r>
            <w:proofErr w:type="spellStart"/>
            <w:r>
              <w:rPr>
                <w:sz w:val="18"/>
                <w:lang w:val="lt-LT"/>
              </w:rPr>
              <w:t>Toma</w:t>
            </w:r>
            <w:proofErr w:type="spellEnd"/>
            <w:r>
              <w:rPr>
                <w:sz w:val="18"/>
                <w:lang w:val="lt-LT"/>
              </w:rPr>
              <w:t xml:space="preserve"> </w:t>
            </w:r>
            <w:proofErr w:type="spellStart"/>
            <w:r>
              <w:rPr>
                <w:sz w:val="18"/>
                <w:lang w:val="lt-LT"/>
              </w:rPr>
              <w:t>Dantė</w:t>
            </w:r>
            <w:proofErr w:type="spellEnd"/>
          </w:p>
        </w:tc>
      </w:tr>
      <w:tr w:rsidR="003F0C4F" w:rsidRPr="00690265" w14:paraId="40C3FD3B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8C07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9C2B" w14:textId="23766EB2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t>85 2505014</w:t>
            </w:r>
          </w:p>
        </w:tc>
      </w:tr>
      <w:tr w:rsidR="003F0C4F" w:rsidRPr="00690265" w14:paraId="2F8B6085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195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01A" w14:textId="1181734A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t>85 2608696</w:t>
            </w:r>
          </w:p>
        </w:tc>
      </w:tr>
      <w:tr w:rsidR="003F0C4F" w:rsidRPr="00690265" w14:paraId="43D8488E" w14:textId="77777777" w:rsidTr="003F0C4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9786" w14:textId="77777777" w:rsidR="003F0C4F" w:rsidRPr="00690265" w:rsidRDefault="003F0C4F" w:rsidP="003F0C4F">
            <w:pPr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A272" w14:textId="77777777" w:rsidR="003F0C4F" w:rsidRDefault="00215974" w:rsidP="003F0C4F">
            <w:pPr>
              <w:jc w:val="both"/>
            </w:pPr>
            <w:hyperlink r:id="rId8" w:history="1">
              <w:r w:rsidR="003F0C4F">
                <w:rPr>
                  <w:rStyle w:val="Hyperlink"/>
                </w:rPr>
                <w:t>daina.virksaite@fresenius-kabi.com</w:t>
              </w:r>
            </w:hyperlink>
            <w:r w:rsidR="003F0C4F">
              <w:t xml:space="preserve"> </w:t>
            </w:r>
          </w:p>
          <w:p w14:paraId="2B7BB4EA" w14:textId="1AD4AA9C" w:rsidR="003F0C4F" w:rsidRPr="00690265" w:rsidRDefault="00215974" w:rsidP="003F0C4F">
            <w:pPr>
              <w:jc w:val="both"/>
              <w:rPr>
                <w:szCs w:val="20"/>
              </w:rPr>
            </w:pPr>
            <w:hyperlink r:id="rId9" w:history="1">
              <w:r w:rsidR="003F0C4F">
                <w:rPr>
                  <w:rStyle w:val="Hyperlink"/>
                  <w:sz w:val="18"/>
                  <w:lang w:eastAsia="lt-LT"/>
                </w:rPr>
                <w:t>info.baltics@fresenius-kabi.com</w:t>
              </w:r>
            </w:hyperlink>
          </w:p>
        </w:tc>
      </w:tr>
    </w:tbl>
    <w:p w14:paraId="5B64375E" w14:textId="77777777" w:rsidR="003F0C4F" w:rsidRPr="00690265" w:rsidRDefault="003F0C4F" w:rsidP="003F0C4F">
      <w:pPr>
        <w:jc w:val="both"/>
        <w:rPr>
          <w:szCs w:val="20"/>
        </w:rPr>
      </w:pPr>
    </w:p>
    <w:p w14:paraId="2EACEB70" w14:textId="77777777" w:rsidR="003F0C4F" w:rsidRPr="00690265" w:rsidRDefault="003F0C4F" w:rsidP="003F0C4F">
      <w:pPr>
        <w:jc w:val="both"/>
        <w:rPr>
          <w:szCs w:val="20"/>
        </w:rPr>
      </w:pPr>
    </w:p>
    <w:p w14:paraId="3AD0FCCF" w14:textId="77777777" w:rsidR="003F0C4F" w:rsidRPr="00690265" w:rsidRDefault="003F0C4F" w:rsidP="003F0C4F">
      <w:pPr>
        <w:ind w:firstLine="720"/>
        <w:jc w:val="both"/>
        <w:rPr>
          <w:szCs w:val="20"/>
        </w:rPr>
      </w:pPr>
      <w:r w:rsidRPr="00690265">
        <w:rPr>
          <w:szCs w:val="20"/>
        </w:rPr>
        <w:t>Šiuo pasiūlymu pažymime, kad sutinkame su visomis pirkimo sąlygomis, nustatytomis:</w:t>
      </w:r>
    </w:p>
    <w:p w14:paraId="7E7F51DC" w14:textId="77777777" w:rsidR="003F0C4F" w:rsidRPr="00690265" w:rsidRDefault="003F0C4F" w:rsidP="003F0C4F">
      <w:pPr>
        <w:numPr>
          <w:ilvl w:val="0"/>
          <w:numId w:val="2"/>
        </w:numPr>
        <w:spacing w:line="240" w:lineRule="auto"/>
        <w:jc w:val="both"/>
        <w:rPr>
          <w:szCs w:val="20"/>
        </w:rPr>
      </w:pPr>
      <w:r w:rsidRPr="00690265">
        <w:rPr>
          <w:szCs w:val="20"/>
        </w:rPr>
        <w:t>atviro konkurso skelbime, paskelbtame Viešųjų pirkimų įstatymo nustatyta tvarka;</w:t>
      </w:r>
    </w:p>
    <w:p w14:paraId="75745BC1" w14:textId="77777777" w:rsidR="003F0C4F" w:rsidRPr="00690265" w:rsidRDefault="003F0C4F" w:rsidP="003F0C4F">
      <w:pPr>
        <w:numPr>
          <w:ilvl w:val="0"/>
          <w:numId w:val="2"/>
        </w:numPr>
        <w:spacing w:line="240" w:lineRule="auto"/>
        <w:jc w:val="both"/>
        <w:rPr>
          <w:szCs w:val="20"/>
        </w:rPr>
      </w:pPr>
      <w:r w:rsidRPr="00690265">
        <w:rPr>
          <w:szCs w:val="20"/>
        </w:rPr>
        <w:t>kituose pirkimo dokumentuose (jų paaiškinimuose, papildymuose).</w:t>
      </w:r>
    </w:p>
    <w:p w14:paraId="0BF0FE9E" w14:textId="77777777" w:rsidR="003F0C4F" w:rsidRDefault="003F0C4F" w:rsidP="003F0C4F">
      <w:pPr>
        <w:jc w:val="both"/>
        <w:rPr>
          <w:b/>
          <w:szCs w:val="20"/>
        </w:rPr>
      </w:pPr>
      <w:r w:rsidRPr="00690265">
        <w:rPr>
          <w:spacing w:val="-4"/>
          <w:szCs w:val="20"/>
        </w:rPr>
        <w:t>Pasirašydam</w:t>
      </w:r>
      <w:r>
        <w:rPr>
          <w:spacing w:val="-4"/>
          <w:szCs w:val="20"/>
        </w:rPr>
        <w:t>i</w:t>
      </w:r>
      <w:r w:rsidRPr="00690265">
        <w:rPr>
          <w:spacing w:val="-4"/>
          <w:szCs w:val="20"/>
        </w:rPr>
        <w:t xml:space="preserve"> CVP IS priemonėmis pateiktą pasiūlymą </w:t>
      </w:r>
      <w:r>
        <w:rPr>
          <w:spacing w:val="-4"/>
          <w:szCs w:val="20"/>
        </w:rPr>
        <w:t xml:space="preserve">kvalifikuotu </w:t>
      </w:r>
      <w:r w:rsidRPr="00690265">
        <w:rPr>
          <w:spacing w:val="-4"/>
          <w:szCs w:val="20"/>
        </w:rPr>
        <w:t>elektroniniu parašu, patvirtin</w:t>
      </w:r>
      <w:r>
        <w:rPr>
          <w:spacing w:val="-4"/>
          <w:szCs w:val="20"/>
        </w:rPr>
        <w:t>ame</w:t>
      </w:r>
      <w:r w:rsidRPr="00690265">
        <w:rPr>
          <w:spacing w:val="-4"/>
          <w:szCs w:val="20"/>
        </w:rPr>
        <w:t>, kad dokumentų skaitmeninės</w:t>
      </w:r>
      <w:r w:rsidRPr="00690265">
        <w:rPr>
          <w:szCs w:val="20"/>
        </w:rPr>
        <w:t xml:space="preserve"> kopijos ir elektroninėmis priemonėmis pateikti duomenys yra tikri.</w:t>
      </w:r>
      <w:r w:rsidRPr="00690265">
        <w:rPr>
          <w:b/>
          <w:szCs w:val="20"/>
        </w:rPr>
        <w:tab/>
      </w:r>
    </w:p>
    <w:p w14:paraId="37649E7C" w14:textId="1EC6B358" w:rsidR="003F0C4F" w:rsidRDefault="003F0C4F" w:rsidP="003F0C4F">
      <w:pPr>
        <w:jc w:val="both"/>
        <w:rPr>
          <w:szCs w:val="20"/>
        </w:rPr>
      </w:pPr>
      <w:r w:rsidRPr="00690265">
        <w:rPr>
          <w:szCs w:val="20"/>
        </w:rPr>
        <w:tab/>
      </w:r>
      <w:r w:rsidRPr="00690265">
        <w:rPr>
          <w:szCs w:val="20"/>
        </w:rPr>
        <w:tab/>
      </w:r>
    </w:p>
    <w:p w14:paraId="47DB0352" w14:textId="381B3E27" w:rsidR="0034572E" w:rsidRDefault="0034572E" w:rsidP="003F0C4F">
      <w:pPr>
        <w:jc w:val="both"/>
        <w:rPr>
          <w:szCs w:val="20"/>
        </w:rPr>
      </w:pPr>
    </w:p>
    <w:p w14:paraId="082C1E16" w14:textId="1F8AE326" w:rsidR="0034572E" w:rsidRDefault="0034572E" w:rsidP="003F0C4F">
      <w:pPr>
        <w:jc w:val="both"/>
        <w:rPr>
          <w:szCs w:val="20"/>
        </w:rPr>
      </w:pPr>
    </w:p>
    <w:p w14:paraId="2E38E247" w14:textId="2A3F17A3" w:rsidR="0034572E" w:rsidRDefault="0034572E" w:rsidP="003F0C4F">
      <w:pPr>
        <w:jc w:val="both"/>
        <w:rPr>
          <w:szCs w:val="20"/>
        </w:rPr>
      </w:pPr>
    </w:p>
    <w:p w14:paraId="517A8129" w14:textId="77777777" w:rsidR="00923CA3" w:rsidRPr="00690265" w:rsidRDefault="00923CA3" w:rsidP="003F0C4F">
      <w:pPr>
        <w:jc w:val="both"/>
        <w:rPr>
          <w:szCs w:val="20"/>
        </w:rPr>
      </w:pPr>
    </w:p>
    <w:p w14:paraId="2A20BF88" w14:textId="77777777" w:rsidR="003F0C4F" w:rsidRPr="00690265" w:rsidRDefault="003F0C4F" w:rsidP="003F0C4F">
      <w:pPr>
        <w:contextualSpacing/>
        <w:jc w:val="both"/>
        <w:rPr>
          <w:szCs w:val="20"/>
        </w:rPr>
      </w:pPr>
      <w:r w:rsidRPr="00690265">
        <w:rPr>
          <w:szCs w:val="20"/>
        </w:rPr>
        <w:lastRenderedPageBreak/>
        <w:tab/>
        <w:t xml:space="preserve">    </w:t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  <w:t xml:space="preserve">                    2 lentelė</w:t>
      </w:r>
    </w:p>
    <w:p w14:paraId="45609EFF" w14:textId="77777777" w:rsidR="003F0C4F" w:rsidRPr="00690265" w:rsidRDefault="003F0C4F" w:rsidP="003F0C4F">
      <w:pPr>
        <w:jc w:val="center"/>
        <w:rPr>
          <w:b/>
          <w:szCs w:val="20"/>
        </w:rPr>
      </w:pPr>
      <w:r w:rsidRPr="00690265">
        <w:rPr>
          <w:b/>
          <w:szCs w:val="20"/>
        </w:rPr>
        <w:t>SUBTIEKĖJO REKVIZITAI</w:t>
      </w:r>
    </w:p>
    <w:p w14:paraId="26C06744" w14:textId="77777777" w:rsidR="003F0C4F" w:rsidRPr="00690265" w:rsidRDefault="003F0C4F" w:rsidP="003F0C4F">
      <w:pPr>
        <w:jc w:val="center"/>
        <w:rPr>
          <w:b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3F0C4F" w:rsidRPr="00690265" w14:paraId="2C602DF2" w14:textId="77777777" w:rsidTr="002D6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723F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zCs w:val="20"/>
              </w:rPr>
              <w:t>Eil.</w:t>
            </w:r>
          </w:p>
          <w:p w14:paraId="2F99ACDC" w14:textId="77777777" w:rsidR="003F0C4F" w:rsidRPr="00690265" w:rsidRDefault="003F0C4F" w:rsidP="002D62EE">
            <w:pPr>
              <w:jc w:val="center"/>
              <w:rPr>
                <w:szCs w:val="20"/>
              </w:rPr>
            </w:pPr>
            <w:r w:rsidRPr="00690265">
              <w:rPr>
                <w:b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42D3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pacing w:val="-4"/>
                <w:szCs w:val="20"/>
              </w:rPr>
              <w:t xml:space="preserve">Subtiekėjo (-ų) </w:t>
            </w:r>
            <w:r w:rsidRPr="00690265">
              <w:rPr>
                <w:b/>
                <w:szCs w:val="20"/>
              </w:rPr>
              <w:t>pavadinimas (-ai), adresas (-ai)</w:t>
            </w:r>
          </w:p>
          <w:p w14:paraId="6DD55664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</w:p>
        </w:tc>
      </w:tr>
      <w:tr w:rsidR="003F0C4F" w:rsidRPr="00690265" w14:paraId="44126815" w14:textId="77777777" w:rsidTr="002D6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5AE2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4BE5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</w:tr>
      <w:tr w:rsidR="003F0C4F" w:rsidRPr="00690265" w14:paraId="1B6E76C5" w14:textId="77777777" w:rsidTr="002D6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D572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301B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</w:tr>
      <w:tr w:rsidR="003F0C4F" w:rsidRPr="00690265" w14:paraId="12197B5C" w14:textId="77777777" w:rsidTr="002D6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19E3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0DC1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</w:tr>
      <w:tr w:rsidR="003F0C4F" w:rsidRPr="00690265" w14:paraId="10A84CB6" w14:textId="77777777" w:rsidTr="002D62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2E84" w14:textId="77777777" w:rsidR="003F0C4F" w:rsidRPr="00690265" w:rsidRDefault="003F0C4F" w:rsidP="002D62EE">
            <w:pPr>
              <w:jc w:val="both"/>
              <w:rPr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83B4" w14:textId="77777777" w:rsidR="003F0C4F" w:rsidRPr="00690265" w:rsidRDefault="003F0C4F" w:rsidP="002D62EE">
            <w:pPr>
              <w:tabs>
                <w:tab w:val="left" w:pos="5178"/>
              </w:tabs>
              <w:jc w:val="both"/>
              <w:rPr>
                <w:szCs w:val="20"/>
              </w:rPr>
            </w:pPr>
            <w:r w:rsidRPr="00690265">
              <w:rPr>
                <w:szCs w:val="20"/>
              </w:rPr>
              <w:tab/>
            </w:r>
          </w:p>
        </w:tc>
      </w:tr>
    </w:tbl>
    <w:p w14:paraId="23939E10" w14:textId="77777777" w:rsidR="003F0C4F" w:rsidRDefault="003F0C4F" w:rsidP="003F0C4F">
      <w:pPr>
        <w:pStyle w:val="Header"/>
        <w:rPr>
          <w:i/>
          <w:spacing w:val="-4"/>
        </w:rPr>
      </w:pPr>
      <w:r w:rsidRPr="00690265">
        <w:rPr>
          <w:i/>
          <w:spacing w:val="-4"/>
        </w:rPr>
        <w:t xml:space="preserve">*Pastaba: pildoma, jei </w:t>
      </w:r>
      <w:r>
        <w:rPr>
          <w:i/>
          <w:spacing w:val="-4"/>
        </w:rPr>
        <w:t xml:space="preserve">pirkimo sutarties vykdymui bus </w:t>
      </w:r>
      <w:r w:rsidRPr="00690265">
        <w:rPr>
          <w:i/>
          <w:spacing w:val="-4"/>
        </w:rPr>
        <w:t>pasitelkti subtiekėj</w:t>
      </w:r>
      <w:r>
        <w:rPr>
          <w:i/>
          <w:spacing w:val="-4"/>
        </w:rPr>
        <w:t>ai (-a</w:t>
      </w:r>
      <w:r w:rsidRPr="00690265">
        <w:rPr>
          <w:i/>
          <w:spacing w:val="-4"/>
        </w:rPr>
        <w:t>s)</w:t>
      </w:r>
    </w:p>
    <w:p w14:paraId="71238B46" w14:textId="77777777" w:rsidR="003F0C4F" w:rsidRPr="00690265" w:rsidRDefault="003F0C4F" w:rsidP="003F0C4F">
      <w:pPr>
        <w:pStyle w:val="Header"/>
      </w:pPr>
    </w:p>
    <w:p w14:paraId="17F31D73" w14:textId="77777777" w:rsidR="003F0C4F" w:rsidRDefault="003F0C4F" w:rsidP="003F0C4F">
      <w:pPr>
        <w:pStyle w:val="Header"/>
        <w:jc w:val="right"/>
        <w:sectPr w:rsidR="003F0C4F" w:rsidSect="003270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35" w:right="1588" w:bottom="1134" w:left="1418" w:header="709" w:footer="420" w:gutter="0"/>
          <w:cols w:space="708"/>
          <w:titlePg/>
          <w:docGrid w:linePitch="360"/>
        </w:sectPr>
      </w:pPr>
      <w:r w:rsidRPr="00690265">
        <w:tab/>
      </w:r>
      <w:r w:rsidRPr="00690265">
        <w:tab/>
        <w:t xml:space="preserve">       </w:t>
      </w:r>
    </w:p>
    <w:p w14:paraId="7BA2F6DC" w14:textId="6EADADD8" w:rsidR="003F0C4F" w:rsidRPr="00690265" w:rsidRDefault="003F0C4F" w:rsidP="003F0C4F">
      <w:pPr>
        <w:pStyle w:val="Header"/>
        <w:jc w:val="right"/>
      </w:pPr>
    </w:p>
    <w:p w14:paraId="35E54EA2" w14:textId="77777777" w:rsidR="003F0C4F" w:rsidRPr="00690265" w:rsidRDefault="003F0C4F" w:rsidP="003F0C4F">
      <w:pPr>
        <w:jc w:val="both"/>
        <w:rPr>
          <w:szCs w:val="20"/>
        </w:rPr>
      </w:pPr>
      <w:r w:rsidRPr="00690265">
        <w:rPr>
          <w:szCs w:val="20"/>
        </w:rPr>
        <w:t xml:space="preserve">                   </w:t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  <w:t xml:space="preserve">                    </w:t>
      </w:r>
      <w:r w:rsidRPr="00690265">
        <w:rPr>
          <w:szCs w:val="20"/>
          <w:lang w:val="en-US"/>
        </w:rPr>
        <w:t>3</w:t>
      </w:r>
      <w:r>
        <w:rPr>
          <w:szCs w:val="20"/>
        </w:rPr>
        <w:t> </w:t>
      </w:r>
      <w:r w:rsidRPr="00690265">
        <w:rPr>
          <w:szCs w:val="20"/>
        </w:rPr>
        <w:t>lentelė</w:t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</w:p>
    <w:p w14:paraId="3906684E" w14:textId="77777777" w:rsidR="003F0C4F" w:rsidRPr="00690265" w:rsidRDefault="003F0C4F" w:rsidP="003F0C4F">
      <w:pPr>
        <w:pStyle w:val="Header"/>
        <w:jc w:val="center"/>
        <w:rPr>
          <w:b/>
          <w:lang w:eastAsia="en-US"/>
        </w:rPr>
      </w:pPr>
      <w:r w:rsidRPr="00690265">
        <w:rPr>
          <w:b/>
          <w:lang w:eastAsia="en-US"/>
        </w:rPr>
        <w:t>PASIŪLYMO KAINA</w:t>
      </w:r>
    </w:p>
    <w:p w14:paraId="45DC4ECE" w14:textId="77777777" w:rsidR="003F0C4F" w:rsidRPr="00E3691E" w:rsidRDefault="003F0C4F" w:rsidP="003F0C4F">
      <w:pPr>
        <w:pStyle w:val="Header"/>
        <w:jc w:val="center"/>
        <w:rPr>
          <w:b/>
          <w:lang w:eastAsia="en-US"/>
        </w:rPr>
      </w:pPr>
    </w:p>
    <w:p w14:paraId="2FC7FFD7" w14:textId="77777777" w:rsidR="003F0C4F" w:rsidRPr="001002A5" w:rsidRDefault="003F0C4F" w:rsidP="003F0C4F">
      <w:pPr>
        <w:ind w:left="720"/>
        <w:jc w:val="both"/>
        <w:rPr>
          <w:b/>
          <w:color w:val="000000" w:themeColor="text1"/>
          <w:szCs w:val="20"/>
        </w:rPr>
      </w:pPr>
      <w:r w:rsidRPr="001002A5">
        <w:rPr>
          <w:b/>
          <w:color w:val="000000" w:themeColor="text1"/>
          <w:szCs w:val="20"/>
        </w:rPr>
        <w:t>Pildoma lentelė „Prekių žiniaraštis“</w:t>
      </w:r>
    </w:p>
    <w:p w14:paraId="212E6834" w14:textId="77777777" w:rsidR="00CA5F11" w:rsidRDefault="00CA5F11" w:rsidP="003F0C4F">
      <w:pPr>
        <w:jc w:val="both"/>
        <w:rPr>
          <w:szCs w:val="20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862"/>
        <w:gridCol w:w="1304"/>
        <w:gridCol w:w="1793"/>
        <w:gridCol w:w="690"/>
        <w:gridCol w:w="1194"/>
        <w:gridCol w:w="1001"/>
        <w:gridCol w:w="783"/>
        <w:gridCol w:w="998"/>
        <w:gridCol w:w="995"/>
        <w:gridCol w:w="2269"/>
        <w:gridCol w:w="1432"/>
        <w:gridCol w:w="1842"/>
      </w:tblGrid>
      <w:tr w:rsidR="00CA5F11" w:rsidRPr="00CA5F11" w14:paraId="79506231" w14:textId="77777777" w:rsidTr="00CA5F11">
        <w:trPr>
          <w:trHeight w:val="142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29E4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Pirkimo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dalies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Nr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0D90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BVPŽ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kodas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0FDA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Pavadinimas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DD11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vnt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887E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Orientacinis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kiekis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249F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vnt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.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be</w:t>
            </w: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Eur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DDFF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PVM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tarifas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719B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viso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be</w:t>
            </w: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Eur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056E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viso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su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Eur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F055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Siūlomo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prekinis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pavadinimas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, forma,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dozė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E962A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registruotojas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A651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registracijos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Nr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. LR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ar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EB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vaistinių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preparatų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registre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/,,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Vardinis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"*</w:t>
            </w:r>
          </w:p>
        </w:tc>
      </w:tr>
      <w:tr w:rsidR="00CA5F11" w:rsidRPr="00CA5F11" w14:paraId="75CE2B28" w14:textId="77777777" w:rsidTr="00CA5F11">
        <w:trPr>
          <w:trHeight w:val="9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D9E1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48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4BC1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33692300-0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FBBD" w14:textId="77777777" w:rsidR="00CA5F11" w:rsidRPr="00CA5F11" w:rsidRDefault="00CA5F11" w:rsidP="00CA5F11">
            <w:pPr>
              <w:spacing w:line="240" w:lineRule="auto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Tirpalas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enteriniam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maitinimui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diabetiniams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ligoniams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4638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B3E7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1 200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6B6C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4,1800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0B84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21%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9567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5 016,00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7114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6 069,36 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BE1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Diben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enterinio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maitinimo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mišinys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, 500 ml, N15, Fresenius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Kabi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Deutschland GmbH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58BF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spec.paskirties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produktas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6158" w14:textId="77777777" w:rsidR="00CA5F11" w:rsidRPr="00CA5F11" w:rsidRDefault="00CA5F11" w:rsidP="00CA5F1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spec.paskirties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produktas</w:t>
            </w:r>
            <w:proofErr w:type="spellEnd"/>
          </w:p>
        </w:tc>
      </w:tr>
    </w:tbl>
    <w:p w14:paraId="6732D664" w14:textId="77777777" w:rsidR="00CA5F11" w:rsidRDefault="00CA5F11" w:rsidP="003F0C4F">
      <w:pPr>
        <w:jc w:val="both"/>
        <w:rPr>
          <w:szCs w:val="20"/>
        </w:rPr>
      </w:pPr>
    </w:p>
    <w:p w14:paraId="165AE55C" w14:textId="0C605894" w:rsidR="003F0C4F" w:rsidRPr="00E3691E" w:rsidRDefault="003F0C4F" w:rsidP="003F0C4F">
      <w:pPr>
        <w:jc w:val="both"/>
        <w:rPr>
          <w:rFonts w:eastAsiaTheme="minorEastAsia"/>
          <w:i/>
          <w:szCs w:val="20"/>
          <w:lang w:val="en-US"/>
        </w:rPr>
      </w:pPr>
      <w:r w:rsidRPr="00E3691E">
        <w:rPr>
          <w:szCs w:val="20"/>
        </w:rPr>
        <w:t xml:space="preserve">               </w:t>
      </w:r>
      <w:r w:rsidRPr="00E3691E">
        <w:rPr>
          <w:szCs w:val="20"/>
        </w:rPr>
        <w:tab/>
      </w:r>
      <w:r w:rsidRPr="00E3691E">
        <w:rPr>
          <w:szCs w:val="20"/>
        </w:rPr>
        <w:tab/>
      </w:r>
      <w:r w:rsidRPr="00E3691E">
        <w:rPr>
          <w:szCs w:val="20"/>
        </w:rPr>
        <w:tab/>
      </w:r>
      <w:r w:rsidRPr="00E3691E">
        <w:rPr>
          <w:szCs w:val="20"/>
        </w:rPr>
        <w:tab/>
        <w:t xml:space="preserve">                    </w:t>
      </w:r>
      <w:r w:rsidRPr="00E3691E">
        <w:rPr>
          <w:szCs w:val="20"/>
        </w:rPr>
        <w:tab/>
      </w:r>
      <w:r w:rsidRPr="00E3691E">
        <w:rPr>
          <w:szCs w:val="20"/>
        </w:rPr>
        <w:tab/>
        <w:t xml:space="preserve">                       4 lentelė</w:t>
      </w:r>
    </w:p>
    <w:p w14:paraId="381DA4D5" w14:textId="77777777" w:rsidR="003F0C4F" w:rsidRPr="00E3691E" w:rsidRDefault="003F0C4F" w:rsidP="003F0C4F">
      <w:pPr>
        <w:jc w:val="both"/>
        <w:rPr>
          <w:rFonts w:eastAsiaTheme="minorEastAsia"/>
          <w:i/>
          <w:szCs w:val="20"/>
          <w:lang w:val="en-US"/>
        </w:rPr>
      </w:pPr>
    </w:p>
    <w:p w14:paraId="644951E0" w14:textId="77777777" w:rsidR="003F0C4F" w:rsidRPr="00E3691E" w:rsidRDefault="003F0C4F" w:rsidP="003F0C4F">
      <w:pPr>
        <w:jc w:val="center"/>
        <w:rPr>
          <w:b/>
          <w:szCs w:val="20"/>
        </w:rPr>
      </w:pPr>
      <w:r w:rsidRPr="00E3691E">
        <w:rPr>
          <w:b/>
          <w:szCs w:val="20"/>
        </w:rPr>
        <w:t>SIŪLOMŲ PREKIŲ CHARAKTERISTIKŲ ATITIKIMAS REIKALAUJAMOMS</w:t>
      </w:r>
    </w:p>
    <w:p w14:paraId="6BD6D7B0" w14:textId="77777777" w:rsidR="003F0C4F" w:rsidRPr="00E3691E" w:rsidRDefault="003F0C4F" w:rsidP="003F0C4F">
      <w:pPr>
        <w:jc w:val="center"/>
        <w:rPr>
          <w:szCs w:val="20"/>
        </w:rPr>
      </w:pPr>
    </w:p>
    <w:p w14:paraId="2C1D688F" w14:textId="77777777" w:rsidR="003F0C4F" w:rsidRPr="001002A5" w:rsidRDefault="003F0C4F" w:rsidP="003F0C4F">
      <w:pPr>
        <w:tabs>
          <w:tab w:val="left" w:pos="4214"/>
        </w:tabs>
        <w:ind w:left="720"/>
        <w:jc w:val="both"/>
        <w:rPr>
          <w:b/>
          <w:color w:val="000000" w:themeColor="text1"/>
          <w:szCs w:val="20"/>
        </w:rPr>
      </w:pPr>
      <w:r w:rsidRPr="001002A5">
        <w:rPr>
          <w:b/>
          <w:color w:val="000000" w:themeColor="text1"/>
          <w:szCs w:val="20"/>
        </w:rPr>
        <w:t>Pildoma lentelė „Prekių žiniaraštis“</w:t>
      </w:r>
      <w:r w:rsidRPr="001002A5">
        <w:rPr>
          <w:b/>
          <w:color w:val="000000" w:themeColor="text1"/>
          <w:szCs w:val="20"/>
        </w:rPr>
        <w:tab/>
      </w:r>
    </w:p>
    <w:p w14:paraId="7F4105E5" w14:textId="77777777" w:rsidR="003F0C4F" w:rsidRPr="00690265" w:rsidRDefault="003F0C4F" w:rsidP="003F0C4F">
      <w:pPr>
        <w:jc w:val="both"/>
        <w:rPr>
          <w:b/>
          <w:szCs w:val="20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862"/>
        <w:gridCol w:w="1304"/>
        <w:gridCol w:w="1793"/>
        <w:gridCol w:w="690"/>
        <w:gridCol w:w="1194"/>
        <w:gridCol w:w="1001"/>
        <w:gridCol w:w="783"/>
        <w:gridCol w:w="998"/>
        <w:gridCol w:w="995"/>
        <w:gridCol w:w="2269"/>
        <w:gridCol w:w="1432"/>
        <w:gridCol w:w="1842"/>
      </w:tblGrid>
      <w:tr w:rsidR="00CA5F11" w:rsidRPr="00CA5F11" w14:paraId="656675AF" w14:textId="77777777" w:rsidTr="00CA5F11">
        <w:trPr>
          <w:trHeight w:val="142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AE2D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Pirkimo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dalies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Nr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.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A128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BVPŽ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kodas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46D5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Pavadinimas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4845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vnt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78AC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Orientacinis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kiekis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5732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vnt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.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be</w:t>
            </w: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Eur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E49F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PVM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tarifas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57DD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viso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be</w:t>
            </w: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Eur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AAA6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Kaina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viso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b/>
                <w:bCs/>
                <w:szCs w:val="20"/>
                <w:lang w:val="en-US" w:eastAsia="en-US"/>
              </w:rPr>
              <w:t>su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PVM Eur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9BB1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Siūlomo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prekinis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pavadinimas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, forma,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dozė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92AB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registruotojas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7AE4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registracijos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Nr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. LR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ar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EB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vaistinių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preparatų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registre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/,,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Vardinis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"*</w:t>
            </w:r>
          </w:p>
        </w:tc>
      </w:tr>
      <w:tr w:rsidR="00CA5F11" w:rsidRPr="00CA5F11" w14:paraId="2A623E11" w14:textId="77777777" w:rsidTr="00CA5F11">
        <w:trPr>
          <w:trHeight w:val="9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BA41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48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16DE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33692300-0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38E4" w14:textId="77777777" w:rsidR="00CA5F11" w:rsidRPr="00CA5F11" w:rsidRDefault="00CA5F11" w:rsidP="002D62EE">
            <w:pPr>
              <w:spacing w:line="240" w:lineRule="auto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Tirpalas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enteriniam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maitinimui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diabetiniams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ligoniams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2812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l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F894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1 200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2EE5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4,1800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C010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21%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FA7B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5 016,00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2444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6 069,36 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078A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Diben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enterinio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maitinimo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mišinys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, 500 ml, N15, Fresenius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Kabi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Deutschland GmbH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13DE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spec.paskirties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produktas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2A94" w14:textId="77777777" w:rsidR="00CA5F11" w:rsidRPr="00CA5F11" w:rsidRDefault="00CA5F11" w:rsidP="002D62EE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val="en-US" w:eastAsia="en-US"/>
              </w:rPr>
            </w:pP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spec.paskirties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maisto</w:t>
            </w:r>
            <w:proofErr w:type="spellEnd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 xml:space="preserve"> </w:t>
            </w:r>
            <w:proofErr w:type="spellStart"/>
            <w:r w:rsidRPr="00CA5F11">
              <w:rPr>
                <w:rFonts w:ascii="Times New Roman" w:hAnsi="Times New Roman"/>
                <w:szCs w:val="20"/>
                <w:lang w:val="en-US" w:eastAsia="en-US"/>
              </w:rPr>
              <w:t>produktas</w:t>
            </w:r>
            <w:proofErr w:type="spellEnd"/>
          </w:p>
        </w:tc>
      </w:tr>
    </w:tbl>
    <w:p w14:paraId="7C8C1B1F" w14:textId="77777777" w:rsidR="003F0C4F" w:rsidRPr="00690265" w:rsidRDefault="003F0C4F" w:rsidP="003F0C4F">
      <w:pPr>
        <w:jc w:val="both"/>
        <w:rPr>
          <w:szCs w:val="20"/>
        </w:rPr>
      </w:pPr>
      <w:r w:rsidRPr="00690265">
        <w:rPr>
          <w:b/>
          <w:szCs w:val="20"/>
        </w:rPr>
        <w:tab/>
      </w:r>
      <w:r w:rsidRPr="00690265">
        <w:rPr>
          <w:b/>
          <w:szCs w:val="20"/>
        </w:rPr>
        <w:tab/>
        <w:t xml:space="preserve">  </w:t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</w:r>
      <w:r w:rsidRPr="00690265">
        <w:rPr>
          <w:szCs w:val="20"/>
        </w:rPr>
        <w:tab/>
        <w:t xml:space="preserve">                   </w:t>
      </w:r>
      <w:r>
        <w:rPr>
          <w:szCs w:val="20"/>
        </w:rPr>
        <w:t>5</w:t>
      </w:r>
      <w:r w:rsidRPr="00690265">
        <w:rPr>
          <w:szCs w:val="20"/>
        </w:rPr>
        <w:t xml:space="preserve"> lentelė</w:t>
      </w:r>
    </w:p>
    <w:p w14:paraId="54F7590F" w14:textId="77777777" w:rsidR="003F0C4F" w:rsidRDefault="003F0C4F" w:rsidP="003F0C4F">
      <w:pPr>
        <w:ind w:firstLine="720"/>
        <w:jc w:val="both"/>
        <w:rPr>
          <w:szCs w:val="20"/>
        </w:rPr>
        <w:sectPr w:rsidR="003F0C4F" w:rsidSect="003F0C4F">
          <w:pgSz w:w="16838" w:h="11906" w:orient="landscape" w:code="9"/>
          <w:pgMar w:top="1418" w:right="2835" w:bottom="1588" w:left="1134" w:header="709" w:footer="420" w:gutter="0"/>
          <w:cols w:space="708"/>
          <w:titlePg/>
          <w:docGrid w:linePitch="360"/>
        </w:sectPr>
      </w:pPr>
    </w:p>
    <w:p w14:paraId="25F97B0F" w14:textId="64BD807E" w:rsidR="003F0C4F" w:rsidRPr="00690265" w:rsidRDefault="003F0C4F" w:rsidP="003F0C4F">
      <w:pPr>
        <w:ind w:firstLine="720"/>
        <w:jc w:val="both"/>
        <w:rPr>
          <w:szCs w:val="20"/>
        </w:rPr>
      </w:pPr>
    </w:p>
    <w:p w14:paraId="6EF2BF98" w14:textId="77777777" w:rsidR="003F0C4F" w:rsidRPr="00690265" w:rsidRDefault="003F0C4F" w:rsidP="003F0C4F">
      <w:pPr>
        <w:jc w:val="center"/>
        <w:rPr>
          <w:b/>
          <w:szCs w:val="20"/>
        </w:rPr>
      </w:pPr>
      <w:r w:rsidRPr="00690265">
        <w:rPr>
          <w:b/>
          <w:szCs w:val="20"/>
        </w:rPr>
        <w:t>PATEIKIAMŲ DOKUMENTŲ SĄRAŠAS</w:t>
      </w:r>
    </w:p>
    <w:p w14:paraId="71AD1F8E" w14:textId="77777777" w:rsidR="003F0C4F" w:rsidRPr="00690265" w:rsidRDefault="003F0C4F" w:rsidP="003F0C4F">
      <w:pPr>
        <w:rPr>
          <w:b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1"/>
        <w:gridCol w:w="2410"/>
        <w:gridCol w:w="3170"/>
        <w:gridCol w:w="61"/>
      </w:tblGrid>
      <w:tr w:rsidR="003F0C4F" w:rsidRPr="00690265" w14:paraId="15DDA480" w14:textId="77777777" w:rsidTr="003F0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75D0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zCs w:val="20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D57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zCs w:val="20"/>
              </w:rPr>
              <w:t>Pateiktų dokumentų pavadinimas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B5F5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zCs w:val="20"/>
              </w:rPr>
              <w:t>Dokumento puslapių skaičius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2A9" w14:textId="77777777" w:rsidR="003F0C4F" w:rsidRPr="00690265" w:rsidRDefault="003F0C4F" w:rsidP="002D62EE">
            <w:pPr>
              <w:jc w:val="center"/>
              <w:rPr>
                <w:b/>
                <w:szCs w:val="20"/>
              </w:rPr>
            </w:pPr>
            <w:r w:rsidRPr="00690265">
              <w:rPr>
                <w:b/>
                <w:szCs w:val="20"/>
              </w:rPr>
              <w:t>Failo, kuriame yra dokumentas, pavadinimas</w:t>
            </w:r>
          </w:p>
        </w:tc>
      </w:tr>
      <w:tr w:rsidR="003F0C4F" w:rsidRPr="00690265" w14:paraId="489A1DC6" w14:textId="77777777" w:rsidTr="003F0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7393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DA1" w14:textId="1C08B40E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rFonts w:eastAsia="Calibri"/>
                <w:szCs w:val="20"/>
                <w:lang w:val="lt-LT"/>
              </w:rPr>
              <w:t>EBVPD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83D0" w14:textId="3E60B32E" w:rsidR="003F0C4F" w:rsidRPr="00690265" w:rsidRDefault="0034572E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2BC" w14:textId="29DD1C0D" w:rsidR="003F0C4F" w:rsidRPr="00CA5F11" w:rsidRDefault="003F0C4F" w:rsidP="003F0C4F">
            <w:pPr>
              <w:jc w:val="both"/>
              <w:rPr>
                <w:szCs w:val="20"/>
                <w:highlight w:val="yellow"/>
                <w:lang w:val="en-US"/>
              </w:rPr>
            </w:pPr>
            <w:r w:rsidRPr="0034572E">
              <w:rPr>
                <w:szCs w:val="20"/>
              </w:rPr>
              <w:t>EBVPD_</w:t>
            </w:r>
            <w:r w:rsidR="00CA5F11" w:rsidRPr="0034572E">
              <w:rPr>
                <w:szCs w:val="20"/>
              </w:rPr>
              <w:t>503684</w:t>
            </w:r>
          </w:p>
        </w:tc>
      </w:tr>
      <w:tr w:rsidR="003F0C4F" w:rsidRPr="00690265" w14:paraId="0B542A62" w14:textId="77777777" w:rsidTr="003F0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08D9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775" w14:textId="14F040C0" w:rsidR="003F0C4F" w:rsidRPr="00690265" w:rsidRDefault="003F0C4F" w:rsidP="003F0C4F">
            <w:pPr>
              <w:pStyle w:val="Header"/>
              <w:tabs>
                <w:tab w:val="left" w:pos="1296"/>
              </w:tabs>
            </w:pPr>
            <w:r>
              <w:rPr>
                <w:rFonts w:eastAsia="Calibri"/>
                <w:szCs w:val="20"/>
                <w:lang w:val="lt-LT"/>
              </w:rPr>
              <w:t xml:space="preserve">Įgaliojimas Dainai </w:t>
            </w:r>
            <w:proofErr w:type="spellStart"/>
            <w:r>
              <w:rPr>
                <w:rFonts w:eastAsia="Calibri"/>
                <w:szCs w:val="20"/>
                <w:lang w:val="lt-LT"/>
              </w:rPr>
              <w:t>Virkšaitei</w:t>
            </w:r>
            <w:proofErr w:type="spellEnd"/>
            <w:r>
              <w:rPr>
                <w:rFonts w:eastAsia="Calibri"/>
                <w:szCs w:val="20"/>
                <w:lang w:val="lt-L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E92F" w14:textId="31BD7874" w:rsidR="003F0C4F" w:rsidRPr="00690265" w:rsidRDefault="00CA5F11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AD6D" w14:textId="26C77A03" w:rsidR="003F0C4F" w:rsidRPr="003F0C4F" w:rsidRDefault="003F0C4F" w:rsidP="003F0C4F">
            <w:pPr>
              <w:jc w:val="both"/>
              <w:rPr>
                <w:szCs w:val="20"/>
                <w:highlight w:val="yellow"/>
              </w:rPr>
            </w:pPr>
            <w:r w:rsidRPr="00CA5F11">
              <w:rPr>
                <w:szCs w:val="20"/>
              </w:rPr>
              <w:t>Įgaliojimas Dainai Virksaitei VP_20201231</w:t>
            </w:r>
          </w:p>
        </w:tc>
      </w:tr>
      <w:tr w:rsidR="003F0C4F" w:rsidRPr="00690265" w14:paraId="596E694F" w14:textId="77777777" w:rsidTr="003F0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A7C7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3D48" w14:textId="5FF0BA0C" w:rsidR="003F0C4F" w:rsidRPr="00690265" w:rsidRDefault="003F0C4F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Prekių žiniaraštis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D1A4" w14:textId="5912651A" w:rsidR="003F0C4F" w:rsidRPr="00690265" w:rsidRDefault="00CA5F11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5C4B" w14:textId="4697C3E3" w:rsidR="003F0C4F" w:rsidRPr="003F0C4F" w:rsidRDefault="00CA5F11" w:rsidP="003F0C4F">
            <w:pPr>
              <w:jc w:val="both"/>
              <w:rPr>
                <w:szCs w:val="20"/>
                <w:highlight w:val="yellow"/>
              </w:rPr>
            </w:pPr>
            <w:r w:rsidRPr="00CA5F11">
              <w:rPr>
                <w:szCs w:val="20"/>
              </w:rPr>
              <w:t>FKB TS_503684</w:t>
            </w:r>
          </w:p>
        </w:tc>
      </w:tr>
      <w:tr w:rsidR="003F0C4F" w:rsidRPr="00690265" w14:paraId="25E9094D" w14:textId="77777777" w:rsidTr="003F0C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4CAF" w14:textId="77777777" w:rsidR="003F0C4F" w:rsidRPr="00690265" w:rsidRDefault="003F0C4F" w:rsidP="003F0C4F">
            <w:pPr>
              <w:jc w:val="both"/>
              <w:rPr>
                <w:szCs w:val="20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CBD0" w14:textId="297C694D" w:rsidR="003F0C4F" w:rsidRPr="003F0C4F" w:rsidRDefault="003F0C4F" w:rsidP="003F0C4F">
            <w:pPr>
              <w:jc w:val="both"/>
              <w:rPr>
                <w:szCs w:val="20"/>
                <w:lang w:val="lt-LT"/>
              </w:rPr>
            </w:pPr>
            <w:r>
              <w:rPr>
                <w:szCs w:val="20"/>
              </w:rPr>
              <w:t>Produkto etiket</w:t>
            </w:r>
            <w:r>
              <w:rPr>
                <w:szCs w:val="20"/>
                <w:lang w:val="lt-LT"/>
              </w:rPr>
              <w:t>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B651" w14:textId="2F4D8B04" w:rsidR="003F0C4F" w:rsidRPr="00690265" w:rsidRDefault="00CA5F11" w:rsidP="003F0C4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0D68" w14:textId="51780D11" w:rsidR="003F0C4F" w:rsidRPr="003F0C4F" w:rsidRDefault="003F0C4F" w:rsidP="003F0C4F">
            <w:pPr>
              <w:jc w:val="both"/>
              <w:rPr>
                <w:szCs w:val="20"/>
                <w:highlight w:val="yellow"/>
              </w:rPr>
            </w:pPr>
            <w:r w:rsidRPr="003F0C4F">
              <w:rPr>
                <w:szCs w:val="20"/>
              </w:rPr>
              <w:t>Diben 500 ml_etikete</w:t>
            </w:r>
          </w:p>
        </w:tc>
      </w:tr>
      <w:tr w:rsidR="003F0C4F" w:rsidRPr="00690265" w14:paraId="05053209" w14:textId="77777777" w:rsidTr="002D62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BCAE126" w14:textId="77777777" w:rsidR="003F0C4F" w:rsidRPr="00690265" w:rsidRDefault="003F0C4F" w:rsidP="002D62EE">
            <w:pPr>
              <w:ind w:right="-108"/>
              <w:jc w:val="both"/>
              <w:rPr>
                <w:szCs w:val="20"/>
              </w:rPr>
            </w:pPr>
          </w:p>
          <w:p w14:paraId="312C6CC3" w14:textId="77777777" w:rsidR="003F0C4F" w:rsidRPr="00690265" w:rsidRDefault="003F0C4F" w:rsidP="002D62EE">
            <w:pPr>
              <w:ind w:right="-108" w:firstLine="720"/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Pasiūlymas galioja iki termino, nustatyto pirkimo dokumentuose.</w:t>
            </w:r>
          </w:p>
          <w:p w14:paraId="1055355B" w14:textId="77777777" w:rsidR="003F0C4F" w:rsidRPr="00690265" w:rsidRDefault="003F0C4F" w:rsidP="002D62EE">
            <w:pPr>
              <w:ind w:right="-108" w:firstLine="720"/>
              <w:jc w:val="both"/>
              <w:rPr>
                <w:szCs w:val="20"/>
              </w:rPr>
            </w:pPr>
          </w:p>
          <w:p w14:paraId="2FECA699" w14:textId="5D6A951F" w:rsidR="003F0C4F" w:rsidRDefault="003F0C4F" w:rsidP="002D62EE">
            <w:pPr>
              <w:ind w:right="-108" w:firstLine="720"/>
              <w:jc w:val="both"/>
              <w:rPr>
                <w:szCs w:val="20"/>
              </w:rPr>
            </w:pPr>
            <w:r w:rsidRPr="00690265">
              <w:rPr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5CE7BFA5" w14:textId="77777777" w:rsidR="003F0C4F" w:rsidRPr="003F0C4F" w:rsidRDefault="003F0C4F" w:rsidP="002D62EE">
            <w:pPr>
              <w:ind w:right="-108" w:firstLine="720"/>
              <w:jc w:val="both"/>
              <w:rPr>
                <w:szCs w:val="20"/>
                <w:lang w:val="en-US"/>
              </w:rPr>
            </w:pPr>
          </w:p>
          <w:p w14:paraId="571472E2" w14:textId="77777777" w:rsidR="003F0C4F" w:rsidRDefault="003F0C4F" w:rsidP="003F0C4F">
            <w:pPr>
              <w:ind w:right="-108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Įgaliojimas Dainai Virksaitei VP_20201231</w:t>
            </w:r>
          </w:p>
          <w:p w14:paraId="24BFFA73" w14:textId="2D7E32AB" w:rsidR="003F0C4F" w:rsidRPr="00690265" w:rsidRDefault="003F0C4F" w:rsidP="002D62EE">
            <w:pPr>
              <w:ind w:right="-108"/>
              <w:jc w:val="both"/>
              <w:rPr>
                <w:szCs w:val="20"/>
              </w:rPr>
            </w:pPr>
          </w:p>
          <w:p w14:paraId="73F7D076" w14:textId="77777777" w:rsidR="003F0C4F" w:rsidRPr="00690265" w:rsidRDefault="003F0C4F" w:rsidP="002D62EE">
            <w:pPr>
              <w:ind w:right="-108"/>
              <w:jc w:val="both"/>
              <w:rPr>
                <w:szCs w:val="20"/>
              </w:rPr>
            </w:pPr>
            <w:r w:rsidRPr="00DD1920">
              <w:rPr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</w:tbl>
    <w:p w14:paraId="1272943A" w14:textId="77777777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209C04C0" w14:textId="1C6EFCAA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68DFC119" w14:textId="6AFFD6E3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73E3B780" w14:textId="02039F37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5FFFC23E" w14:textId="71CBA661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2CBAD0A0" w14:textId="15E2477F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24DD7D8C" w14:textId="6026365B" w:rsidR="00E67F7F" w:rsidRDefault="00E67F7F" w:rsidP="0009158A">
      <w:pPr>
        <w:widowControl w:val="0"/>
        <w:spacing w:line="360" w:lineRule="auto"/>
        <w:jc w:val="both"/>
        <w:rPr>
          <w:color w:val="000000"/>
          <w:lang w:val="lt-LT"/>
        </w:rPr>
      </w:pPr>
    </w:p>
    <w:p w14:paraId="35001A60" w14:textId="77777777" w:rsidR="00E67F7F" w:rsidRPr="00981120" w:rsidRDefault="00E67F7F" w:rsidP="0009158A">
      <w:pPr>
        <w:widowControl w:val="0"/>
        <w:spacing w:line="360" w:lineRule="auto"/>
        <w:jc w:val="both"/>
        <w:rPr>
          <w:i/>
          <w:sz w:val="18"/>
          <w:lang w:eastAsia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652"/>
        <w:gridCol w:w="236"/>
        <w:gridCol w:w="1980"/>
        <w:gridCol w:w="795"/>
        <w:gridCol w:w="2517"/>
        <w:gridCol w:w="648"/>
      </w:tblGrid>
      <w:tr w:rsidR="0009158A" w:rsidRPr="00981120" w14:paraId="0A1E28A1" w14:textId="77777777" w:rsidTr="002220DA">
        <w:trPr>
          <w:trHeight w:val="285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41D12" w14:textId="6509E41C" w:rsidR="0009158A" w:rsidRPr="00981120" w:rsidRDefault="0009158A" w:rsidP="00E40907">
            <w:pPr>
              <w:ind w:right="-1"/>
              <w:rPr>
                <w:b/>
                <w:sz w:val="18"/>
                <w:lang w:eastAsia="lt-LT"/>
              </w:rPr>
            </w:pPr>
            <w:r w:rsidRPr="00981120">
              <w:rPr>
                <w:sz w:val="18"/>
              </w:rPr>
              <w:t>Tiekimo ir konkursų vadovė</w:t>
            </w:r>
          </w:p>
        </w:tc>
        <w:tc>
          <w:tcPr>
            <w:tcW w:w="236" w:type="dxa"/>
          </w:tcPr>
          <w:p w14:paraId="218BF3E3" w14:textId="77777777" w:rsidR="0009158A" w:rsidRPr="00981120" w:rsidRDefault="0009158A" w:rsidP="00E40907">
            <w:pPr>
              <w:ind w:right="-1"/>
              <w:jc w:val="center"/>
              <w:rPr>
                <w:sz w:val="18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815B9" w14:textId="32EA5C9D" w:rsidR="0009158A" w:rsidRPr="00981120" w:rsidRDefault="0009158A" w:rsidP="00E40907">
            <w:pPr>
              <w:ind w:right="-1"/>
              <w:jc w:val="center"/>
              <w:rPr>
                <w:sz w:val="18"/>
                <w:lang w:eastAsia="lt-LT"/>
              </w:rPr>
            </w:pPr>
          </w:p>
        </w:tc>
        <w:tc>
          <w:tcPr>
            <w:tcW w:w="795" w:type="dxa"/>
          </w:tcPr>
          <w:p w14:paraId="64060DE8" w14:textId="77777777" w:rsidR="0009158A" w:rsidRPr="00981120" w:rsidRDefault="0009158A" w:rsidP="00E40907">
            <w:pPr>
              <w:ind w:right="-1"/>
              <w:jc w:val="center"/>
              <w:rPr>
                <w:sz w:val="18"/>
                <w:lang w:eastAsia="lt-LT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063DB" w14:textId="42EAF47D" w:rsidR="0009158A" w:rsidRPr="00981120" w:rsidRDefault="0009158A" w:rsidP="00E40907">
            <w:pPr>
              <w:ind w:right="-1"/>
              <w:jc w:val="right"/>
              <w:rPr>
                <w:sz w:val="18"/>
                <w:lang w:eastAsia="lt-LT"/>
              </w:rPr>
            </w:pPr>
            <w:r w:rsidRPr="00981120">
              <w:rPr>
                <w:sz w:val="18"/>
              </w:rPr>
              <w:t>Daina Virkšaitė</w:t>
            </w:r>
          </w:p>
        </w:tc>
        <w:tc>
          <w:tcPr>
            <w:tcW w:w="648" w:type="dxa"/>
          </w:tcPr>
          <w:p w14:paraId="4213BBF3" w14:textId="77777777" w:rsidR="0009158A" w:rsidRPr="00981120" w:rsidRDefault="0009158A" w:rsidP="00E40907">
            <w:pPr>
              <w:ind w:right="-1"/>
              <w:jc w:val="right"/>
              <w:rPr>
                <w:sz w:val="18"/>
                <w:lang w:eastAsia="lt-LT"/>
              </w:rPr>
            </w:pPr>
          </w:p>
        </w:tc>
      </w:tr>
      <w:tr w:rsidR="0009158A" w:rsidRPr="00981120" w14:paraId="509E0FA2" w14:textId="77777777" w:rsidTr="002220DA">
        <w:trPr>
          <w:trHeight w:val="186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0969AD" w14:textId="77777777" w:rsidR="0009158A" w:rsidRPr="00981120" w:rsidRDefault="0009158A" w:rsidP="00E40907">
            <w:pPr>
              <w:autoSpaceDE w:val="0"/>
              <w:autoSpaceDN w:val="0"/>
              <w:adjustRightInd w:val="0"/>
              <w:rPr>
                <w:b/>
                <w:position w:val="6"/>
                <w:sz w:val="18"/>
              </w:rPr>
            </w:pPr>
            <w:r w:rsidRPr="00981120">
              <w:rPr>
                <w:b/>
                <w:position w:val="6"/>
                <w:sz w:val="18"/>
              </w:rPr>
              <w:t>(Tiekėjo arba jo įgalioto asmens pareigų pavadinimas)</w:t>
            </w:r>
          </w:p>
        </w:tc>
        <w:tc>
          <w:tcPr>
            <w:tcW w:w="236" w:type="dxa"/>
          </w:tcPr>
          <w:p w14:paraId="7E27ECBB" w14:textId="77777777" w:rsidR="0009158A" w:rsidRPr="00981120" w:rsidRDefault="0009158A" w:rsidP="00E40907">
            <w:pPr>
              <w:ind w:right="-1"/>
              <w:jc w:val="center"/>
              <w:rPr>
                <w:sz w:val="18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B1CECC" w14:textId="5642ECC2" w:rsidR="0009158A" w:rsidRPr="00981120" w:rsidRDefault="0009158A" w:rsidP="00E40907">
            <w:pPr>
              <w:ind w:right="-1"/>
              <w:jc w:val="center"/>
              <w:rPr>
                <w:b/>
                <w:sz w:val="18"/>
                <w:lang w:eastAsia="lt-LT"/>
              </w:rPr>
            </w:pPr>
            <w:r w:rsidRPr="00981120">
              <w:rPr>
                <w:b/>
                <w:position w:val="6"/>
                <w:sz w:val="18"/>
                <w:lang w:eastAsia="lt-LT"/>
              </w:rPr>
              <w:t>(Parašas)</w:t>
            </w:r>
            <w:r w:rsidRPr="00981120">
              <w:rPr>
                <w:b/>
                <w:i/>
                <w:sz w:val="18"/>
                <w:lang w:eastAsia="lt-LT"/>
              </w:rPr>
              <w:t xml:space="preserve"> </w:t>
            </w:r>
          </w:p>
        </w:tc>
        <w:tc>
          <w:tcPr>
            <w:tcW w:w="795" w:type="dxa"/>
          </w:tcPr>
          <w:p w14:paraId="2C575488" w14:textId="77777777" w:rsidR="0009158A" w:rsidRPr="00981120" w:rsidRDefault="0009158A" w:rsidP="00E40907">
            <w:pPr>
              <w:ind w:right="-1"/>
              <w:jc w:val="center"/>
              <w:rPr>
                <w:b/>
                <w:sz w:val="18"/>
                <w:lang w:eastAsia="lt-L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52B8E1" w14:textId="77777777" w:rsidR="0009158A" w:rsidRPr="00981120" w:rsidRDefault="0009158A" w:rsidP="00E40907">
            <w:pPr>
              <w:ind w:right="-1"/>
              <w:jc w:val="center"/>
              <w:rPr>
                <w:b/>
                <w:sz w:val="18"/>
                <w:lang w:eastAsia="lt-LT"/>
              </w:rPr>
            </w:pPr>
            <w:r w:rsidRPr="00981120">
              <w:rPr>
                <w:b/>
                <w:position w:val="6"/>
                <w:sz w:val="18"/>
                <w:lang w:eastAsia="lt-LT"/>
              </w:rPr>
              <w:t>(Vardas ir pavardė)</w:t>
            </w:r>
            <w:r w:rsidRPr="00981120">
              <w:rPr>
                <w:b/>
                <w:i/>
                <w:sz w:val="18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598B508D" w14:textId="77777777" w:rsidR="0009158A" w:rsidRPr="00981120" w:rsidRDefault="0009158A" w:rsidP="00E40907">
            <w:pPr>
              <w:ind w:right="-1"/>
              <w:jc w:val="center"/>
              <w:rPr>
                <w:b/>
                <w:sz w:val="18"/>
                <w:lang w:eastAsia="lt-LT"/>
              </w:rPr>
            </w:pPr>
          </w:p>
        </w:tc>
      </w:tr>
      <w:bookmarkEnd w:id="1"/>
    </w:tbl>
    <w:p w14:paraId="27CD47C5" w14:textId="35F7D309" w:rsidR="0009158A" w:rsidRPr="00981120" w:rsidRDefault="0009158A" w:rsidP="0009158A">
      <w:pPr>
        <w:rPr>
          <w:i/>
          <w:sz w:val="18"/>
        </w:rPr>
      </w:pPr>
    </w:p>
    <w:sectPr w:rsidR="0009158A" w:rsidRPr="00981120" w:rsidSect="003F0C4F">
      <w:pgSz w:w="11906" w:h="16838" w:code="9"/>
      <w:pgMar w:top="2835" w:right="1588" w:bottom="1134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7418C" w14:textId="77777777" w:rsidR="00215974" w:rsidRDefault="00215974">
      <w:pPr>
        <w:spacing w:line="240" w:lineRule="auto"/>
      </w:pPr>
      <w:r>
        <w:separator/>
      </w:r>
    </w:p>
  </w:endnote>
  <w:endnote w:type="continuationSeparator" w:id="0">
    <w:p w14:paraId="72190291" w14:textId="77777777" w:rsidR="00215974" w:rsidRDefault="00215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ADE63" w14:textId="77777777" w:rsidR="003F0C4F" w:rsidRDefault="003F0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78A28" w14:textId="77777777" w:rsidR="003F0C4F" w:rsidRDefault="003F0C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horzAnchor="margin" w:tblpY="4682"/>
      <w:tblW w:w="0" w:type="auto"/>
      <w:tblLook w:val="01E0" w:firstRow="1" w:lastRow="1" w:firstColumn="1" w:lastColumn="1" w:noHBand="0" w:noVBand="0"/>
    </w:tblPr>
    <w:tblGrid>
      <w:gridCol w:w="2827"/>
      <w:gridCol w:w="2926"/>
      <w:gridCol w:w="3147"/>
    </w:tblGrid>
    <w:tr w:rsidR="000A22A3" w:rsidRPr="008D2571" w14:paraId="660AD4A2" w14:textId="77777777" w:rsidTr="00B61CCC">
      <w:tc>
        <w:tcPr>
          <w:tcW w:w="2906" w:type="dxa"/>
        </w:tcPr>
        <w:p w14:paraId="34D72F2C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Fresenius Kabi Baltics UAB</w:t>
          </w:r>
          <w:r w:rsidRPr="008D2571">
            <w:rPr>
              <w:rFonts w:cs="Arial"/>
              <w:color w:val="808080"/>
              <w:sz w:val="14"/>
              <w:szCs w:val="14"/>
            </w:rPr>
            <w:br/>
            <w:t>J. Basanavičiaus st. 26</w:t>
          </w:r>
        </w:p>
        <w:p w14:paraId="3E397C22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03244, Vilnius</w:t>
          </w:r>
        </w:p>
        <w:p w14:paraId="3E5BF354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Lithuania</w:t>
          </w:r>
        </w:p>
        <w:p w14:paraId="6892A239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</w:p>
      </w:tc>
      <w:tc>
        <w:tcPr>
          <w:tcW w:w="2980" w:type="dxa"/>
          <w:hideMark/>
        </w:tcPr>
        <w:p w14:paraId="5C665433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Phone +370 52609169</w:t>
          </w:r>
          <w:r w:rsidRPr="008D2571">
            <w:rPr>
              <w:rFonts w:cs="Arial"/>
              <w:color w:val="808080"/>
              <w:sz w:val="14"/>
              <w:szCs w:val="14"/>
            </w:rPr>
            <w:br/>
            <w:t>Fax +370 52608696</w:t>
          </w:r>
        </w:p>
        <w:p w14:paraId="5CB90D28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E-Mail info.baltics@fresenius-kabi.com</w:t>
          </w:r>
          <w:r w:rsidRPr="008D2571">
            <w:rPr>
              <w:rFonts w:cs="Arial"/>
              <w:color w:val="808080"/>
              <w:sz w:val="14"/>
              <w:szCs w:val="14"/>
            </w:rPr>
            <w:br/>
          </w:r>
        </w:p>
      </w:tc>
      <w:tc>
        <w:tcPr>
          <w:tcW w:w="3230" w:type="dxa"/>
          <w:hideMark/>
        </w:tcPr>
        <w:p w14:paraId="423A8F33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>VAT code</w:t>
          </w:r>
          <w:r w:rsidRPr="008D2571">
            <w:rPr>
              <w:rFonts w:eastAsia="Calibri" w:cs="Arial"/>
              <w:bCs/>
              <w:color w:val="000000"/>
              <w:sz w:val="14"/>
              <w:szCs w:val="14"/>
            </w:rPr>
            <w:t xml:space="preserve"> </w:t>
          </w:r>
          <w:r w:rsidRPr="008D2571">
            <w:rPr>
              <w:rFonts w:eastAsia="Calibri" w:cs="Arial"/>
              <w:bCs/>
              <w:color w:val="808080"/>
              <w:sz w:val="14"/>
              <w:szCs w:val="14"/>
            </w:rPr>
            <w:t>LT100007642217</w:t>
          </w:r>
        </w:p>
        <w:p w14:paraId="5B945EEF" w14:textId="77777777" w:rsidR="000A22A3" w:rsidRPr="008D2571" w:rsidRDefault="000A22A3" w:rsidP="000A22A3">
          <w:pPr>
            <w:rPr>
              <w:rFonts w:cs="Arial"/>
              <w:color w:val="808080"/>
              <w:sz w:val="14"/>
              <w:szCs w:val="14"/>
            </w:rPr>
          </w:pPr>
          <w:r w:rsidRPr="008D2571">
            <w:rPr>
              <w:rFonts w:cs="Arial"/>
              <w:color w:val="808080"/>
              <w:sz w:val="14"/>
              <w:szCs w:val="14"/>
            </w:rPr>
            <w:t xml:space="preserve">Company code </w:t>
          </w:r>
          <w:r w:rsidRPr="008D2571">
            <w:rPr>
              <w:rFonts w:eastAsia="Calibri" w:cs="Arial"/>
              <w:bCs/>
              <w:color w:val="808080"/>
              <w:sz w:val="14"/>
              <w:szCs w:val="14"/>
            </w:rPr>
            <w:t>302992398</w:t>
          </w:r>
          <w:r w:rsidRPr="008D2571">
            <w:rPr>
              <w:rFonts w:cs="Arial"/>
              <w:color w:val="808080"/>
              <w:sz w:val="14"/>
              <w:szCs w:val="14"/>
            </w:rPr>
            <w:br/>
          </w:r>
          <w:r w:rsidRPr="00B44DAA">
            <w:rPr>
              <w:rFonts w:eastAsia="Calibri" w:cs="Arial"/>
              <w:color w:val="808080"/>
              <w:sz w:val="14"/>
              <w:szCs w:val="14"/>
            </w:rPr>
            <w:t xml:space="preserve">Danske Bank A/S Finland Branch </w:t>
          </w:r>
          <w:r w:rsidRPr="008D2571">
            <w:rPr>
              <w:rFonts w:cs="Arial"/>
              <w:color w:val="808080"/>
              <w:sz w:val="14"/>
              <w:szCs w:val="14"/>
            </w:rPr>
            <w:br/>
            <w:t xml:space="preserve">Account </w:t>
          </w:r>
          <w:r>
            <w:t xml:space="preserve"> </w:t>
          </w:r>
          <w:r w:rsidRPr="00B44DAA">
            <w:rPr>
              <w:rFonts w:cs="Arial"/>
              <w:color w:val="808080"/>
              <w:sz w:val="14"/>
              <w:szCs w:val="14"/>
            </w:rPr>
            <w:t>FI47 8421 0710 0114 32</w:t>
          </w:r>
        </w:p>
      </w:tc>
    </w:tr>
  </w:tbl>
  <w:p w14:paraId="1A38D19B" w14:textId="77777777" w:rsidR="009A0A3F" w:rsidRDefault="009A0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7378E" w14:textId="77777777" w:rsidR="00215974" w:rsidRDefault="00215974">
      <w:pPr>
        <w:spacing w:line="240" w:lineRule="auto"/>
      </w:pPr>
      <w:r>
        <w:separator/>
      </w:r>
    </w:p>
  </w:footnote>
  <w:footnote w:type="continuationSeparator" w:id="0">
    <w:p w14:paraId="65F442EC" w14:textId="77777777" w:rsidR="00215974" w:rsidRDefault="002159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1E937" w14:textId="77777777" w:rsidR="003F0C4F" w:rsidRDefault="003F0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27D36" w14:textId="7CD77F98" w:rsidR="0074036D" w:rsidRPr="00760280" w:rsidRDefault="0074036D" w:rsidP="002433F1">
    <w:pPr>
      <w:pStyle w:val="Header"/>
      <w:spacing w:before="600" w:after="40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C63608">
      <w:rPr>
        <w:noProof/>
      </w:rPr>
      <w:t>2</w:t>
    </w:r>
    <w:r>
      <w:fldChar w:fldCharType="end"/>
    </w:r>
    <w:r>
      <w:t>/</w:t>
    </w:r>
    <w:r w:rsidR="000A0079">
      <w:rPr>
        <w:noProof/>
      </w:rPr>
      <w:fldChar w:fldCharType="begin"/>
    </w:r>
    <w:r w:rsidR="000A0079">
      <w:rPr>
        <w:noProof/>
      </w:rPr>
      <w:instrText xml:space="preserve"> NUMPAGES   \* MERGEFORMAT </w:instrText>
    </w:r>
    <w:r w:rsidR="000A0079">
      <w:rPr>
        <w:noProof/>
      </w:rPr>
      <w:fldChar w:fldCharType="separate"/>
    </w:r>
    <w:r w:rsidR="00C63608">
      <w:rPr>
        <w:noProof/>
      </w:rPr>
      <w:t>4</w:t>
    </w:r>
    <w:r w:rsidR="000A0079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C2E5F" w14:textId="77777777" w:rsidR="0074036D" w:rsidRDefault="00C87DCB">
    <w:pPr>
      <w:pStyle w:val="Header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C028D6B" wp14:editId="18F8168B">
              <wp:simplePos x="0" y="0"/>
              <wp:positionH relativeFrom="page">
                <wp:posOffset>330835</wp:posOffset>
              </wp:positionH>
              <wp:positionV relativeFrom="page">
                <wp:posOffset>551180</wp:posOffset>
              </wp:positionV>
              <wp:extent cx="1551305" cy="676275"/>
              <wp:effectExtent l="0" t="0" r="0" b="9525"/>
              <wp:wrapNone/>
              <wp:docPr id="15" name="Gruppieren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51305" cy="676275"/>
                        <a:chOff x="0" y="0"/>
                        <a:chExt cx="5754370" cy="2508885"/>
                      </a:xfrm>
                    </wpg:grpSpPr>
                    <wps:wsp>
                      <wps:cNvPr id="9" name="Freeform 5"/>
                      <wps:cNvSpPr>
                        <a:spLocks/>
                      </wps:cNvSpPr>
                      <wps:spPr bwMode="auto">
                        <a:xfrm>
                          <a:off x="428625" y="0"/>
                          <a:ext cx="641350" cy="1536065"/>
                        </a:xfrm>
                        <a:custGeom>
                          <a:avLst/>
                          <a:gdLst>
                            <a:gd name="T0" fmla="*/ 2021 w 2021"/>
                            <a:gd name="T1" fmla="*/ 3065 h 4837"/>
                            <a:gd name="T2" fmla="*/ 2013 w 2021"/>
                            <a:gd name="T3" fmla="*/ 2883 h 4837"/>
                            <a:gd name="T4" fmla="*/ 1991 w 2021"/>
                            <a:gd name="T5" fmla="*/ 2726 h 4837"/>
                            <a:gd name="T6" fmla="*/ 1956 w 2021"/>
                            <a:gd name="T7" fmla="*/ 2589 h 4837"/>
                            <a:gd name="T8" fmla="*/ 1909 w 2021"/>
                            <a:gd name="T9" fmla="*/ 2472 h 4837"/>
                            <a:gd name="T10" fmla="*/ 1852 w 2021"/>
                            <a:gd name="T11" fmla="*/ 2371 h 4837"/>
                            <a:gd name="T12" fmla="*/ 1787 w 2021"/>
                            <a:gd name="T13" fmla="*/ 2286 h 4837"/>
                            <a:gd name="T14" fmla="*/ 1714 w 2021"/>
                            <a:gd name="T15" fmla="*/ 2211 h 4837"/>
                            <a:gd name="T16" fmla="*/ 1636 w 2021"/>
                            <a:gd name="T17" fmla="*/ 2149 h 4837"/>
                            <a:gd name="T18" fmla="*/ 1555 w 2021"/>
                            <a:gd name="T19" fmla="*/ 2095 h 4837"/>
                            <a:gd name="T20" fmla="*/ 1413 w 2021"/>
                            <a:gd name="T21" fmla="*/ 2017 h 4837"/>
                            <a:gd name="T22" fmla="*/ 1191 w 2021"/>
                            <a:gd name="T23" fmla="*/ 1903 h 4837"/>
                            <a:gd name="T24" fmla="*/ 1089 w 2021"/>
                            <a:gd name="T25" fmla="*/ 1842 h 4837"/>
                            <a:gd name="T26" fmla="*/ 1018 w 2021"/>
                            <a:gd name="T27" fmla="*/ 1789 h 4837"/>
                            <a:gd name="T28" fmla="*/ 955 w 2021"/>
                            <a:gd name="T29" fmla="*/ 1729 h 4837"/>
                            <a:gd name="T30" fmla="*/ 902 w 2021"/>
                            <a:gd name="T31" fmla="*/ 1658 h 4837"/>
                            <a:gd name="T32" fmla="*/ 858 w 2021"/>
                            <a:gd name="T33" fmla="*/ 1575 h 4837"/>
                            <a:gd name="T34" fmla="*/ 828 w 2021"/>
                            <a:gd name="T35" fmla="*/ 1479 h 4837"/>
                            <a:gd name="T36" fmla="*/ 810 w 2021"/>
                            <a:gd name="T37" fmla="*/ 1367 h 4837"/>
                            <a:gd name="T38" fmla="*/ 806 w 2021"/>
                            <a:gd name="T39" fmla="*/ 1280 h 4837"/>
                            <a:gd name="T40" fmla="*/ 815 w 2021"/>
                            <a:gd name="T41" fmla="*/ 1162 h 4837"/>
                            <a:gd name="T42" fmla="*/ 850 w 2021"/>
                            <a:gd name="T43" fmla="*/ 923 h 4837"/>
                            <a:gd name="T44" fmla="*/ 886 w 2021"/>
                            <a:gd name="T45" fmla="*/ 677 h 4837"/>
                            <a:gd name="T46" fmla="*/ 894 w 2021"/>
                            <a:gd name="T47" fmla="*/ 550 h 4837"/>
                            <a:gd name="T48" fmla="*/ 891 w 2021"/>
                            <a:gd name="T49" fmla="*/ 479 h 4837"/>
                            <a:gd name="T50" fmla="*/ 882 w 2021"/>
                            <a:gd name="T51" fmla="*/ 384 h 4837"/>
                            <a:gd name="T52" fmla="*/ 866 w 2021"/>
                            <a:gd name="T53" fmla="*/ 300 h 4837"/>
                            <a:gd name="T54" fmla="*/ 844 w 2021"/>
                            <a:gd name="T55" fmla="*/ 227 h 4837"/>
                            <a:gd name="T56" fmla="*/ 804 w 2021"/>
                            <a:gd name="T57" fmla="*/ 129 h 4837"/>
                            <a:gd name="T58" fmla="*/ 756 w 2021"/>
                            <a:gd name="T59" fmla="*/ 48 h 4837"/>
                            <a:gd name="T60" fmla="*/ 723 w 2021"/>
                            <a:gd name="T61" fmla="*/ 7 h 4837"/>
                            <a:gd name="T62" fmla="*/ 0 w 2021"/>
                            <a:gd name="T63" fmla="*/ 0 h 4837"/>
                            <a:gd name="T64" fmla="*/ 29 w 2021"/>
                            <a:gd name="T65" fmla="*/ 31 h 4837"/>
                            <a:gd name="T66" fmla="*/ 74 w 2021"/>
                            <a:gd name="T67" fmla="*/ 98 h 4837"/>
                            <a:gd name="T68" fmla="*/ 123 w 2021"/>
                            <a:gd name="T69" fmla="*/ 204 h 4837"/>
                            <a:gd name="T70" fmla="*/ 146 w 2021"/>
                            <a:gd name="T71" fmla="*/ 274 h 4837"/>
                            <a:gd name="T72" fmla="*/ 163 w 2021"/>
                            <a:gd name="T73" fmla="*/ 354 h 4837"/>
                            <a:gd name="T74" fmla="*/ 175 w 2021"/>
                            <a:gd name="T75" fmla="*/ 446 h 4837"/>
                            <a:gd name="T76" fmla="*/ 180 w 2021"/>
                            <a:gd name="T77" fmla="*/ 550 h 4837"/>
                            <a:gd name="T78" fmla="*/ 176 w 2021"/>
                            <a:gd name="T79" fmla="*/ 633 h 4837"/>
                            <a:gd name="T80" fmla="*/ 153 w 2021"/>
                            <a:gd name="T81" fmla="*/ 821 h 4837"/>
                            <a:gd name="T82" fmla="*/ 106 w 2021"/>
                            <a:gd name="T83" fmla="*/ 1115 h 4837"/>
                            <a:gd name="T84" fmla="*/ 94 w 2021"/>
                            <a:gd name="T85" fmla="*/ 1244 h 4837"/>
                            <a:gd name="T86" fmla="*/ 94 w 2021"/>
                            <a:gd name="T87" fmla="*/ 1324 h 4837"/>
                            <a:gd name="T88" fmla="*/ 106 w 2021"/>
                            <a:gd name="T89" fmla="*/ 1444 h 4837"/>
                            <a:gd name="T90" fmla="*/ 133 w 2021"/>
                            <a:gd name="T91" fmla="*/ 1547 h 4837"/>
                            <a:gd name="T92" fmla="*/ 172 w 2021"/>
                            <a:gd name="T93" fmla="*/ 1634 h 4837"/>
                            <a:gd name="T94" fmla="*/ 222 w 2021"/>
                            <a:gd name="T95" fmla="*/ 1709 h 4837"/>
                            <a:gd name="T96" fmla="*/ 281 w 2021"/>
                            <a:gd name="T97" fmla="*/ 1774 h 4837"/>
                            <a:gd name="T98" fmla="*/ 350 w 2021"/>
                            <a:gd name="T99" fmla="*/ 1829 h 4837"/>
                            <a:gd name="T100" fmla="*/ 424 w 2021"/>
                            <a:gd name="T101" fmla="*/ 1879 h 4837"/>
                            <a:gd name="T102" fmla="*/ 586 w 2021"/>
                            <a:gd name="T103" fmla="*/ 1966 h 4837"/>
                            <a:gd name="T104" fmla="*/ 811 w 2021"/>
                            <a:gd name="T105" fmla="*/ 2085 h 4837"/>
                            <a:gd name="T106" fmla="*/ 895 w 2021"/>
                            <a:gd name="T107" fmla="*/ 2137 h 4837"/>
                            <a:gd name="T108" fmla="*/ 974 w 2021"/>
                            <a:gd name="T109" fmla="*/ 2196 h 4837"/>
                            <a:gd name="T110" fmla="*/ 1047 w 2021"/>
                            <a:gd name="T111" fmla="*/ 2266 h 4837"/>
                            <a:gd name="T112" fmla="*/ 1116 w 2021"/>
                            <a:gd name="T113" fmla="*/ 2347 h 4837"/>
                            <a:gd name="T114" fmla="*/ 1175 w 2021"/>
                            <a:gd name="T115" fmla="*/ 2442 h 4837"/>
                            <a:gd name="T116" fmla="*/ 1225 w 2021"/>
                            <a:gd name="T117" fmla="*/ 2553 h 4837"/>
                            <a:gd name="T118" fmla="*/ 1264 w 2021"/>
                            <a:gd name="T119" fmla="*/ 2682 h 4837"/>
                            <a:gd name="T120" fmla="*/ 1292 w 2021"/>
                            <a:gd name="T121" fmla="*/ 2831 h 4837"/>
                            <a:gd name="T122" fmla="*/ 1304 w 2021"/>
                            <a:gd name="T123" fmla="*/ 3002 h 4837"/>
                            <a:gd name="T124" fmla="*/ 2021 w 2021"/>
                            <a:gd name="T125" fmla="*/ 4837 h 4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21" h="4837">
                              <a:moveTo>
                                <a:pt x="2021" y="4837"/>
                              </a:moveTo>
                              <a:lnTo>
                                <a:pt x="2021" y="3065"/>
                              </a:lnTo>
                              <a:lnTo>
                                <a:pt x="2021" y="3065"/>
                              </a:lnTo>
                              <a:lnTo>
                                <a:pt x="2020" y="3001"/>
                              </a:lnTo>
                              <a:lnTo>
                                <a:pt x="2017" y="2941"/>
                              </a:lnTo>
                              <a:lnTo>
                                <a:pt x="2013" y="2883"/>
                              </a:lnTo>
                              <a:lnTo>
                                <a:pt x="2007" y="2829"/>
                              </a:lnTo>
                              <a:lnTo>
                                <a:pt x="2000" y="2776"/>
                              </a:lnTo>
                              <a:lnTo>
                                <a:pt x="1991" y="2726"/>
                              </a:lnTo>
                              <a:lnTo>
                                <a:pt x="1981" y="2679"/>
                              </a:lnTo>
                              <a:lnTo>
                                <a:pt x="1969" y="2633"/>
                              </a:lnTo>
                              <a:lnTo>
                                <a:pt x="1956" y="2589"/>
                              </a:lnTo>
                              <a:lnTo>
                                <a:pt x="1942" y="2548"/>
                              </a:lnTo>
                              <a:lnTo>
                                <a:pt x="1925" y="2509"/>
                              </a:lnTo>
                              <a:lnTo>
                                <a:pt x="1909" y="2472"/>
                              </a:lnTo>
                              <a:lnTo>
                                <a:pt x="1891" y="2437"/>
                              </a:lnTo>
                              <a:lnTo>
                                <a:pt x="1872" y="2403"/>
                              </a:lnTo>
                              <a:lnTo>
                                <a:pt x="1852" y="2371"/>
                              </a:lnTo>
                              <a:lnTo>
                                <a:pt x="1831" y="2341"/>
                              </a:lnTo>
                              <a:lnTo>
                                <a:pt x="1810" y="2313"/>
                              </a:lnTo>
                              <a:lnTo>
                                <a:pt x="1787" y="2286"/>
                              </a:lnTo>
                              <a:lnTo>
                                <a:pt x="1764" y="2260"/>
                              </a:lnTo>
                              <a:lnTo>
                                <a:pt x="1739" y="2235"/>
                              </a:lnTo>
                              <a:lnTo>
                                <a:pt x="1714" y="2211"/>
                              </a:lnTo>
                              <a:lnTo>
                                <a:pt x="1689" y="2190"/>
                              </a:lnTo>
                              <a:lnTo>
                                <a:pt x="1663" y="2169"/>
                              </a:lnTo>
                              <a:lnTo>
                                <a:pt x="1636" y="2149"/>
                              </a:lnTo>
                              <a:lnTo>
                                <a:pt x="1610" y="2130"/>
                              </a:lnTo>
                              <a:lnTo>
                                <a:pt x="1582" y="2112"/>
                              </a:lnTo>
                              <a:lnTo>
                                <a:pt x="1555" y="2095"/>
                              </a:lnTo>
                              <a:lnTo>
                                <a:pt x="1526" y="2078"/>
                              </a:lnTo>
                              <a:lnTo>
                                <a:pt x="1471" y="2046"/>
                              </a:lnTo>
                              <a:lnTo>
                                <a:pt x="1413" y="2017"/>
                              </a:lnTo>
                              <a:lnTo>
                                <a:pt x="1300" y="1960"/>
                              </a:lnTo>
                              <a:lnTo>
                                <a:pt x="1244" y="1932"/>
                              </a:lnTo>
                              <a:lnTo>
                                <a:pt x="1191" y="1903"/>
                              </a:lnTo>
                              <a:lnTo>
                                <a:pt x="1138" y="1874"/>
                              </a:lnTo>
                              <a:lnTo>
                                <a:pt x="1113" y="1859"/>
                              </a:lnTo>
                              <a:lnTo>
                                <a:pt x="1089" y="1842"/>
                              </a:lnTo>
                              <a:lnTo>
                                <a:pt x="1064" y="1826"/>
                              </a:lnTo>
                              <a:lnTo>
                                <a:pt x="1040" y="1808"/>
                              </a:lnTo>
                              <a:lnTo>
                                <a:pt x="1018" y="1789"/>
                              </a:lnTo>
                              <a:lnTo>
                                <a:pt x="996" y="1770"/>
                              </a:lnTo>
                              <a:lnTo>
                                <a:pt x="975" y="1750"/>
                              </a:lnTo>
                              <a:lnTo>
                                <a:pt x="955" y="1729"/>
                              </a:lnTo>
                              <a:lnTo>
                                <a:pt x="936" y="1706"/>
                              </a:lnTo>
                              <a:lnTo>
                                <a:pt x="919" y="1683"/>
                              </a:lnTo>
                              <a:lnTo>
                                <a:pt x="902" y="1658"/>
                              </a:lnTo>
                              <a:lnTo>
                                <a:pt x="886" y="1632"/>
                              </a:lnTo>
                              <a:lnTo>
                                <a:pt x="871" y="1605"/>
                              </a:lnTo>
                              <a:lnTo>
                                <a:pt x="858" y="1575"/>
                              </a:lnTo>
                              <a:lnTo>
                                <a:pt x="847" y="1545"/>
                              </a:lnTo>
                              <a:lnTo>
                                <a:pt x="836" y="1513"/>
                              </a:lnTo>
                              <a:lnTo>
                                <a:pt x="828" y="1479"/>
                              </a:lnTo>
                              <a:lnTo>
                                <a:pt x="819" y="1443"/>
                              </a:lnTo>
                              <a:lnTo>
                                <a:pt x="814" y="1405"/>
                              </a:lnTo>
                              <a:lnTo>
                                <a:pt x="810" y="1367"/>
                              </a:lnTo>
                              <a:lnTo>
                                <a:pt x="808" y="1324"/>
                              </a:lnTo>
                              <a:lnTo>
                                <a:pt x="806" y="1280"/>
                              </a:lnTo>
                              <a:lnTo>
                                <a:pt x="806" y="1280"/>
                              </a:lnTo>
                              <a:lnTo>
                                <a:pt x="808" y="1245"/>
                              </a:lnTo>
                              <a:lnTo>
                                <a:pt x="810" y="1205"/>
                              </a:lnTo>
                              <a:lnTo>
                                <a:pt x="815" y="1162"/>
                              </a:lnTo>
                              <a:lnTo>
                                <a:pt x="819" y="1118"/>
                              </a:lnTo>
                              <a:lnTo>
                                <a:pt x="834" y="1023"/>
                              </a:lnTo>
                              <a:lnTo>
                                <a:pt x="850" y="923"/>
                              </a:lnTo>
                              <a:lnTo>
                                <a:pt x="866" y="823"/>
                              </a:lnTo>
                              <a:lnTo>
                                <a:pt x="880" y="725"/>
                              </a:lnTo>
                              <a:lnTo>
                                <a:pt x="886" y="677"/>
                              </a:lnTo>
                              <a:lnTo>
                                <a:pt x="890" y="633"/>
                              </a:lnTo>
                              <a:lnTo>
                                <a:pt x="893" y="590"/>
                              </a:lnTo>
                              <a:lnTo>
                                <a:pt x="894" y="550"/>
                              </a:lnTo>
                              <a:lnTo>
                                <a:pt x="894" y="550"/>
                              </a:lnTo>
                              <a:lnTo>
                                <a:pt x="893" y="513"/>
                              </a:lnTo>
                              <a:lnTo>
                                <a:pt x="891" y="479"/>
                              </a:lnTo>
                              <a:lnTo>
                                <a:pt x="889" y="446"/>
                              </a:lnTo>
                              <a:lnTo>
                                <a:pt x="886" y="414"/>
                              </a:lnTo>
                              <a:lnTo>
                                <a:pt x="882" y="384"/>
                              </a:lnTo>
                              <a:lnTo>
                                <a:pt x="877" y="354"/>
                              </a:lnTo>
                              <a:lnTo>
                                <a:pt x="871" y="326"/>
                              </a:lnTo>
                              <a:lnTo>
                                <a:pt x="866" y="300"/>
                              </a:lnTo>
                              <a:lnTo>
                                <a:pt x="860" y="274"/>
                              </a:lnTo>
                              <a:lnTo>
                                <a:pt x="853" y="249"/>
                              </a:lnTo>
                              <a:lnTo>
                                <a:pt x="844" y="227"/>
                              </a:lnTo>
                              <a:lnTo>
                                <a:pt x="837" y="204"/>
                              </a:lnTo>
                              <a:lnTo>
                                <a:pt x="821" y="164"/>
                              </a:lnTo>
                              <a:lnTo>
                                <a:pt x="804" y="129"/>
                              </a:lnTo>
                              <a:lnTo>
                                <a:pt x="788" y="98"/>
                              </a:lnTo>
                              <a:lnTo>
                                <a:pt x="771" y="71"/>
                              </a:lnTo>
                              <a:lnTo>
                                <a:pt x="756" y="48"/>
                              </a:lnTo>
                              <a:lnTo>
                                <a:pt x="743" y="31"/>
                              </a:lnTo>
                              <a:lnTo>
                                <a:pt x="731" y="18"/>
                              </a:lnTo>
                              <a:lnTo>
                                <a:pt x="723" y="7"/>
                              </a:lnTo>
                              <a:lnTo>
                                <a:pt x="714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9" y="7"/>
                              </a:lnTo>
                              <a:lnTo>
                                <a:pt x="17" y="18"/>
                              </a:lnTo>
                              <a:lnTo>
                                <a:pt x="29" y="31"/>
                              </a:lnTo>
                              <a:lnTo>
                                <a:pt x="42" y="48"/>
                              </a:lnTo>
                              <a:lnTo>
                                <a:pt x="57" y="71"/>
                              </a:lnTo>
                              <a:lnTo>
                                <a:pt x="74" y="98"/>
                              </a:lnTo>
                              <a:lnTo>
                                <a:pt x="90" y="129"/>
                              </a:lnTo>
                              <a:lnTo>
                                <a:pt x="107" y="164"/>
                              </a:lnTo>
                              <a:lnTo>
                                <a:pt x="123" y="204"/>
                              </a:lnTo>
                              <a:lnTo>
                                <a:pt x="131" y="227"/>
                              </a:lnTo>
                              <a:lnTo>
                                <a:pt x="139" y="249"/>
                              </a:lnTo>
                              <a:lnTo>
                                <a:pt x="146" y="274"/>
                              </a:lnTo>
                              <a:lnTo>
                                <a:pt x="152" y="300"/>
                              </a:lnTo>
                              <a:lnTo>
                                <a:pt x="157" y="326"/>
                              </a:lnTo>
                              <a:lnTo>
                                <a:pt x="163" y="354"/>
                              </a:lnTo>
                              <a:lnTo>
                                <a:pt x="168" y="384"/>
                              </a:lnTo>
                              <a:lnTo>
                                <a:pt x="172" y="414"/>
                              </a:lnTo>
                              <a:lnTo>
                                <a:pt x="175" y="446"/>
                              </a:lnTo>
                              <a:lnTo>
                                <a:pt x="178" y="479"/>
                              </a:lnTo>
                              <a:lnTo>
                                <a:pt x="180" y="513"/>
                              </a:lnTo>
                              <a:lnTo>
                                <a:pt x="180" y="550"/>
                              </a:lnTo>
                              <a:lnTo>
                                <a:pt x="180" y="550"/>
                              </a:lnTo>
                              <a:lnTo>
                                <a:pt x="179" y="590"/>
                              </a:lnTo>
                              <a:lnTo>
                                <a:pt x="176" y="633"/>
                              </a:lnTo>
                              <a:lnTo>
                                <a:pt x="172" y="677"/>
                              </a:lnTo>
                              <a:lnTo>
                                <a:pt x="166" y="723"/>
                              </a:lnTo>
                              <a:lnTo>
                                <a:pt x="153" y="821"/>
                              </a:lnTo>
                              <a:lnTo>
                                <a:pt x="136" y="920"/>
                              </a:lnTo>
                              <a:lnTo>
                                <a:pt x="120" y="1020"/>
                              </a:lnTo>
                              <a:lnTo>
                                <a:pt x="106" y="1115"/>
                              </a:lnTo>
                              <a:lnTo>
                                <a:pt x="101" y="1160"/>
                              </a:lnTo>
                              <a:lnTo>
                                <a:pt x="96" y="1204"/>
                              </a:lnTo>
                              <a:lnTo>
                                <a:pt x="94" y="1244"/>
                              </a:lnTo>
                              <a:lnTo>
                                <a:pt x="93" y="1280"/>
                              </a:lnTo>
                              <a:lnTo>
                                <a:pt x="93" y="1280"/>
                              </a:lnTo>
                              <a:lnTo>
                                <a:pt x="94" y="1324"/>
                              </a:lnTo>
                              <a:lnTo>
                                <a:pt x="96" y="1367"/>
                              </a:lnTo>
                              <a:lnTo>
                                <a:pt x="100" y="1407"/>
                              </a:lnTo>
                              <a:lnTo>
                                <a:pt x="106" y="1444"/>
                              </a:lnTo>
                              <a:lnTo>
                                <a:pt x="114" y="1480"/>
                              </a:lnTo>
                              <a:lnTo>
                                <a:pt x="122" y="1514"/>
                              </a:lnTo>
                              <a:lnTo>
                                <a:pt x="133" y="1547"/>
                              </a:lnTo>
                              <a:lnTo>
                                <a:pt x="144" y="1578"/>
                              </a:lnTo>
                              <a:lnTo>
                                <a:pt x="157" y="1606"/>
                              </a:lnTo>
                              <a:lnTo>
                                <a:pt x="172" y="1634"/>
                              </a:lnTo>
                              <a:lnTo>
                                <a:pt x="188" y="1660"/>
                              </a:lnTo>
                              <a:lnTo>
                                <a:pt x="205" y="1685"/>
                              </a:lnTo>
                              <a:lnTo>
                                <a:pt x="222" y="1709"/>
                              </a:lnTo>
                              <a:lnTo>
                                <a:pt x="241" y="1732"/>
                              </a:lnTo>
                              <a:lnTo>
                                <a:pt x="261" y="1754"/>
                              </a:lnTo>
                              <a:lnTo>
                                <a:pt x="281" y="1774"/>
                              </a:lnTo>
                              <a:lnTo>
                                <a:pt x="304" y="1793"/>
                              </a:lnTo>
                              <a:lnTo>
                                <a:pt x="326" y="1811"/>
                              </a:lnTo>
                              <a:lnTo>
                                <a:pt x="350" y="1829"/>
                              </a:lnTo>
                              <a:lnTo>
                                <a:pt x="373" y="1847"/>
                              </a:lnTo>
                              <a:lnTo>
                                <a:pt x="398" y="1863"/>
                              </a:lnTo>
                              <a:lnTo>
                                <a:pt x="424" y="1879"/>
                              </a:lnTo>
                              <a:lnTo>
                                <a:pt x="476" y="1909"/>
                              </a:lnTo>
                              <a:lnTo>
                                <a:pt x="530" y="1938"/>
                              </a:lnTo>
                              <a:lnTo>
                                <a:pt x="586" y="1966"/>
                              </a:lnTo>
                              <a:lnTo>
                                <a:pt x="699" y="2023"/>
                              </a:lnTo>
                              <a:lnTo>
                                <a:pt x="756" y="2053"/>
                              </a:lnTo>
                              <a:lnTo>
                                <a:pt x="811" y="2085"/>
                              </a:lnTo>
                              <a:lnTo>
                                <a:pt x="840" y="2102"/>
                              </a:lnTo>
                              <a:lnTo>
                                <a:pt x="867" y="2118"/>
                              </a:lnTo>
                              <a:lnTo>
                                <a:pt x="895" y="2137"/>
                              </a:lnTo>
                              <a:lnTo>
                                <a:pt x="921" y="2156"/>
                              </a:lnTo>
                              <a:lnTo>
                                <a:pt x="948" y="2176"/>
                              </a:lnTo>
                              <a:lnTo>
                                <a:pt x="974" y="2196"/>
                              </a:lnTo>
                              <a:lnTo>
                                <a:pt x="999" y="2219"/>
                              </a:lnTo>
                              <a:lnTo>
                                <a:pt x="1024" y="2242"/>
                              </a:lnTo>
                              <a:lnTo>
                                <a:pt x="1047" y="2266"/>
                              </a:lnTo>
                              <a:lnTo>
                                <a:pt x="1071" y="2292"/>
                              </a:lnTo>
                              <a:lnTo>
                                <a:pt x="1093" y="2319"/>
                              </a:lnTo>
                              <a:lnTo>
                                <a:pt x="1116" y="2347"/>
                              </a:lnTo>
                              <a:lnTo>
                                <a:pt x="1137" y="2377"/>
                              </a:lnTo>
                              <a:lnTo>
                                <a:pt x="1156" y="2409"/>
                              </a:lnTo>
                              <a:lnTo>
                                <a:pt x="1175" y="2442"/>
                              </a:lnTo>
                              <a:lnTo>
                                <a:pt x="1194" y="2477"/>
                              </a:lnTo>
                              <a:lnTo>
                                <a:pt x="1210" y="2514"/>
                              </a:lnTo>
                              <a:lnTo>
                                <a:pt x="1225" y="2553"/>
                              </a:lnTo>
                              <a:lnTo>
                                <a:pt x="1240" y="2594"/>
                              </a:lnTo>
                              <a:lnTo>
                                <a:pt x="1253" y="2636"/>
                              </a:lnTo>
                              <a:lnTo>
                                <a:pt x="1264" y="2682"/>
                              </a:lnTo>
                              <a:lnTo>
                                <a:pt x="1275" y="2730"/>
                              </a:lnTo>
                              <a:lnTo>
                                <a:pt x="1284" y="2779"/>
                              </a:lnTo>
                              <a:lnTo>
                                <a:pt x="1292" y="2831"/>
                              </a:lnTo>
                              <a:lnTo>
                                <a:pt x="1297" y="2885"/>
                              </a:lnTo>
                              <a:lnTo>
                                <a:pt x="1301" y="2942"/>
                              </a:lnTo>
                              <a:lnTo>
                                <a:pt x="1304" y="3002"/>
                              </a:lnTo>
                              <a:lnTo>
                                <a:pt x="1304" y="3065"/>
                              </a:lnTo>
                              <a:lnTo>
                                <a:pt x="1304" y="4837"/>
                              </a:lnTo>
                              <a:lnTo>
                                <a:pt x="2021" y="4837"/>
                              </a:lnTo>
                              <a:lnTo>
                                <a:pt x="2021" y="4837"/>
                              </a:lnTo>
                              <a:lnTo>
                                <a:pt x="2021" y="48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0" cy="1536065"/>
                        </a:xfrm>
                        <a:custGeom>
                          <a:avLst/>
                          <a:gdLst>
                            <a:gd name="T0" fmla="*/ 2020 w 2020"/>
                            <a:gd name="T1" fmla="*/ 3065 h 4837"/>
                            <a:gd name="T2" fmla="*/ 2012 w 2020"/>
                            <a:gd name="T3" fmla="*/ 2883 h 4837"/>
                            <a:gd name="T4" fmla="*/ 1990 w 2020"/>
                            <a:gd name="T5" fmla="*/ 2726 h 4837"/>
                            <a:gd name="T6" fmla="*/ 1955 w 2020"/>
                            <a:gd name="T7" fmla="*/ 2589 h 4837"/>
                            <a:gd name="T8" fmla="*/ 1908 w 2020"/>
                            <a:gd name="T9" fmla="*/ 2472 h 4837"/>
                            <a:gd name="T10" fmla="*/ 1852 w 2020"/>
                            <a:gd name="T11" fmla="*/ 2371 h 4837"/>
                            <a:gd name="T12" fmla="*/ 1785 w 2020"/>
                            <a:gd name="T13" fmla="*/ 2286 h 4837"/>
                            <a:gd name="T14" fmla="*/ 1714 w 2020"/>
                            <a:gd name="T15" fmla="*/ 2211 h 4837"/>
                            <a:gd name="T16" fmla="*/ 1636 w 2020"/>
                            <a:gd name="T17" fmla="*/ 2149 h 4837"/>
                            <a:gd name="T18" fmla="*/ 1554 w 2020"/>
                            <a:gd name="T19" fmla="*/ 2095 h 4837"/>
                            <a:gd name="T20" fmla="*/ 1413 w 2020"/>
                            <a:gd name="T21" fmla="*/ 2017 h 4837"/>
                            <a:gd name="T22" fmla="*/ 1190 w 2020"/>
                            <a:gd name="T23" fmla="*/ 1903 h 4837"/>
                            <a:gd name="T24" fmla="*/ 1087 w 2020"/>
                            <a:gd name="T25" fmla="*/ 1842 h 4837"/>
                            <a:gd name="T26" fmla="*/ 1017 w 2020"/>
                            <a:gd name="T27" fmla="*/ 1789 h 4837"/>
                            <a:gd name="T28" fmla="*/ 955 w 2020"/>
                            <a:gd name="T29" fmla="*/ 1729 h 4837"/>
                            <a:gd name="T30" fmla="*/ 900 w 2020"/>
                            <a:gd name="T31" fmla="*/ 1658 h 4837"/>
                            <a:gd name="T32" fmla="*/ 858 w 2020"/>
                            <a:gd name="T33" fmla="*/ 1575 h 4837"/>
                            <a:gd name="T34" fmla="*/ 826 w 2020"/>
                            <a:gd name="T35" fmla="*/ 1479 h 4837"/>
                            <a:gd name="T36" fmla="*/ 810 w 2020"/>
                            <a:gd name="T37" fmla="*/ 1367 h 4837"/>
                            <a:gd name="T38" fmla="*/ 806 w 2020"/>
                            <a:gd name="T39" fmla="*/ 1280 h 4837"/>
                            <a:gd name="T40" fmla="*/ 813 w 2020"/>
                            <a:gd name="T41" fmla="*/ 1162 h 4837"/>
                            <a:gd name="T42" fmla="*/ 850 w 2020"/>
                            <a:gd name="T43" fmla="*/ 923 h 4837"/>
                            <a:gd name="T44" fmla="*/ 885 w 2020"/>
                            <a:gd name="T45" fmla="*/ 677 h 4837"/>
                            <a:gd name="T46" fmla="*/ 893 w 2020"/>
                            <a:gd name="T47" fmla="*/ 550 h 4837"/>
                            <a:gd name="T48" fmla="*/ 891 w 2020"/>
                            <a:gd name="T49" fmla="*/ 479 h 4837"/>
                            <a:gd name="T50" fmla="*/ 882 w 2020"/>
                            <a:gd name="T51" fmla="*/ 384 h 4837"/>
                            <a:gd name="T52" fmla="*/ 865 w 2020"/>
                            <a:gd name="T53" fmla="*/ 300 h 4837"/>
                            <a:gd name="T54" fmla="*/ 844 w 2020"/>
                            <a:gd name="T55" fmla="*/ 227 h 4837"/>
                            <a:gd name="T56" fmla="*/ 804 w 2020"/>
                            <a:gd name="T57" fmla="*/ 129 h 4837"/>
                            <a:gd name="T58" fmla="*/ 755 w 2020"/>
                            <a:gd name="T59" fmla="*/ 48 h 4837"/>
                            <a:gd name="T60" fmla="*/ 721 w 2020"/>
                            <a:gd name="T61" fmla="*/ 7 h 4837"/>
                            <a:gd name="T62" fmla="*/ 0 w 2020"/>
                            <a:gd name="T63" fmla="*/ 0 h 4837"/>
                            <a:gd name="T64" fmla="*/ 28 w 2020"/>
                            <a:gd name="T65" fmla="*/ 31 h 4837"/>
                            <a:gd name="T66" fmla="*/ 73 w 2020"/>
                            <a:gd name="T67" fmla="*/ 98 h 4837"/>
                            <a:gd name="T68" fmla="*/ 123 w 2020"/>
                            <a:gd name="T69" fmla="*/ 204 h 4837"/>
                            <a:gd name="T70" fmla="*/ 144 w 2020"/>
                            <a:gd name="T71" fmla="*/ 274 h 4837"/>
                            <a:gd name="T72" fmla="*/ 163 w 2020"/>
                            <a:gd name="T73" fmla="*/ 354 h 4837"/>
                            <a:gd name="T74" fmla="*/ 175 w 2020"/>
                            <a:gd name="T75" fmla="*/ 446 h 4837"/>
                            <a:gd name="T76" fmla="*/ 179 w 2020"/>
                            <a:gd name="T77" fmla="*/ 550 h 4837"/>
                            <a:gd name="T78" fmla="*/ 176 w 2020"/>
                            <a:gd name="T79" fmla="*/ 633 h 4837"/>
                            <a:gd name="T80" fmla="*/ 151 w 2020"/>
                            <a:gd name="T81" fmla="*/ 821 h 4837"/>
                            <a:gd name="T82" fmla="*/ 105 w 2020"/>
                            <a:gd name="T83" fmla="*/ 1115 h 4837"/>
                            <a:gd name="T84" fmla="*/ 92 w 2020"/>
                            <a:gd name="T85" fmla="*/ 1244 h 4837"/>
                            <a:gd name="T86" fmla="*/ 92 w 2020"/>
                            <a:gd name="T87" fmla="*/ 1324 h 4837"/>
                            <a:gd name="T88" fmla="*/ 105 w 2020"/>
                            <a:gd name="T89" fmla="*/ 1444 h 4837"/>
                            <a:gd name="T90" fmla="*/ 132 w 2020"/>
                            <a:gd name="T91" fmla="*/ 1547 h 4837"/>
                            <a:gd name="T92" fmla="*/ 171 w 2020"/>
                            <a:gd name="T93" fmla="*/ 1634 h 4837"/>
                            <a:gd name="T94" fmla="*/ 222 w 2020"/>
                            <a:gd name="T95" fmla="*/ 1709 h 4837"/>
                            <a:gd name="T96" fmla="*/ 281 w 2020"/>
                            <a:gd name="T97" fmla="*/ 1774 h 4837"/>
                            <a:gd name="T98" fmla="*/ 349 w 2020"/>
                            <a:gd name="T99" fmla="*/ 1829 h 4837"/>
                            <a:gd name="T100" fmla="*/ 422 w 2020"/>
                            <a:gd name="T101" fmla="*/ 1879 h 4837"/>
                            <a:gd name="T102" fmla="*/ 585 w 2020"/>
                            <a:gd name="T103" fmla="*/ 1966 h 4837"/>
                            <a:gd name="T104" fmla="*/ 811 w 2020"/>
                            <a:gd name="T105" fmla="*/ 2085 h 4837"/>
                            <a:gd name="T106" fmla="*/ 893 w 2020"/>
                            <a:gd name="T107" fmla="*/ 2137 h 4837"/>
                            <a:gd name="T108" fmla="*/ 972 w 2020"/>
                            <a:gd name="T109" fmla="*/ 2196 h 4837"/>
                            <a:gd name="T110" fmla="*/ 1047 w 2020"/>
                            <a:gd name="T111" fmla="*/ 2266 h 4837"/>
                            <a:gd name="T112" fmla="*/ 1115 w 2020"/>
                            <a:gd name="T113" fmla="*/ 2347 h 4837"/>
                            <a:gd name="T114" fmla="*/ 1174 w 2020"/>
                            <a:gd name="T115" fmla="*/ 2442 h 4837"/>
                            <a:gd name="T116" fmla="*/ 1225 w 2020"/>
                            <a:gd name="T117" fmla="*/ 2553 h 4837"/>
                            <a:gd name="T118" fmla="*/ 1264 w 2020"/>
                            <a:gd name="T119" fmla="*/ 2682 h 4837"/>
                            <a:gd name="T120" fmla="*/ 1291 w 2020"/>
                            <a:gd name="T121" fmla="*/ 2831 h 4837"/>
                            <a:gd name="T122" fmla="*/ 1303 w 2020"/>
                            <a:gd name="T123" fmla="*/ 3002 h 4837"/>
                            <a:gd name="T124" fmla="*/ 2020 w 2020"/>
                            <a:gd name="T125" fmla="*/ 4837 h 4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20" h="4837">
                              <a:moveTo>
                                <a:pt x="2020" y="4837"/>
                              </a:moveTo>
                              <a:lnTo>
                                <a:pt x="2020" y="3065"/>
                              </a:lnTo>
                              <a:lnTo>
                                <a:pt x="2020" y="3065"/>
                              </a:lnTo>
                              <a:lnTo>
                                <a:pt x="2019" y="3001"/>
                              </a:lnTo>
                              <a:lnTo>
                                <a:pt x="2017" y="2941"/>
                              </a:lnTo>
                              <a:lnTo>
                                <a:pt x="2012" y="2883"/>
                              </a:lnTo>
                              <a:lnTo>
                                <a:pt x="2006" y="2829"/>
                              </a:lnTo>
                              <a:lnTo>
                                <a:pt x="1999" y="2776"/>
                              </a:lnTo>
                              <a:lnTo>
                                <a:pt x="1990" y="2726"/>
                              </a:lnTo>
                              <a:lnTo>
                                <a:pt x="1980" y="2679"/>
                              </a:lnTo>
                              <a:lnTo>
                                <a:pt x="1968" y="2633"/>
                              </a:lnTo>
                              <a:lnTo>
                                <a:pt x="1955" y="2589"/>
                              </a:lnTo>
                              <a:lnTo>
                                <a:pt x="1940" y="2548"/>
                              </a:lnTo>
                              <a:lnTo>
                                <a:pt x="1925" y="2509"/>
                              </a:lnTo>
                              <a:lnTo>
                                <a:pt x="1908" y="2472"/>
                              </a:lnTo>
                              <a:lnTo>
                                <a:pt x="1891" y="2437"/>
                              </a:lnTo>
                              <a:lnTo>
                                <a:pt x="1872" y="2403"/>
                              </a:lnTo>
                              <a:lnTo>
                                <a:pt x="1852" y="2371"/>
                              </a:lnTo>
                              <a:lnTo>
                                <a:pt x="1830" y="2341"/>
                              </a:lnTo>
                              <a:lnTo>
                                <a:pt x="1809" y="2313"/>
                              </a:lnTo>
                              <a:lnTo>
                                <a:pt x="1785" y="2286"/>
                              </a:lnTo>
                              <a:lnTo>
                                <a:pt x="1763" y="2260"/>
                              </a:lnTo>
                              <a:lnTo>
                                <a:pt x="1738" y="2235"/>
                              </a:lnTo>
                              <a:lnTo>
                                <a:pt x="1714" y="2211"/>
                              </a:lnTo>
                              <a:lnTo>
                                <a:pt x="1689" y="2190"/>
                              </a:lnTo>
                              <a:lnTo>
                                <a:pt x="1663" y="2169"/>
                              </a:lnTo>
                              <a:lnTo>
                                <a:pt x="1636" y="2149"/>
                              </a:lnTo>
                              <a:lnTo>
                                <a:pt x="1608" y="2130"/>
                              </a:lnTo>
                              <a:lnTo>
                                <a:pt x="1581" y="2112"/>
                              </a:lnTo>
                              <a:lnTo>
                                <a:pt x="1554" y="2095"/>
                              </a:lnTo>
                              <a:lnTo>
                                <a:pt x="1526" y="2078"/>
                              </a:lnTo>
                              <a:lnTo>
                                <a:pt x="1469" y="2046"/>
                              </a:lnTo>
                              <a:lnTo>
                                <a:pt x="1413" y="2017"/>
                              </a:lnTo>
                              <a:lnTo>
                                <a:pt x="1299" y="1960"/>
                              </a:lnTo>
                              <a:lnTo>
                                <a:pt x="1244" y="1932"/>
                              </a:lnTo>
                              <a:lnTo>
                                <a:pt x="1190" y="1903"/>
                              </a:lnTo>
                              <a:lnTo>
                                <a:pt x="1138" y="1874"/>
                              </a:lnTo>
                              <a:lnTo>
                                <a:pt x="1112" y="1859"/>
                              </a:lnTo>
                              <a:lnTo>
                                <a:pt x="1087" y="1842"/>
                              </a:lnTo>
                              <a:lnTo>
                                <a:pt x="1063" y="1826"/>
                              </a:lnTo>
                              <a:lnTo>
                                <a:pt x="1040" y="1808"/>
                              </a:lnTo>
                              <a:lnTo>
                                <a:pt x="1017" y="1789"/>
                              </a:lnTo>
                              <a:lnTo>
                                <a:pt x="995" y="1770"/>
                              </a:lnTo>
                              <a:lnTo>
                                <a:pt x="975" y="1750"/>
                              </a:lnTo>
                              <a:lnTo>
                                <a:pt x="955" y="1729"/>
                              </a:lnTo>
                              <a:lnTo>
                                <a:pt x="936" y="1706"/>
                              </a:lnTo>
                              <a:lnTo>
                                <a:pt x="918" y="1683"/>
                              </a:lnTo>
                              <a:lnTo>
                                <a:pt x="900" y="1658"/>
                              </a:lnTo>
                              <a:lnTo>
                                <a:pt x="885" y="1632"/>
                              </a:lnTo>
                              <a:lnTo>
                                <a:pt x="871" y="1605"/>
                              </a:lnTo>
                              <a:lnTo>
                                <a:pt x="858" y="1575"/>
                              </a:lnTo>
                              <a:lnTo>
                                <a:pt x="846" y="1545"/>
                              </a:lnTo>
                              <a:lnTo>
                                <a:pt x="836" y="1513"/>
                              </a:lnTo>
                              <a:lnTo>
                                <a:pt x="826" y="1479"/>
                              </a:lnTo>
                              <a:lnTo>
                                <a:pt x="819" y="1443"/>
                              </a:lnTo>
                              <a:lnTo>
                                <a:pt x="813" y="1405"/>
                              </a:lnTo>
                              <a:lnTo>
                                <a:pt x="810" y="1367"/>
                              </a:lnTo>
                              <a:lnTo>
                                <a:pt x="806" y="1324"/>
                              </a:lnTo>
                              <a:lnTo>
                                <a:pt x="806" y="1280"/>
                              </a:lnTo>
                              <a:lnTo>
                                <a:pt x="806" y="1280"/>
                              </a:lnTo>
                              <a:lnTo>
                                <a:pt x="806" y="1245"/>
                              </a:lnTo>
                              <a:lnTo>
                                <a:pt x="810" y="1205"/>
                              </a:lnTo>
                              <a:lnTo>
                                <a:pt x="813" y="1162"/>
                              </a:lnTo>
                              <a:lnTo>
                                <a:pt x="819" y="1118"/>
                              </a:lnTo>
                              <a:lnTo>
                                <a:pt x="833" y="1023"/>
                              </a:lnTo>
                              <a:lnTo>
                                <a:pt x="850" y="923"/>
                              </a:lnTo>
                              <a:lnTo>
                                <a:pt x="865" y="823"/>
                              </a:lnTo>
                              <a:lnTo>
                                <a:pt x="879" y="725"/>
                              </a:lnTo>
                              <a:lnTo>
                                <a:pt x="885" y="677"/>
                              </a:lnTo>
                              <a:lnTo>
                                <a:pt x="889" y="633"/>
                              </a:lnTo>
                              <a:lnTo>
                                <a:pt x="892" y="590"/>
                              </a:lnTo>
                              <a:lnTo>
                                <a:pt x="893" y="550"/>
                              </a:lnTo>
                              <a:lnTo>
                                <a:pt x="893" y="550"/>
                              </a:lnTo>
                              <a:lnTo>
                                <a:pt x="892" y="513"/>
                              </a:lnTo>
                              <a:lnTo>
                                <a:pt x="891" y="479"/>
                              </a:lnTo>
                              <a:lnTo>
                                <a:pt x="889" y="446"/>
                              </a:lnTo>
                              <a:lnTo>
                                <a:pt x="885" y="414"/>
                              </a:lnTo>
                              <a:lnTo>
                                <a:pt x="882" y="384"/>
                              </a:lnTo>
                              <a:lnTo>
                                <a:pt x="877" y="354"/>
                              </a:lnTo>
                              <a:lnTo>
                                <a:pt x="871" y="326"/>
                              </a:lnTo>
                              <a:lnTo>
                                <a:pt x="865" y="300"/>
                              </a:lnTo>
                              <a:lnTo>
                                <a:pt x="858" y="274"/>
                              </a:lnTo>
                              <a:lnTo>
                                <a:pt x="851" y="249"/>
                              </a:lnTo>
                              <a:lnTo>
                                <a:pt x="844" y="227"/>
                              </a:lnTo>
                              <a:lnTo>
                                <a:pt x="837" y="204"/>
                              </a:lnTo>
                              <a:lnTo>
                                <a:pt x="820" y="164"/>
                              </a:lnTo>
                              <a:lnTo>
                                <a:pt x="804" y="129"/>
                              </a:lnTo>
                              <a:lnTo>
                                <a:pt x="787" y="98"/>
                              </a:lnTo>
                              <a:lnTo>
                                <a:pt x="771" y="71"/>
                              </a:lnTo>
                              <a:lnTo>
                                <a:pt x="755" y="48"/>
                              </a:lnTo>
                              <a:lnTo>
                                <a:pt x="742" y="31"/>
                              </a:lnTo>
                              <a:lnTo>
                                <a:pt x="730" y="18"/>
                              </a:lnTo>
                              <a:lnTo>
                                <a:pt x="721" y="7"/>
                              </a:lnTo>
                              <a:lnTo>
                                <a:pt x="714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8" y="7"/>
                              </a:lnTo>
                              <a:lnTo>
                                <a:pt x="17" y="18"/>
                              </a:lnTo>
                              <a:lnTo>
                                <a:pt x="28" y="31"/>
                              </a:lnTo>
                              <a:lnTo>
                                <a:pt x="41" y="48"/>
                              </a:lnTo>
                              <a:lnTo>
                                <a:pt x="57" y="71"/>
                              </a:lnTo>
                              <a:lnTo>
                                <a:pt x="73" y="98"/>
                              </a:lnTo>
                              <a:lnTo>
                                <a:pt x="90" y="129"/>
                              </a:lnTo>
                              <a:lnTo>
                                <a:pt x="106" y="164"/>
                              </a:lnTo>
                              <a:lnTo>
                                <a:pt x="123" y="204"/>
                              </a:lnTo>
                              <a:lnTo>
                                <a:pt x="130" y="227"/>
                              </a:lnTo>
                              <a:lnTo>
                                <a:pt x="138" y="249"/>
                              </a:lnTo>
                              <a:lnTo>
                                <a:pt x="144" y="274"/>
                              </a:lnTo>
                              <a:lnTo>
                                <a:pt x="151" y="300"/>
                              </a:lnTo>
                              <a:lnTo>
                                <a:pt x="157" y="326"/>
                              </a:lnTo>
                              <a:lnTo>
                                <a:pt x="163" y="354"/>
                              </a:lnTo>
                              <a:lnTo>
                                <a:pt x="168" y="384"/>
                              </a:lnTo>
                              <a:lnTo>
                                <a:pt x="171" y="414"/>
                              </a:lnTo>
                              <a:lnTo>
                                <a:pt x="175" y="446"/>
                              </a:lnTo>
                              <a:lnTo>
                                <a:pt x="177" y="479"/>
                              </a:lnTo>
                              <a:lnTo>
                                <a:pt x="178" y="513"/>
                              </a:lnTo>
                              <a:lnTo>
                                <a:pt x="179" y="550"/>
                              </a:lnTo>
                              <a:lnTo>
                                <a:pt x="179" y="550"/>
                              </a:lnTo>
                              <a:lnTo>
                                <a:pt x="178" y="590"/>
                              </a:lnTo>
                              <a:lnTo>
                                <a:pt x="176" y="633"/>
                              </a:lnTo>
                              <a:lnTo>
                                <a:pt x="171" y="677"/>
                              </a:lnTo>
                              <a:lnTo>
                                <a:pt x="165" y="723"/>
                              </a:lnTo>
                              <a:lnTo>
                                <a:pt x="151" y="821"/>
                              </a:lnTo>
                              <a:lnTo>
                                <a:pt x="136" y="920"/>
                              </a:lnTo>
                              <a:lnTo>
                                <a:pt x="119" y="1020"/>
                              </a:lnTo>
                              <a:lnTo>
                                <a:pt x="105" y="1115"/>
                              </a:lnTo>
                              <a:lnTo>
                                <a:pt x="99" y="1160"/>
                              </a:lnTo>
                              <a:lnTo>
                                <a:pt x="96" y="1204"/>
                              </a:lnTo>
                              <a:lnTo>
                                <a:pt x="92" y="1244"/>
                              </a:lnTo>
                              <a:lnTo>
                                <a:pt x="92" y="1280"/>
                              </a:lnTo>
                              <a:lnTo>
                                <a:pt x="92" y="1280"/>
                              </a:lnTo>
                              <a:lnTo>
                                <a:pt x="92" y="1324"/>
                              </a:lnTo>
                              <a:lnTo>
                                <a:pt x="96" y="1367"/>
                              </a:lnTo>
                              <a:lnTo>
                                <a:pt x="99" y="1407"/>
                              </a:lnTo>
                              <a:lnTo>
                                <a:pt x="105" y="1444"/>
                              </a:lnTo>
                              <a:lnTo>
                                <a:pt x="112" y="1480"/>
                              </a:lnTo>
                              <a:lnTo>
                                <a:pt x="122" y="1514"/>
                              </a:lnTo>
                              <a:lnTo>
                                <a:pt x="132" y="1547"/>
                              </a:lnTo>
                              <a:lnTo>
                                <a:pt x="144" y="1578"/>
                              </a:lnTo>
                              <a:lnTo>
                                <a:pt x="157" y="1606"/>
                              </a:lnTo>
                              <a:lnTo>
                                <a:pt x="171" y="1634"/>
                              </a:lnTo>
                              <a:lnTo>
                                <a:pt x="186" y="1660"/>
                              </a:lnTo>
                              <a:lnTo>
                                <a:pt x="203" y="1685"/>
                              </a:lnTo>
                              <a:lnTo>
                                <a:pt x="222" y="1709"/>
                              </a:lnTo>
                              <a:lnTo>
                                <a:pt x="241" y="1732"/>
                              </a:lnTo>
                              <a:lnTo>
                                <a:pt x="261" y="1754"/>
                              </a:lnTo>
                              <a:lnTo>
                                <a:pt x="281" y="1774"/>
                              </a:lnTo>
                              <a:lnTo>
                                <a:pt x="303" y="1793"/>
                              </a:lnTo>
                              <a:lnTo>
                                <a:pt x="326" y="1811"/>
                              </a:lnTo>
                              <a:lnTo>
                                <a:pt x="349" y="1829"/>
                              </a:lnTo>
                              <a:lnTo>
                                <a:pt x="373" y="1847"/>
                              </a:lnTo>
                              <a:lnTo>
                                <a:pt x="398" y="1863"/>
                              </a:lnTo>
                              <a:lnTo>
                                <a:pt x="422" y="1879"/>
                              </a:lnTo>
                              <a:lnTo>
                                <a:pt x="476" y="1909"/>
                              </a:lnTo>
                              <a:lnTo>
                                <a:pt x="530" y="1938"/>
                              </a:lnTo>
                              <a:lnTo>
                                <a:pt x="585" y="1966"/>
                              </a:lnTo>
                              <a:lnTo>
                                <a:pt x="697" y="2023"/>
                              </a:lnTo>
                              <a:lnTo>
                                <a:pt x="754" y="2053"/>
                              </a:lnTo>
                              <a:lnTo>
                                <a:pt x="811" y="2085"/>
                              </a:lnTo>
                              <a:lnTo>
                                <a:pt x="839" y="2102"/>
                              </a:lnTo>
                              <a:lnTo>
                                <a:pt x="866" y="2118"/>
                              </a:lnTo>
                              <a:lnTo>
                                <a:pt x="893" y="2137"/>
                              </a:lnTo>
                              <a:lnTo>
                                <a:pt x="920" y="2156"/>
                              </a:lnTo>
                              <a:lnTo>
                                <a:pt x="946" y="2176"/>
                              </a:lnTo>
                              <a:lnTo>
                                <a:pt x="972" y="2196"/>
                              </a:lnTo>
                              <a:lnTo>
                                <a:pt x="998" y="2219"/>
                              </a:lnTo>
                              <a:lnTo>
                                <a:pt x="1023" y="2242"/>
                              </a:lnTo>
                              <a:lnTo>
                                <a:pt x="1047" y="2266"/>
                              </a:lnTo>
                              <a:lnTo>
                                <a:pt x="1070" y="2292"/>
                              </a:lnTo>
                              <a:lnTo>
                                <a:pt x="1093" y="2319"/>
                              </a:lnTo>
                              <a:lnTo>
                                <a:pt x="1115" y="2347"/>
                              </a:lnTo>
                              <a:lnTo>
                                <a:pt x="1135" y="2377"/>
                              </a:lnTo>
                              <a:lnTo>
                                <a:pt x="1155" y="2409"/>
                              </a:lnTo>
                              <a:lnTo>
                                <a:pt x="1174" y="2442"/>
                              </a:lnTo>
                              <a:lnTo>
                                <a:pt x="1192" y="2477"/>
                              </a:lnTo>
                              <a:lnTo>
                                <a:pt x="1208" y="2514"/>
                              </a:lnTo>
                              <a:lnTo>
                                <a:pt x="1225" y="2553"/>
                              </a:lnTo>
                              <a:lnTo>
                                <a:pt x="1239" y="2594"/>
                              </a:lnTo>
                              <a:lnTo>
                                <a:pt x="1252" y="2636"/>
                              </a:lnTo>
                              <a:lnTo>
                                <a:pt x="1264" y="2682"/>
                              </a:lnTo>
                              <a:lnTo>
                                <a:pt x="1275" y="2730"/>
                              </a:lnTo>
                              <a:lnTo>
                                <a:pt x="1283" y="2779"/>
                              </a:lnTo>
                              <a:lnTo>
                                <a:pt x="1291" y="2831"/>
                              </a:lnTo>
                              <a:lnTo>
                                <a:pt x="1297" y="2885"/>
                              </a:lnTo>
                              <a:lnTo>
                                <a:pt x="1300" y="2942"/>
                              </a:lnTo>
                              <a:lnTo>
                                <a:pt x="1303" y="3002"/>
                              </a:lnTo>
                              <a:lnTo>
                                <a:pt x="1304" y="3065"/>
                              </a:lnTo>
                              <a:lnTo>
                                <a:pt x="1304" y="4837"/>
                              </a:lnTo>
                              <a:lnTo>
                                <a:pt x="2020" y="4837"/>
                              </a:lnTo>
                              <a:lnTo>
                                <a:pt x="2020" y="4837"/>
                              </a:lnTo>
                              <a:lnTo>
                                <a:pt x="2020" y="48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7"/>
                      <wps:cNvSpPr>
                        <a:spLocks/>
                      </wps:cNvSpPr>
                      <wps:spPr bwMode="auto">
                        <a:xfrm>
                          <a:off x="847725" y="0"/>
                          <a:ext cx="641350" cy="1536065"/>
                        </a:xfrm>
                        <a:custGeom>
                          <a:avLst/>
                          <a:gdLst>
                            <a:gd name="T0" fmla="*/ 1305 w 2020"/>
                            <a:gd name="T1" fmla="*/ 3065 h 4837"/>
                            <a:gd name="T2" fmla="*/ 1301 w 2020"/>
                            <a:gd name="T3" fmla="*/ 2942 h 4837"/>
                            <a:gd name="T4" fmla="*/ 1284 w 2020"/>
                            <a:gd name="T5" fmla="*/ 2779 h 4837"/>
                            <a:gd name="T6" fmla="*/ 1252 w 2020"/>
                            <a:gd name="T7" fmla="*/ 2636 h 4837"/>
                            <a:gd name="T8" fmla="*/ 1209 w 2020"/>
                            <a:gd name="T9" fmla="*/ 2514 h 4837"/>
                            <a:gd name="T10" fmla="*/ 1156 w 2020"/>
                            <a:gd name="T11" fmla="*/ 2409 h 4837"/>
                            <a:gd name="T12" fmla="*/ 1094 w 2020"/>
                            <a:gd name="T13" fmla="*/ 2319 h 4837"/>
                            <a:gd name="T14" fmla="*/ 1023 w 2020"/>
                            <a:gd name="T15" fmla="*/ 2242 h 4837"/>
                            <a:gd name="T16" fmla="*/ 947 w 2020"/>
                            <a:gd name="T17" fmla="*/ 2176 h 4837"/>
                            <a:gd name="T18" fmla="*/ 867 w 2020"/>
                            <a:gd name="T19" fmla="*/ 2118 h 4837"/>
                            <a:gd name="T20" fmla="*/ 755 w 2020"/>
                            <a:gd name="T21" fmla="*/ 2053 h 4837"/>
                            <a:gd name="T22" fmla="*/ 530 w 2020"/>
                            <a:gd name="T23" fmla="*/ 1938 h 4837"/>
                            <a:gd name="T24" fmla="*/ 397 w 2020"/>
                            <a:gd name="T25" fmla="*/ 1863 h 4837"/>
                            <a:gd name="T26" fmla="*/ 325 w 2020"/>
                            <a:gd name="T27" fmla="*/ 1811 h 4837"/>
                            <a:gd name="T28" fmla="*/ 261 w 2020"/>
                            <a:gd name="T29" fmla="*/ 1754 h 4837"/>
                            <a:gd name="T30" fmla="*/ 204 w 2020"/>
                            <a:gd name="T31" fmla="*/ 1685 h 4837"/>
                            <a:gd name="T32" fmla="*/ 157 w 2020"/>
                            <a:gd name="T33" fmla="*/ 1606 h 4837"/>
                            <a:gd name="T34" fmla="*/ 121 w 2020"/>
                            <a:gd name="T35" fmla="*/ 1514 h 4837"/>
                            <a:gd name="T36" fmla="*/ 100 w 2020"/>
                            <a:gd name="T37" fmla="*/ 1407 h 4837"/>
                            <a:gd name="T38" fmla="*/ 92 w 2020"/>
                            <a:gd name="T39" fmla="*/ 1280 h 4837"/>
                            <a:gd name="T40" fmla="*/ 95 w 2020"/>
                            <a:gd name="T41" fmla="*/ 1204 h 4837"/>
                            <a:gd name="T42" fmla="*/ 120 w 2020"/>
                            <a:gd name="T43" fmla="*/ 1020 h 4837"/>
                            <a:gd name="T44" fmla="*/ 166 w 2020"/>
                            <a:gd name="T45" fmla="*/ 723 h 4837"/>
                            <a:gd name="T46" fmla="*/ 178 w 2020"/>
                            <a:gd name="T47" fmla="*/ 590 h 4837"/>
                            <a:gd name="T48" fmla="*/ 179 w 2020"/>
                            <a:gd name="T49" fmla="*/ 513 h 4837"/>
                            <a:gd name="T50" fmla="*/ 172 w 2020"/>
                            <a:gd name="T51" fmla="*/ 414 h 4837"/>
                            <a:gd name="T52" fmla="*/ 158 w 2020"/>
                            <a:gd name="T53" fmla="*/ 326 h 4837"/>
                            <a:gd name="T54" fmla="*/ 138 w 2020"/>
                            <a:gd name="T55" fmla="*/ 249 h 4837"/>
                            <a:gd name="T56" fmla="*/ 106 w 2020"/>
                            <a:gd name="T57" fmla="*/ 164 h 4837"/>
                            <a:gd name="T58" fmla="*/ 56 w 2020"/>
                            <a:gd name="T59" fmla="*/ 71 h 4837"/>
                            <a:gd name="T60" fmla="*/ 16 w 2020"/>
                            <a:gd name="T61" fmla="*/ 18 h 4837"/>
                            <a:gd name="T62" fmla="*/ 714 w 2020"/>
                            <a:gd name="T63" fmla="*/ 0 h 4837"/>
                            <a:gd name="T64" fmla="*/ 731 w 2020"/>
                            <a:gd name="T65" fmla="*/ 18 h 4837"/>
                            <a:gd name="T66" fmla="*/ 772 w 2020"/>
                            <a:gd name="T67" fmla="*/ 71 h 4837"/>
                            <a:gd name="T68" fmla="*/ 821 w 2020"/>
                            <a:gd name="T69" fmla="*/ 164 h 4837"/>
                            <a:gd name="T70" fmla="*/ 853 w 2020"/>
                            <a:gd name="T71" fmla="*/ 249 h 4837"/>
                            <a:gd name="T72" fmla="*/ 873 w 2020"/>
                            <a:gd name="T73" fmla="*/ 326 h 4837"/>
                            <a:gd name="T74" fmla="*/ 887 w 2020"/>
                            <a:gd name="T75" fmla="*/ 414 h 4837"/>
                            <a:gd name="T76" fmla="*/ 894 w 2020"/>
                            <a:gd name="T77" fmla="*/ 513 h 4837"/>
                            <a:gd name="T78" fmla="*/ 894 w 2020"/>
                            <a:gd name="T79" fmla="*/ 590 h 4837"/>
                            <a:gd name="T80" fmla="*/ 881 w 2020"/>
                            <a:gd name="T81" fmla="*/ 725 h 4837"/>
                            <a:gd name="T82" fmla="*/ 835 w 2020"/>
                            <a:gd name="T83" fmla="*/ 1023 h 4837"/>
                            <a:gd name="T84" fmla="*/ 812 w 2020"/>
                            <a:gd name="T85" fmla="*/ 1205 h 4837"/>
                            <a:gd name="T86" fmla="*/ 808 w 2020"/>
                            <a:gd name="T87" fmla="*/ 1280 h 4837"/>
                            <a:gd name="T88" fmla="*/ 815 w 2020"/>
                            <a:gd name="T89" fmla="*/ 1405 h 4837"/>
                            <a:gd name="T90" fmla="*/ 838 w 2020"/>
                            <a:gd name="T91" fmla="*/ 1513 h 4837"/>
                            <a:gd name="T92" fmla="*/ 873 w 2020"/>
                            <a:gd name="T93" fmla="*/ 1605 h 4837"/>
                            <a:gd name="T94" fmla="*/ 920 w 2020"/>
                            <a:gd name="T95" fmla="*/ 1683 h 4837"/>
                            <a:gd name="T96" fmla="*/ 977 w 2020"/>
                            <a:gd name="T97" fmla="*/ 1750 h 4837"/>
                            <a:gd name="T98" fmla="*/ 1042 w 2020"/>
                            <a:gd name="T99" fmla="*/ 1808 h 4837"/>
                            <a:gd name="T100" fmla="*/ 1114 w 2020"/>
                            <a:gd name="T101" fmla="*/ 1859 h 4837"/>
                            <a:gd name="T102" fmla="*/ 1246 w 2020"/>
                            <a:gd name="T103" fmla="*/ 1932 h 4837"/>
                            <a:gd name="T104" fmla="*/ 1471 w 2020"/>
                            <a:gd name="T105" fmla="*/ 2046 h 4837"/>
                            <a:gd name="T106" fmla="*/ 1582 w 2020"/>
                            <a:gd name="T107" fmla="*/ 2112 h 4837"/>
                            <a:gd name="T108" fmla="*/ 1664 w 2020"/>
                            <a:gd name="T109" fmla="*/ 2169 h 4837"/>
                            <a:gd name="T110" fmla="*/ 1739 w 2020"/>
                            <a:gd name="T111" fmla="*/ 2235 h 4837"/>
                            <a:gd name="T112" fmla="*/ 1809 w 2020"/>
                            <a:gd name="T113" fmla="*/ 2313 h 4837"/>
                            <a:gd name="T114" fmla="*/ 1871 w 2020"/>
                            <a:gd name="T115" fmla="*/ 2403 h 4837"/>
                            <a:gd name="T116" fmla="*/ 1926 w 2020"/>
                            <a:gd name="T117" fmla="*/ 2509 h 4837"/>
                            <a:gd name="T118" fmla="*/ 1968 w 2020"/>
                            <a:gd name="T119" fmla="*/ 2633 h 4837"/>
                            <a:gd name="T120" fmla="*/ 1999 w 2020"/>
                            <a:gd name="T121" fmla="*/ 2776 h 4837"/>
                            <a:gd name="T122" fmla="*/ 2017 w 2020"/>
                            <a:gd name="T123" fmla="*/ 2941 h 4837"/>
                            <a:gd name="T124" fmla="*/ 2020 w 2020"/>
                            <a:gd name="T125" fmla="*/ 4837 h 4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20" h="4837">
                              <a:moveTo>
                                <a:pt x="2020" y="4837"/>
                              </a:moveTo>
                              <a:lnTo>
                                <a:pt x="1305" y="4837"/>
                              </a:lnTo>
                              <a:lnTo>
                                <a:pt x="1305" y="3065"/>
                              </a:lnTo>
                              <a:lnTo>
                                <a:pt x="1305" y="3065"/>
                              </a:lnTo>
                              <a:lnTo>
                                <a:pt x="1304" y="3002"/>
                              </a:lnTo>
                              <a:lnTo>
                                <a:pt x="1301" y="2942"/>
                              </a:lnTo>
                              <a:lnTo>
                                <a:pt x="1297" y="2885"/>
                              </a:lnTo>
                              <a:lnTo>
                                <a:pt x="1291" y="2831"/>
                              </a:lnTo>
                              <a:lnTo>
                                <a:pt x="1284" y="2779"/>
                              </a:lnTo>
                              <a:lnTo>
                                <a:pt x="1274" y="2730"/>
                              </a:lnTo>
                              <a:lnTo>
                                <a:pt x="1264" y="2682"/>
                              </a:lnTo>
                              <a:lnTo>
                                <a:pt x="1252" y="2636"/>
                              </a:lnTo>
                              <a:lnTo>
                                <a:pt x="1239" y="2594"/>
                              </a:lnTo>
                              <a:lnTo>
                                <a:pt x="1225" y="2553"/>
                              </a:lnTo>
                              <a:lnTo>
                                <a:pt x="1209" y="2514"/>
                              </a:lnTo>
                              <a:lnTo>
                                <a:pt x="1193" y="2477"/>
                              </a:lnTo>
                              <a:lnTo>
                                <a:pt x="1175" y="2442"/>
                              </a:lnTo>
                              <a:lnTo>
                                <a:pt x="1156" y="2409"/>
                              </a:lnTo>
                              <a:lnTo>
                                <a:pt x="1136" y="2377"/>
                              </a:lnTo>
                              <a:lnTo>
                                <a:pt x="1115" y="2347"/>
                              </a:lnTo>
                              <a:lnTo>
                                <a:pt x="1094" y="2319"/>
                              </a:lnTo>
                              <a:lnTo>
                                <a:pt x="1070" y="2292"/>
                              </a:lnTo>
                              <a:lnTo>
                                <a:pt x="1048" y="2266"/>
                              </a:lnTo>
                              <a:lnTo>
                                <a:pt x="1023" y="2242"/>
                              </a:lnTo>
                              <a:lnTo>
                                <a:pt x="998" y="2219"/>
                              </a:lnTo>
                              <a:lnTo>
                                <a:pt x="973" y="2196"/>
                              </a:lnTo>
                              <a:lnTo>
                                <a:pt x="947" y="2176"/>
                              </a:lnTo>
                              <a:lnTo>
                                <a:pt x="920" y="2156"/>
                              </a:lnTo>
                              <a:lnTo>
                                <a:pt x="894" y="2137"/>
                              </a:lnTo>
                              <a:lnTo>
                                <a:pt x="867" y="2118"/>
                              </a:lnTo>
                              <a:lnTo>
                                <a:pt x="839" y="2102"/>
                              </a:lnTo>
                              <a:lnTo>
                                <a:pt x="812" y="2085"/>
                              </a:lnTo>
                              <a:lnTo>
                                <a:pt x="755" y="2053"/>
                              </a:lnTo>
                              <a:lnTo>
                                <a:pt x="698" y="2023"/>
                              </a:lnTo>
                              <a:lnTo>
                                <a:pt x="585" y="1966"/>
                              </a:lnTo>
                              <a:lnTo>
                                <a:pt x="530" y="1938"/>
                              </a:lnTo>
                              <a:lnTo>
                                <a:pt x="475" y="1909"/>
                              </a:lnTo>
                              <a:lnTo>
                                <a:pt x="423" y="1879"/>
                              </a:lnTo>
                              <a:lnTo>
                                <a:pt x="397" y="1863"/>
                              </a:lnTo>
                              <a:lnTo>
                                <a:pt x="373" y="1847"/>
                              </a:lnTo>
                              <a:lnTo>
                                <a:pt x="349" y="1829"/>
                              </a:lnTo>
                              <a:lnTo>
                                <a:pt x="325" y="1811"/>
                              </a:lnTo>
                              <a:lnTo>
                                <a:pt x="303" y="1793"/>
                              </a:lnTo>
                              <a:lnTo>
                                <a:pt x="282" y="1774"/>
                              </a:lnTo>
                              <a:lnTo>
                                <a:pt x="261" y="1754"/>
                              </a:lnTo>
                              <a:lnTo>
                                <a:pt x="240" y="1732"/>
                              </a:lnTo>
                              <a:lnTo>
                                <a:pt x="222" y="1709"/>
                              </a:lnTo>
                              <a:lnTo>
                                <a:pt x="204" y="1685"/>
                              </a:lnTo>
                              <a:lnTo>
                                <a:pt x="187" y="1660"/>
                              </a:lnTo>
                              <a:lnTo>
                                <a:pt x="171" y="1634"/>
                              </a:lnTo>
                              <a:lnTo>
                                <a:pt x="157" y="1606"/>
                              </a:lnTo>
                              <a:lnTo>
                                <a:pt x="144" y="1578"/>
                              </a:lnTo>
                              <a:lnTo>
                                <a:pt x="132" y="1547"/>
                              </a:lnTo>
                              <a:lnTo>
                                <a:pt x="121" y="1514"/>
                              </a:lnTo>
                              <a:lnTo>
                                <a:pt x="113" y="1480"/>
                              </a:lnTo>
                              <a:lnTo>
                                <a:pt x="106" y="1444"/>
                              </a:lnTo>
                              <a:lnTo>
                                <a:pt x="100" y="1407"/>
                              </a:lnTo>
                              <a:lnTo>
                                <a:pt x="95" y="1367"/>
                              </a:lnTo>
                              <a:lnTo>
                                <a:pt x="93" y="1324"/>
                              </a:lnTo>
                              <a:lnTo>
                                <a:pt x="92" y="1280"/>
                              </a:lnTo>
                              <a:lnTo>
                                <a:pt x="92" y="1280"/>
                              </a:lnTo>
                              <a:lnTo>
                                <a:pt x="93" y="1244"/>
                              </a:lnTo>
                              <a:lnTo>
                                <a:pt x="95" y="1204"/>
                              </a:lnTo>
                              <a:lnTo>
                                <a:pt x="100" y="1160"/>
                              </a:lnTo>
                              <a:lnTo>
                                <a:pt x="106" y="1115"/>
                              </a:lnTo>
                              <a:lnTo>
                                <a:pt x="120" y="1020"/>
                              </a:lnTo>
                              <a:lnTo>
                                <a:pt x="135" y="920"/>
                              </a:lnTo>
                              <a:lnTo>
                                <a:pt x="152" y="821"/>
                              </a:lnTo>
                              <a:lnTo>
                                <a:pt x="166" y="723"/>
                              </a:lnTo>
                              <a:lnTo>
                                <a:pt x="171" y="677"/>
                              </a:lnTo>
                              <a:lnTo>
                                <a:pt x="176" y="633"/>
                              </a:lnTo>
                              <a:lnTo>
                                <a:pt x="178" y="590"/>
                              </a:lnTo>
                              <a:lnTo>
                                <a:pt x="179" y="550"/>
                              </a:lnTo>
                              <a:lnTo>
                                <a:pt x="179" y="550"/>
                              </a:lnTo>
                              <a:lnTo>
                                <a:pt x="179" y="513"/>
                              </a:lnTo>
                              <a:lnTo>
                                <a:pt x="177" y="479"/>
                              </a:lnTo>
                              <a:lnTo>
                                <a:pt x="174" y="446"/>
                              </a:lnTo>
                              <a:lnTo>
                                <a:pt x="172" y="414"/>
                              </a:lnTo>
                              <a:lnTo>
                                <a:pt x="167" y="384"/>
                              </a:lnTo>
                              <a:lnTo>
                                <a:pt x="163" y="354"/>
                              </a:lnTo>
                              <a:lnTo>
                                <a:pt x="158" y="326"/>
                              </a:lnTo>
                              <a:lnTo>
                                <a:pt x="151" y="300"/>
                              </a:lnTo>
                              <a:lnTo>
                                <a:pt x="145" y="274"/>
                              </a:lnTo>
                              <a:lnTo>
                                <a:pt x="138" y="249"/>
                              </a:lnTo>
                              <a:lnTo>
                                <a:pt x="131" y="227"/>
                              </a:lnTo>
                              <a:lnTo>
                                <a:pt x="122" y="204"/>
                              </a:lnTo>
                              <a:lnTo>
                                <a:pt x="106" y="164"/>
                              </a:lnTo>
                              <a:lnTo>
                                <a:pt x="89" y="129"/>
                              </a:lnTo>
                              <a:lnTo>
                                <a:pt x="73" y="98"/>
                              </a:lnTo>
                              <a:lnTo>
                                <a:pt x="56" y="71"/>
                              </a:lnTo>
                              <a:lnTo>
                                <a:pt x="42" y="48"/>
                              </a:lnTo>
                              <a:lnTo>
                                <a:pt x="28" y="31"/>
                              </a:lnTo>
                              <a:lnTo>
                                <a:pt x="16" y="18"/>
                              </a:lnTo>
                              <a:lnTo>
                                <a:pt x="8" y="7"/>
                              </a:lnTo>
                              <a:lnTo>
                                <a:pt x="0" y="0"/>
                              </a:lnTo>
                              <a:lnTo>
                                <a:pt x="714" y="0"/>
                              </a:lnTo>
                              <a:lnTo>
                                <a:pt x="714" y="0"/>
                              </a:lnTo>
                              <a:lnTo>
                                <a:pt x="722" y="7"/>
                              </a:lnTo>
                              <a:lnTo>
                                <a:pt x="731" y="18"/>
                              </a:lnTo>
                              <a:lnTo>
                                <a:pt x="742" y="31"/>
                              </a:lnTo>
                              <a:lnTo>
                                <a:pt x="756" y="48"/>
                              </a:lnTo>
                              <a:lnTo>
                                <a:pt x="772" y="71"/>
                              </a:lnTo>
                              <a:lnTo>
                                <a:pt x="788" y="98"/>
                              </a:lnTo>
                              <a:lnTo>
                                <a:pt x="805" y="129"/>
                              </a:lnTo>
                              <a:lnTo>
                                <a:pt x="821" y="164"/>
                              </a:lnTo>
                              <a:lnTo>
                                <a:pt x="838" y="204"/>
                              </a:lnTo>
                              <a:lnTo>
                                <a:pt x="846" y="227"/>
                              </a:lnTo>
                              <a:lnTo>
                                <a:pt x="853" y="249"/>
                              </a:lnTo>
                              <a:lnTo>
                                <a:pt x="860" y="274"/>
                              </a:lnTo>
                              <a:lnTo>
                                <a:pt x="867" y="300"/>
                              </a:lnTo>
                              <a:lnTo>
                                <a:pt x="873" y="326"/>
                              </a:lnTo>
                              <a:lnTo>
                                <a:pt x="879" y="354"/>
                              </a:lnTo>
                              <a:lnTo>
                                <a:pt x="884" y="384"/>
                              </a:lnTo>
                              <a:lnTo>
                                <a:pt x="887" y="414"/>
                              </a:lnTo>
                              <a:lnTo>
                                <a:pt x="891" y="446"/>
                              </a:lnTo>
                              <a:lnTo>
                                <a:pt x="893" y="479"/>
                              </a:lnTo>
                              <a:lnTo>
                                <a:pt x="894" y="513"/>
                              </a:lnTo>
                              <a:lnTo>
                                <a:pt x="895" y="550"/>
                              </a:lnTo>
                              <a:lnTo>
                                <a:pt x="895" y="550"/>
                              </a:lnTo>
                              <a:lnTo>
                                <a:pt x="894" y="590"/>
                              </a:lnTo>
                              <a:lnTo>
                                <a:pt x="892" y="633"/>
                              </a:lnTo>
                              <a:lnTo>
                                <a:pt x="887" y="677"/>
                              </a:lnTo>
                              <a:lnTo>
                                <a:pt x="881" y="725"/>
                              </a:lnTo>
                              <a:lnTo>
                                <a:pt x="867" y="823"/>
                              </a:lnTo>
                              <a:lnTo>
                                <a:pt x="852" y="923"/>
                              </a:lnTo>
                              <a:lnTo>
                                <a:pt x="835" y="1023"/>
                              </a:lnTo>
                              <a:lnTo>
                                <a:pt x="821" y="1118"/>
                              </a:lnTo>
                              <a:lnTo>
                                <a:pt x="816" y="1162"/>
                              </a:lnTo>
                              <a:lnTo>
                                <a:pt x="812" y="1205"/>
                              </a:lnTo>
                              <a:lnTo>
                                <a:pt x="809" y="1245"/>
                              </a:lnTo>
                              <a:lnTo>
                                <a:pt x="808" y="1280"/>
                              </a:lnTo>
                              <a:lnTo>
                                <a:pt x="808" y="1280"/>
                              </a:lnTo>
                              <a:lnTo>
                                <a:pt x="809" y="1324"/>
                              </a:lnTo>
                              <a:lnTo>
                                <a:pt x="812" y="1367"/>
                              </a:lnTo>
                              <a:lnTo>
                                <a:pt x="815" y="1405"/>
                              </a:lnTo>
                              <a:lnTo>
                                <a:pt x="821" y="1443"/>
                              </a:lnTo>
                              <a:lnTo>
                                <a:pt x="829" y="1479"/>
                              </a:lnTo>
                              <a:lnTo>
                                <a:pt x="838" y="1513"/>
                              </a:lnTo>
                              <a:lnTo>
                                <a:pt x="848" y="1545"/>
                              </a:lnTo>
                              <a:lnTo>
                                <a:pt x="860" y="1575"/>
                              </a:lnTo>
                              <a:lnTo>
                                <a:pt x="873" y="1605"/>
                              </a:lnTo>
                              <a:lnTo>
                                <a:pt x="887" y="1632"/>
                              </a:lnTo>
                              <a:lnTo>
                                <a:pt x="903" y="1658"/>
                              </a:lnTo>
                              <a:lnTo>
                                <a:pt x="920" y="1683"/>
                              </a:lnTo>
                              <a:lnTo>
                                <a:pt x="938" y="1706"/>
                              </a:lnTo>
                              <a:lnTo>
                                <a:pt x="957" y="1729"/>
                              </a:lnTo>
                              <a:lnTo>
                                <a:pt x="977" y="1750"/>
                              </a:lnTo>
                              <a:lnTo>
                                <a:pt x="997" y="1770"/>
                              </a:lnTo>
                              <a:lnTo>
                                <a:pt x="1019" y="1789"/>
                              </a:lnTo>
                              <a:lnTo>
                                <a:pt x="1042" y="1808"/>
                              </a:lnTo>
                              <a:lnTo>
                                <a:pt x="1065" y="1826"/>
                              </a:lnTo>
                              <a:lnTo>
                                <a:pt x="1089" y="1842"/>
                              </a:lnTo>
                              <a:lnTo>
                                <a:pt x="1114" y="1859"/>
                              </a:lnTo>
                              <a:lnTo>
                                <a:pt x="1140" y="1874"/>
                              </a:lnTo>
                              <a:lnTo>
                                <a:pt x="1192" y="1903"/>
                              </a:lnTo>
                              <a:lnTo>
                                <a:pt x="1246" y="1932"/>
                              </a:lnTo>
                              <a:lnTo>
                                <a:pt x="1301" y="1960"/>
                              </a:lnTo>
                              <a:lnTo>
                                <a:pt x="1415" y="2017"/>
                              </a:lnTo>
                              <a:lnTo>
                                <a:pt x="1471" y="2046"/>
                              </a:lnTo>
                              <a:lnTo>
                                <a:pt x="1527" y="2078"/>
                              </a:lnTo>
                              <a:lnTo>
                                <a:pt x="1555" y="2095"/>
                              </a:lnTo>
                              <a:lnTo>
                                <a:pt x="1582" y="2112"/>
                              </a:lnTo>
                              <a:lnTo>
                                <a:pt x="1609" y="2130"/>
                              </a:lnTo>
                              <a:lnTo>
                                <a:pt x="1637" y="2149"/>
                              </a:lnTo>
                              <a:lnTo>
                                <a:pt x="1664" y="2169"/>
                              </a:lnTo>
                              <a:lnTo>
                                <a:pt x="1690" y="2190"/>
                              </a:lnTo>
                              <a:lnTo>
                                <a:pt x="1714" y="2211"/>
                              </a:lnTo>
                              <a:lnTo>
                                <a:pt x="1739" y="2235"/>
                              </a:lnTo>
                              <a:lnTo>
                                <a:pt x="1763" y="2260"/>
                              </a:lnTo>
                              <a:lnTo>
                                <a:pt x="1786" y="2286"/>
                              </a:lnTo>
                              <a:lnTo>
                                <a:pt x="1809" y="2313"/>
                              </a:lnTo>
                              <a:lnTo>
                                <a:pt x="1831" y="2341"/>
                              </a:lnTo>
                              <a:lnTo>
                                <a:pt x="1851" y="2371"/>
                              </a:lnTo>
                              <a:lnTo>
                                <a:pt x="1871" y="2403"/>
                              </a:lnTo>
                              <a:lnTo>
                                <a:pt x="1890" y="2437"/>
                              </a:lnTo>
                              <a:lnTo>
                                <a:pt x="1908" y="2472"/>
                              </a:lnTo>
                              <a:lnTo>
                                <a:pt x="1926" y="2509"/>
                              </a:lnTo>
                              <a:lnTo>
                                <a:pt x="1941" y="2548"/>
                              </a:lnTo>
                              <a:lnTo>
                                <a:pt x="1955" y="2589"/>
                              </a:lnTo>
                              <a:lnTo>
                                <a:pt x="1968" y="2633"/>
                              </a:lnTo>
                              <a:lnTo>
                                <a:pt x="1980" y="2679"/>
                              </a:lnTo>
                              <a:lnTo>
                                <a:pt x="1991" y="2726"/>
                              </a:lnTo>
                              <a:lnTo>
                                <a:pt x="1999" y="2776"/>
                              </a:lnTo>
                              <a:lnTo>
                                <a:pt x="2007" y="2829"/>
                              </a:lnTo>
                              <a:lnTo>
                                <a:pt x="2013" y="2883"/>
                              </a:lnTo>
                              <a:lnTo>
                                <a:pt x="2017" y="2941"/>
                              </a:lnTo>
                              <a:lnTo>
                                <a:pt x="2020" y="3001"/>
                              </a:lnTo>
                              <a:lnTo>
                                <a:pt x="2020" y="3065"/>
                              </a:lnTo>
                              <a:lnTo>
                                <a:pt x="2020" y="4837"/>
                              </a:lnTo>
                              <a:lnTo>
                                <a:pt x="2020" y="4837"/>
                              </a:lnTo>
                              <a:lnTo>
                                <a:pt x="2020" y="48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8"/>
                      <wps:cNvSpPr>
                        <a:spLocks noEditPoints="1"/>
                      </wps:cNvSpPr>
                      <wps:spPr bwMode="auto">
                        <a:xfrm>
                          <a:off x="2124075" y="1066800"/>
                          <a:ext cx="1558925" cy="472440"/>
                        </a:xfrm>
                        <a:custGeom>
                          <a:avLst/>
                          <a:gdLst>
                            <a:gd name="T0" fmla="*/ 380 w 4909"/>
                            <a:gd name="T1" fmla="*/ 1488 h 1488"/>
                            <a:gd name="T2" fmla="*/ 380 w 4909"/>
                            <a:gd name="T3" fmla="*/ 568 h 1488"/>
                            <a:gd name="T4" fmla="*/ 1349 w 4909"/>
                            <a:gd name="T5" fmla="*/ 1488 h 1488"/>
                            <a:gd name="T6" fmla="*/ 904 w 4909"/>
                            <a:gd name="T7" fmla="*/ 1488 h 1488"/>
                            <a:gd name="T8" fmla="*/ 1961 w 4909"/>
                            <a:gd name="T9" fmla="*/ 0 h 1488"/>
                            <a:gd name="T10" fmla="*/ 2391 w 4909"/>
                            <a:gd name="T11" fmla="*/ 1203 h 1488"/>
                            <a:gd name="T12" fmla="*/ 2478 w 4909"/>
                            <a:gd name="T13" fmla="*/ 1488 h 1488"/>
                            <a:gd name="T14" fmla="*/ 1998 w 4909"/>
                            <a:gd name="T15" fmla="*/ 890 h 1488"/>
                            <a:gd name="T16" fmla="*/ 3733 w 4909"/>
                            <a:gd name="T17" fmla="*/ 1488 h 1488"/>
                            <a:gd name="T18" fmla="*/ 3829 w 4909"/>
                            <a:gd name="T19" fmla="*/ 1484 h 1488"/>
                            <a:gd name="T20" fmla="*/ 3944 w 4909"/>
                            <a:gd name="T21" fmla="*/ 1464 h 1488"/>
                            <a:gd name="T22" fmla="*/ 4042 w 4909"/>
                            <a:gd name="T23" fmla="*/ 1428 h 1488"/>
                            <a:gd name="T24" fmla="*/ 4124 w 4909"/>
                            <a:gd name="T25" fmla="*/ 1377 h 1488"/>
                            <a:gd name="T26" fmla="*/ 4191 w 4909"/>
                            <a:gd name="T27" fmla="*/ 1312 h 1488"/>
                            <a:gd name="T28" fmla="*/ 4239 w 4909"/>
                            <a:gd name="T29" fmla="*/ 1233 h 1488"/>
                            <a:gd name="T30" fmla="*/ 4270 w 4909"/>
                            <a:gd name="T31" fmla="*/ 1141 h 1488"/>
                            <a:gd name="T32" fmla="*/ 4284 w 4909"/>
                            <a:gd name="T33" fmla="*/ 1036 h 1488"/>
                            <a:gd name="T34" fmla="*/ 4280 w 4909"/>
                            <a:gd name="T35" fmla="*/ 948 h 1488"/>
                            <a:gd name="T36" fmla="*/ 4251 w 4909"/>
                            <a:gd name="T37" fmla="*/ 846 h 1488"/>
                            <a:gd name="T38" fmla="*/ 4195 w 4909"/>
                            <a:gd name="T39" fmla="*/ 765 h 1488"/>
                            <a:gd name="T40" fmla="*/ 4117 w 4909"/>
                            <a:gd name="T41" fmla="*/ 704 h 1488"/>
                            <a:gd name="T42" fmla="*/ 4090 w 4909"/>
                            <a:gd name="T43" fmla="*/ 668 h 1488"/>
                            <a:gd name="T44" fmla="*/ 4155 w 4909"/>
                            <a:gd name="T45" fmla="*/ 616 h 1488"/>
                            <a:gd name="T46" fmla="*/ 4206 w 4909"/>
                            <a:gd name="T47" fmla="*/ 551 h 1488"/>
                            <a:gd name="T48" fmla="*/ 4237 w 4909"/>
                            <a:gd name="T49" fmla="*/ 466 h 1488"/>
                            <a:gd name="T50" fmla="*/ 4244 w 4909"/>
                            <a:gd name="T51" fmla="*/ 388 h 1488"/>
                            <a:gd name="T52" fmla="*/ 4235 w 4909"/>
                            <a:gd name="T53" fmla="*/ 300 h 1488"/>
                            <a:gd name="T54" fmla="*/ 4213 w 4909"/>
                            <a:gd name="T55" fmla="*/ 222 h 1488"/>
                            <a:gd name="T56" fmla="*/ 4174 w 4909"/>
                            <a:gd name="T57" fmla="*/ 156 h 1488"/>
                            <a:gd name="T58" fmla="*/ 4120 w 4909"/>
                            <a:gd name="T59" fmla="*/ 101 h 1488"/>
                            <a:gd name="T60" fmla="*/ 4049 w 4909"/>
                            <a:gd name="T61" fmla="*/ 57 h 1488"/>
                            <a:gd name="T62" fmla="*/ 3963 w 4909"/>
                            <a:gd name="T63" fmla="*/ 25 h 1488"/>
                            <a:gd name="T64" fmla="*/ 3859 w 4909"/>
                            <a:gd name="T65" fmla="*/ 6 h 1488"/>
                            <a:gd name="T66" fmla="*/ 3740 w 4909"/>
                            <a:gd name="T67" fmla="*/ 0 h 1488"/>
                            <a:gd name="T68" fmla="*/ 3733 w 4909"/>
                            <a:gd name="T69" fmla="*/ 1488 h 1488"/>
                            <a:gd name="T70" fmla="*/ 3727 w 4909"/>
                            <a:gd name="T71" fmla="*/ 308 h 1488"/>
                            <a:gd name="T72" fmla="*/ 3795 w 4909"/>
                            <a:gd name="T73" fmla="*/ 318 h 1488"/>
                            <a:gd name="T74" fmla="*/ 3841 w 4909"/>
                            <a:gd name="T75" fmla="*/ 342 h 1488"/>
                            <a:gd name="T76" fmla="*/ 3866 w 4909"/>
                            <a:gd name="T77" fmla="*/ 383 h 1488"/>
                            <a:gd name="T78" fmla="*/ 3873 w 4909"/>
                            <a:gd name="T79" fmla="*/ 433 h 1488"/>
                            <a:gd name="T80" fmla="*/ 3870 w 4909"/>
                            <a:gd name="T81" fmla="*/ 473 h 1488"/>
                            <a:gd name="T82" fmla="*/ 3850 w 4909"/>
                            <a:gd name="T83" fmla="*/ 516 h 1488"/>
                            <a:gd name="T84" fmla="*/ 3811 w 4909"/>
                            <a:gd name="T85" fmla="*/ 545 h 1488"/>
                            <a:gd name="T86" fmla="*/ 3750 w 4909"/>
                            <a:gd name="T87" fmla="*/ 558 h 1488"/>
                            <a:gd name="T88" fmla="*/ 3727 w 4909"/>
                            <a:gd name="T89" fmla="*/ 308 h 1488"/>
                            <a:gd name="T90" fmla="*/ 3743 w 4909"/>
                            <a:gd name="T91" fmla="*/ 857 h 1488"/>
                            <a:gd name="T92" fmla="*/ 3801 w 4909"/>
                            <a:gd name="T93" fmla="*/ 863 h 1488"/>
                            <a:gd name="T94" fmla="*/ 3859 w 4909"/>
                            <a:gd name="T95" fmla="*/ 889 h 1488"/>
                            <a:gd name="T96" fmla="*/ 3896 w 4909"/>
                            <a:gd name="T97" fmla="*/ 934 h 1488"/>
                            <a:gd name="T98" fmla="*/ 3911 w 4909"/>
                            <a:gd name="T99" fmla="*/ 996 h 1488"/>
                            <a:gd name="T100" fmla="*/ 3909 w 4909"/>
                            <a:gd name="T101" fmla="*/ 1048 h 1488"/>
                            <a:gd name="T102" fmla="*/ 3888 w 4909"/>
                            <a:gd name="T103" fmla="*/ 1108 h 1488"/>
                            <a:gd name="T104" fmla="*/ 3847 w 4909"/>
                            <a:gd name="T105" fmla="*/ 1151 h 1488"/>
                            <a:gd name="T106" fmla="*/ 3782 w 4909"/>
                            <a:gd name="T107" fmla="*/ 1174 h 1488"/>
                            <a:gd name="T108" fmla="*/ 3393 w 4909"/>
                            <a:gd name="T109" fmla="*/ 857 h 1488"/>
                            <a:gd name="T110" fmla="*/ 3743 w 4909"/>
                            <a:gd name="T111" fmla="*/ 857 h 1488"/>
                            <a:gd name="T112" fmla="*/ 4528 w 4909"/>
                            <a:gd name="T113" fmla="*/ 0 h 1488"/>
                            <a:gd name="T114" fmla="*/ 4528 w 4909"/>
                            <a:gd name="T115" fmla="*/ 1488 h 14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4909" h="1488">
                              <a:moveTo>
                                <a:pt x="904" y="1488"/>
                              </a:moveTo>
                              <a:lnTo>
                                <a:pt x="562" y="826"/>
                              </a:lnTo>
                              <a:lnTo>
                                <a:pt x="380" y="1043"/>
                              </a:lnTo>
                              <a:lnTo>
                                <a:pt x="380" y="1488"/>
                              </a:lnTo>
                              <a:lnTo>
                                <a:pt x="0" y="1488"/>
                              </a:lnTo>
                              <a:lnTo>
                                <a:pt x="0" y="0"/>
                              </a:lnTo>
                              <a:lnTo>
                                <a:pt x="380" y="0"/>
                              </a:lnTo>
                              <a:lnTo>
                                <a:pt x="380" y="568"/>
                              </a:lnTo>
                              <a:lnTo>
                                <a:pt x="823" y="0"/>
                              </a:lnTo>
                              <a:lnTo>
                                <a:pt x="1278" y="0"/>
                              </a:lnTo>
                              <a:lnTo>
                                <a:pt x="833" y="521"/>
                              </a:lnTo>
                              <a:lnTo>
                                <a:pt x="1349" y="1488"/>
                              </a:lnTo>
                              <a:lnTo>
                                <a:pt x="904" y="1488"/>
                              </a:lnTo>
                              <a:lnTo>
                                <a:pt x="904" y="1488"/>
                              </a:lnTo>
                              <a:lnTo>
                                <a:pt x="904" y="1488"/>
                              </a:lnTo>
                              <a:lnTo>
                                <a:pt x="904" y="1488"/>
                              </a:lnTo>
                              <a:close/>
                              <a:moveTo>
                                <a:pt x="2478" y="1488"/>
                              </a:moveTo>
                              <a:lnTo>
                                <a:pt x="2885" y="1488"/>
                              </a:lnTo>
                              <a:lnTo>
                                <a:pt x="2335" y="0"/>
                              </a:lnTo>
                              <a:lnTo>
                                <a:pt x="1961" y="0"/>
                              </a:lnTo>
                              <a:lnTo>
                                <a:pt x="1413" y="1488"/>
                              </a:lnTo>
                              <a:lnTo>
                                <a:pt x="1813" y="1488"/>
                              </a:lnTo>
                              <a:lnTo>
                                <a:pt x="1900" y="1203"/>
                              </a:lnTo>
                              <a:lnTo>
                                <a:pt x="2391" y="1203"/>
                              </a:lnTo>
                              <a:lnTo>
                                <a:pt x="2478" y="1488"/>
                              </a:lnTo>
                              <a:lnTo>
                                <a:pt x="2478" y="1488"/>
                              </a:lnTo>
                              <a:lnTo>
                                <a:pt x="2478" y="1488"/>
                              </a:lnTo>
                              <a:lnTo>
                                <a:pt x="2478" y="1488"/>
                              </a:lnTo>
                              <a:close/>
                              <a:moveTo>
                                <a:pt x="1998" y="890"/>
                              </a:moveTo>
                              <a:lnTo>
                                <a:pt x="2147" y="410"/>
                              </a:lnTo>
                              <a:lnTo>
                                <a:pt x="2293" y="890"/>
                              </a:lnTo>
                              <a:lnTo>
                                <a:pt x="1998" y="890"/>
                              </a:lnTo>
                              <a:lnTo>
                                <a:pt x="1998" y="890"/>
                              </a:lnTo>
                              <a:lnTo>
                                <a:pt x="1998" y="890"/>
                              </a:lnTo>
                              <a:lnTo>
                                <a:pt x="1998" y="890"/>
                              </a:lnTo>
                              <a:close/>
                              <a:moveTo>
                                <a:pt x="3733" y="1488"/>
                              </a:moveTo>
                              <a:lnTo>
                                <a:pt x="3733" y="1488"/>
                              </a:lnTo>
                              <a:lnTo>
                                <a:pt x="3766" y="1487"/>
                              </a:lnTo>
                              <a:lnTo>
                                <a:pt x="3798" y="1486"/>
                              </a:lnTo>
                              <a:lnTo>
                                <a:pt x="3829" y="1484"/>
                              </a:lnTo>
                              <a:lnTo>
                                <a:pt x="3859" y="1480"/>
                              </a:lnTo>
                              <a:lnTo>
                                <a:pt x="3888" y="1475"/>
                              </a:lnTo>
                              <a:lnTo>
                                <a:pt x="3917" y="1471"/>
                              </a:lnTo>
                              <a:lnTo>
                                <a:pt x="3944" y="1464"/>
                              </a:lnTo>
                              <a:lnTo>
                                <a:pt x="3970" y="1456"/>
                              </a:lnTo>
                              <a:lnTo>
                                <a:pt x="3995" y="1448"/>
                              </a:lnTo>
                              <a:lnTo>
                                <a:pt x="4019" y="1439"/>
                              </a:lnTo>
                              <a:lnTo>
                                <a:pt x="4042" y="1428"/>
                              </a:lnTo>
                              <a:lnTo>
                                <a:pt x="4064" y="1416"/>
                              </a:lnTo>
                              <a:lnTo>
                                <a:pt x="4086" y="1405"/>
                              </a:lnTo>
                              <a:lnTo>
                                <a:pt x="4106" y="1392"/>
                              </a:lnTo>
                              <a:lnTo>
                                <a:pt x="4124" y="1377"/>
                              </a:lnTo>
                              <a:lnTo>
                                <a:pt x="4142" y="1363"/>
                              </a:lnTo>
                              <a:lnTo>
                                <a:pt x="4160" y="1347"/>
                              </a:lnTo>
                              <a:lnTo>
                                <a:pt x="4175" y="1330"/>
                              </a:lnTo>
                              <a:lnTo>
                                <a:pt x="4191" y="1312"/>
                              </a:lnTo>
                              <a:lnTo>
                                <a:pt x="4204" y="1295"/>
                              </a:lnTo>
                              <a:lnTo>
                                <a:pt x="4217" y="1275"/>
                              </a:lnTo>
                              <a:lnTo>
                                <a:pt x="4228" y="1255"/>
                              </a:lnTo>
                              <a:lnTo>
                                <a:pt x="4239" y="1233"/>
                              </a:lnTo>
                              <a:lnTo>
                                <a:pt x="4248" y="1212"/>
                              </a:lnTo>
                              <a:lnTo>
                                <a:pt x="4257" y="1190"/>
                              </a:lnTo>
                              <a:lnTo>
                                <a:pt x="4264" y="1166"/>
                              </a:lnTo>
                              <a:lnTo>
                                <a:pt x="4270" y="1141"/>
                              </a:lnTo>
                              <a:lnTo>
                                <a:pt x="4274" y="1117"/>
                              </a:lnTo>
                              <a:lnTo>
                                <a:pt x="4279" y="1091"/>
                              </a:lnTo>
                              <a:lnTo>
                                <a:pt x="4281" y="1063"/>
                              </a:lnTo>
                              <a:lnTo>
                                <a:pt x="4284" y="1036"/>
                              </a:lnTo>
                              <a:lnTo>
                                <a:pt x="4284" y="1008"/>
                              </a:lnTo>
                              <a:lnTo>
                                <a:pt x="4284" y="1008"/>
                              </a:lnTo>
                              <a:lnTo>
                                <a:pt x="4283" y="977"/>
                              </a:lnTo>
                              <a:lnTo>
                                <a:pt x="4280" y="948"/>
                              </a:lnTo>
                              <a:lnTo>
                                <a:pt x="4276" y="921"/>
                              </a:lnTo>
                              <a:lnTo>
                                <a:pt x="4268" y="895"/>
                              </a:lnTo>
                              <a:lnTo>
                                <a:pt x="4260" y="870"/>
                              </a:lnTo>
                              <a:lnTo>
                                <a:pt x="4251" y="846"/>
                              </a:lnTo>
                              <a:lnTo>
                                <a:pt x="4239" y="824"/>
                              </a:lnTo>
                              <a:lnTo>
                                <a:pt x="4226" y="803"/>
                              </a:lnTo>
                              <a:lnTo>
                                <a:pt x="4212" y="783"/>
                              </a:lnTo>
                              <a:lnTo>
                                <a:pt x="4195" y="765"/>
                              </a:lnTo>
                              <a:lnTo>
                                <a:pt x="4178" y="747"/>
                              </a:lnTo>
                              <a:lnTo>
                                <a:pt x="4159" y="732"/>
                              </a:lnTo>
                              <a:lnTo>
                                <a:pt x="4139" y="717"/>
                              </a:lnTo>
                              <a:lnTo>
                                <a:pt x="4117" y="704"/>
                              </a:lnTo>
                              <a:lnTo>
                                <a:pt x="4095" y="691"/>
                              </a:lnTo>
                              <a:lnTo>
                                <a:pt x="4071" y="680"/>
                              </a:lnTo>
                              <a:lnTo>
                                <a:pt x="4071" y="680"/>
                              </a:lnTo>
                              <a:lnTo>
                                <a:pt x="4090" y="668"/>
                              </a:lnTo>
                              <a:lnTo>
                                <a:pt x="4108" y="656"/>
                              </a:lnTo>
                              <a:lnTo>
                                <a:pt x="4124" y="645"/>
                              </a:lnTo>
                              <a:lnTo>
                                <a:pt x="4140" y="630"/>
                              </a:lnTo>
                              <a:lnTo>
                                <a:pt x="4155" y="616"/>
                              </a:lnTo>
                              <a:lnTo>
                                <a:pt x="4169" y="602"/>
                              </a:lnTo>
                              <a:lnTo>
                                <a:pt x="4182" y="586"/>
                              </a:lnTo>
                              <a:lnTo>
                                <a:pt x="4195" y="569"/>
                              </a:lnTo>
                              <a:lnTo>
                                <a:pt x="4206" y="551"/>
                              </a:lnTo>
                              <a:lnTo>
                                <a:pt x="4215" y="531"/>
                              </a:lnTo>
                              <a:lnTo>
                                <a:pt x="4224" y="511"/>
                              </a:lnTo>
                              <a:lnTo>
                                <a:pt x="4231" y="490"/>
                              </a:lnTo>
                              <a:lnTo>
                                <a:pt x="4237" y="466"/>
                              </a:lnTo>
                              <a:lnTo>
                                <a:pt x="4240" y="443"/>
                              </a:lnTo>
                              <a:lnTo>
                                <a:pt x="4242" y="417"/>
                              </a:lnTo>
                              <a:lnTo>
                                <a:pt x="4244" y="388"/>
                              </a:lnTo>
                              <a:lnTo>
                                <a:pt x="4244" y="388"/>
                              </a:lnTo>
                              <a:lnTo>
                                <a:pt x="4242" y="366"/>
                              </a:lnTo>
                              <a:lnTo>
                                <a:pt x="4241" y="344"/>
                              </a:lnTo>
                              <a:lnTo>
                                <a:pt x="4239" y="321"/>
                              </a:lnTo>
                              <a:lnTo>
                                <a:pt x="4235" y="300"/>
                              </a:lnTo>
                              <a:lnTo>
                                <a:pt x="4232" y="280"/>
                              </a:lnTo>
                              <a:lnTo>
                                <a:pt x="4226" y="260"/>
                              </a:lnTo>
                              <a:lnTo>
                                <a:pt x="4220" y="241"/>
                              </a:lnTo>
                              <a:lnTo>
                                <a:pt x="4213" y="222"/>
                              </a:lnTo>
                              <a:lnTo>
                                <a:pt x="4205" y="204"/>
                              </a:lnTo>
                              <a:lnTo>
                                <a:pt x="4195" y="188"/>
                              </a:lnTo>
                              <a:lnTo>
                                <a:pt x="4186" y="171"/>
                              </a:lnTo>
                              <a:lnTo>
                                <a:pt x="4174" y="156"/>
                              </a:lnTo>
                              <a:lnTo>
                                <a:pt x="4162" y="141"/>
                              </a:lnTo>
                              <a:lnTo>
                                <a:pt x="4149" y="127"/>
                              </a:lnTo>
                              <a:lnTo>
                                <a:pt x="4135" y="114"/>
                              </a:lnTo>
                              <a:lnTo>
                                <a:pt x="4120" y="101"/>
                              </a:lnTo>
                              <a:lnTo>
                                <a:pt x="4103" y="89"/>
                              </a:lnTo>
                              <a:lnTo>
                                <a:pt x="4087" y="77"/>
                              </a:lnTo>
                              <a:lnTo>
                                <a:pt x="4069" y="66"/>
                              </a:lnTo>
                              <a:lnTo>
                                <a:pt x="4049" y="57"/>
                              </a:lnTo>
                              <a:lnTo>
                                <a:pt x="4029" y="47"/>
                              </a:lnTo>
                              <a:lnTo>
                                <a:pt x="4008" y="39"/>
                              </a:lnTo>
                              <a:lnTo>
                                <a:pt x="3986" y="32"/>
                              </a:lnTo>
                              <a:lnTo>
                                <a:pt x="3963" y="25"/>
                              </a:lnTo>
                              <a:lnTo>
                                <a:pt x="3938" y="19"/>
                              </a:lnTo>
                              <a:lnTo>
                                <a:pt x="3913" y="14"/>
                              </a:lnTo>
                              <a:lnTo>
                                <a:pt x="3887" y="10"/>
                              </a:lnTo>
                              <a:lnTo>
                                <a:pt x="3859" y="6"/>
                              </a:lnTo>
                              <a:lnTo>
                                <a:pt x="3831" y="4"/>
                              </a:lnTo>
                              <a:lnTo>
                                <a:pt x="3801" y="1"/>
                              </a:lnTo>
                              <a:lnTo>
                                <a:pt x="3770" y="0"/>
                              </a:lnTo>
                              <a:lnTo>
                                <a:pt x="3740" y="0"/>
                              </a:lnTo>
                              <a:lnTo>
                                <a:pt x="3032" y="0"/>
                              </a:lnTo>
                              <a:lnTo>
                                <a:pt x="3032" y="1488"/>
                              </a:lnTo>
                              <a:lnTo>
                                <a:pt x="3733" y="1488"/>
                              </a:lnTo>
                              <a:lnTo>
                                <a:pt x="3733" y="1488"/>
                              </a:lnTo>
                              <a:lnTo>
                                <a:pt x="3733" y="1488"/>
                              </a:lnTo>
                              <a:lnTo>
                                <a:pt x="3733" y="1488"/>
                              </a:lnTo>
                              <a:close/>
                              <a:moveTo>
                                <a:pt x="3727" y="308"/>
                              </a:moveTo>
                              <a:lnTo>
                                <a:pt x="3727" y="308"/>
                              </a:lnTo>
                              <a:lnTo>
                                <a:pt x="3746" y="308"/>
                              </a:lnTo>
                              <a:lnTo>
                                <a:pt x="3765" y="311"/>
                              </a:lnTo>
                              <a:lnTo>
                                <a:pt x="3781" y="313"/>
                              </a:lnTo>
                              <a:lnTo>
                                <a:pt x="3795" y="318"/>
                              </a:lnTo>
                              <a:lnTo>
                                <a:pt x="3809" y="322"/>
                              </a:lnTo>
                              <a:lnTo>
                                <a:pt x="3821" y="328"/>
                              </a:lnTo>
                              <a:lnTo>
                                <a:pt x="3832" y="335"/>
                              </a:lnTo>
                              <a:lnTo>
                                <a:pt x="3841" y="342"/>
                              </a:lnTo>
                              <a:lnTo>
                                <a:pt x="3848" y="352"/>
                              </a:lnTo>
                              <a:lnTo>
                                <a:pt x="3855" y="361"/>
                              </a:lnTo>
                              <a:lnTo>
                                <a:pt x="3861" y="372"/>
                              </a:lnTo>
                              <a:lnTo>
                                <a:pt x="3866" y="383"/>
                              </a:lnTo>
                              <a:lnTo>
                                <a:pt x="3870" y="394"/>
                              </a:lnTo>
                              <a:lnTo>
                                <a:pt x="3872" y="407"/>
                              </a:lnTo>
                              <a:lnTo>
                                <a:pt x="3873" y="420"/>
                              </a:lnTo>
                              <a:lnTo>
                                <a:pt x="3873" y="433"/>
                              </a:lnTo>
                              <a:lnTo>
                                <a:pt x="3873" y="433"/>
                              </a:lnTo>
                              <a:lnTo>
                                <a:pt x="3873" y="447"/>
                              </a:lnTo>
                              <a:lnTo>
                                <a:pt x="3872" y="460"/>
                              </a:lnTo>
                              <a:lnTo>
                                <a:pt x="3870" y="473"/>
                              </a:lnTo>
                              <a:lnTo>
                                <a:pt x="3866" y="485"/>
                              </a:lnTo>
                              <a:lnTo>
                                <a:pt x="3861" y="496"/>
                              </a:lnTo>
                              <a:lnTo>
                                <a:pt x="3855" y="506"/>
                              </a:lnTo>
                              <a:lnTo>
                                <a:pt x="3850" y="516"/>
                              </a:lnTo>
                              <a:lnTo>
                                <a:pt x="3841" y="524"/>
                              </a:lnTo>
                              <a:lnTo>
                                <a:pt x="3832" y="532"/>
                              </a:lnTo>
                              <a:lnTo>
                                <a:pt x="3822" y="540"/>
                              </a:lnTo>
                              <a:lnTo>
                                <a:pt x="3811" y="545"/>
                              </a:lnTo>
                              <a:lnTo>
                                <a:pt x="3798" y="550"/>
                              </a:lnTo>
                              <a:lnTo>
                                <a:pt x="3783" y="554"/>
                              </a:lnTo>
                              <a:lnTo>
                                <a:pt x="3767" y="557"/>
                              </a:lnTo>
                              <a:lnTo>
                                <a:pt x="3750" y="558"/>
                              </a:lnTo>
                              <a:lnTo>
                                <a:pt x="3732" y="560"/>
                              </a:lnTo>
                              <a:lnTo>
                                <a:pt x="3393" y="560"/>
                              </a:lnTo>
                              <a:lnTo>
                                <a:pt x="3393" y="308"/>
                              </a:lnTo>
                              <a:lnTo>
                                <a:pt x="3727" y="308"/>
                              </a:lnTo>
                              <a:lnTo>
                                <a:pt x="3727" y="308"/>
                              </a:lnTo>
                              <a:lnTo>
                                <a:pt x="3727" y="308"/>
                              </a:lnTo>
                              <a:lnTo>
                                <a:pt x="3727" y="308"/>
                              </a:lnTo>
                              <a:close/>
                              <a:moveTo>
                                <a:pt x="3743" y="857"/>
                              </a:moveTo>
                              <a:lnTo>
                                <a:pt x="3743" y="857"/>
                              </a:lnTo>
                              <a:lnTo>
                                <a:pt x="3765" y="857"/>
                              </a:lnTo>
                              <a:lnTo>
                                <a:pt x="3783" y="859"/>
                              </a:lnTo>
                              <a:lnTo>
                                <a:pt x="3801" y="863"/>
                              </a:lnTo>
                              <a:lnTo>
                                <a:pt x="3818" y="868"/>
                              </a:lnTo>
                              <a:lnTo>
                                <a:pt x="3833" y="873"/>
                              </a:lnTo>
                              <a:lnTo>
                                <a:pt x="3846" y="881"/>
                              </a:lnTo>
                              <a:lnTo>
                                <a:pt x="3859" y="889"/>
                              </a:lnTo>
                              <a:lnTo>
                                <a:pt x="3870" y="898"/>
                              </a:lnTo>
                              <a:lnTo>
                                <a:pt x="3880" y="909"/>
                              </a:lnTo>
                              <a:lnTo>
                                <a:pt x="3888" y="921"/>
                              </a:lnTo>
                              <a:lnTo>
                                <a:pt x="3896" y="934"/>
                              </a:lnTo>
                              <a:lnTo>
                                <a:pt x="3901" y="948"/>
                              </a:lnTo>
                              <a:lnTo>
                                <a:pt x="3906" y="962"/>
                              </a:lnTo>
                              <a:lnTo>
                                <a:pt x="3909" y="979"/>
                              </a:lnTo>
                              <a:lnTo>
                                <a:pt x="3911" y="996"/>
                              </a:lnTo>
                              <a:lnTo>
                                <a:pt x="3912" y="1014"/>
                              </a:lnTo>
                              <a:lnTo>
                                <a:pt x="3912" y="1014"/>
                              </a:lnTo>
                              <a:lnTo>
                                <a:pt x="3911" y="1032"/>
                              </a:lnTo>
                              <a:lnTo>
                                <a:pt x="3909" y="1048"/>
                              </a:lnTo>
                              <a:lnTo>
                                <a:pt x="3906" y="1065"/>
                              </a:lnTo>
                              <a:lnTo>
                                <a:pt x="3901" y="1080"/>
                              </a:lnTo>
                              <a:lnTo>
                                <a:pt x="3896" y="1094"/>
                              </a:lnTo>
                              <a:lnTo>
                                <a:pt x="3888" y="1108"/>
                              </a:lnTo>
                              <a:lnTo>
                                <a:pt x="3880" y="1120"/>
                              </a:lnTo>
                              <a:lnTo>
                                <a:pt x="3871" y="1132"/>
                              </a:lnTo>
                              <a:lnTo>
                                <a:pt x="3859" y="1143"/>
                              </a:lnTo>
                              <a:lnTo>
                                <a:pt x="3847" y="1151"/>
                              </a:lnTo>
                              <a:lnTo>
                                <a:pt x="3833" y="1159"/>
                              </a:lnTo>
                              <a:lnTo>
                                <a:pt x="3818" y="1166"/>
                              </a:lnTo>
                              <a:lnTo>
                                <a:pt x="3801" y="1171"/>
                              </a:lnTo>
                              <a:lnTo>
                                <a:pt x="3782" y="1174"/>
                              </a:lnTo>
                              <a:lnTo>
                                <a:pt x="3763" y="1177"/>
                              </a:lnTo>
                              <a:lnTo>
                                <a:pt x="3742" y="1178"/>
                              </a:lnTo>
                              <a:lnTo>
                                <a:pt x="3393" y="1178"/>
                              </a:lnTo>
                              <a:lnTo>
                                <a:pt x="3393" y="857"/>
                              </a:lnTo>
                              <a:lnTo>
                                <a:pt x="3743" y="857"/>
                              </a:lnTo>
                              <a:lnTo>
                                <a:pt x="3743" y="857"/>
                              </a:lnTo>
                              <a:lnTo>
                                <a:pt x="3743" y="857"/>
                              </a:lnTo>
                              <a:lnTo>
                                <a:pt x="3743" y="857"/>
                              </a:lnTo>
                              <a:close/>
                              <a:moveTo>
                                <a:pt x="4528" y="1488"/>
                              </a:moveTo>
                              <a:lnTo>
                                <a:pt x="4909" y="1488"/>
                              </a:lnTo>
                              <a:lnTo>
                                <a:pt x="4909" y="0"/>
                              </a:lnTo>
                              <a:lnTo>
                                <a:pt x="4528" y="0"/>
                              </a:lnTo>
                              <a:lnTo>
                                <a:pt x="4528" y="1488"/>
                              </a:lnTo>
                              <a:lnTo>
                                <a:pt x="4528" y="1488"/>
                              </a:lnTo>
                              <a:lnTo>
                                <a:pt x="4528" y="1488"/>
                              </a:lnTo>
                              <a:lnTo>
                                <a:pt x="4528" y="14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9"/>
                      <wps:cNvSpPr>
                        <a:spLocks noEditPoints="1"/>
                      </wps:cNvSpPr>
                      <wps:spPr bwMode="auto">
                        <a:xfrm>
                          <a:off x="2124075" y="352425"/>
                          <a:ext cx="3630295" cy="488315"/>
                        </a:xfrm>
                        <a:custGeom>
                          <a:avLst/>
                          <a:gdLst>
                            <a:gd name="T0" fmla="*/ 374 w 11434"/>
                            <a:gd name="T1" fmla="*/ 356 h 1537"/>
                            <a:gd name="T2" fmla="*/ 2418 w 11434"/>
                            <a:gd name="T3" fmla="*/ 778 h 1537"/>
                            <a:gd name="T4" fmla="*/ 2481 w 11434"/>
                            <a:gd name="T5" fmla="*/ 385 h 1537"/>
                            <a:gd name="T6" fmla="*/ 2315 w 11434"/>
                            <a:gd name="T7" fmla="*/ 122 h 1537"/>
                            <a:gd name="T8" fmla="*/ 1993 w 11434"/>
                            <a:gd name="T9" fmla="*/ 24 h 1537"/>
                            <a:gd name="T10" fmla="*/ 1922 w 11434"/>
                            <a:gd name="T11" fmla="*/ 345 h 1537"/>
                            <a:gd name="T12" fmla="*/ 2108 w 11434"/>
                            <a:gd name="T13" fmla="*/ 457 h 1537"/>
                            <a:gd name="T14" fmla="*/ 2055 w 11434"/>
                            <a:gd name="T15" fmla="*/ 655 h 1537"/>
                            <a:gd name="T16" fmla="*/ 1922 w 11434"/>
                            <a:gd name="T17" fmla="*/ 345 h 1537"/>
                            <a:gd name="T18" fmla="*/ 2705 w 11434"/>
                            <a:gd name="T19" fmla="*/ 1514 h 1537"/>
                            <a:gd name="T20" fmla="*/ 4770 w 11434"/>
                            <a:gd name="T21" fmla="*/ 1508 h 1537"/>
                            <a:gd name="T22" fmla="*/ 5046 w 11434"/>
                            <a:gd name="T23" fmla="*/ 1332 h 1537"/>
                            <a:gd name="T24" fmla="*/ 5124 w 11434"/>
                            <a:gd name="T25" fmla="*/ 1031 h 1537"/>
                            <a:gd name="T26" fmla="*/ 5017 w 11434"/>
                            <a:gd name="T27" fmla="*/ 768 h 1537"/>
                            <a:gd name="T28" fmla="*/ 4657 w 11434"/>
                            <a:gd name="T29" fmla="*/ 598 h 1537"/>
                            <a:gd name="T30" fmla="*/ 4340 w 11434"/>
                            <a:gd name="T31" fmla="*/ 473 h 1537"/>
                            <a:gd name="T32" fmla="*/ 4381 w 11434"/>
                            <a:gd name="T33" fmla="*/ 358 h 1537"/>
                            <a:gd name="T34" fmla="*/ 4639 w 11434"/>
                            <a:gd name="T35" fmla="*/ 349 h 1537"/>
                            <a:gd name="T36" fmla="*/ 5100 w 11434"/>
                            <a:gd name="T37" fmla="*/ 193 h 1537"/>
                            <a:gd name="T38" fmla="*/ 4657 w 11434"/>
                            <a:gd name="T39" fmla="*/ 7 h 1537"/>
                            <a:gd name="T40" fmla="*/ 4267 w 11434"/>
                            <a:gd name="T41" fmla="*/ 41 h 1537"/>
                            <a:gd name="T42" fmla="*/ 4019 w 11434"/>
                            <a:gd name="T43" fmla="*/ 230 h 1537"/>
                            <a:gd name="T44" fmla="*/ 3958 w 11434"/>
                            <a:gd name="T45" fmla="*/ 513 h 1537"/>
                            <a:gd name="T46" fmla="*/ 4070 w 11434"/>
                            <a:gd name="T47" fmla="*/ 762 h 1537"/>
                            <a:gd name="T48" fmla="*/ 4467 w 11434"/>
                            <a:gd name="T49" fmla="*/ 926 h 1537"/>
                            <a:gd name="T50" fmla="*/ 4739 w 11434"/>
                            <a:gd name="T51" fmla="*/ 1050 h 1537"/>
                            <a:gd name="T52" fmla="*/ 4683 w 11434"/>
                            <a:gd name="T53" fmla="*/ 1182 h 1537"/>
                            <a:gd name="T54" fmla="*/ 4391 w 11434"/>
                            <a:gd name="T55" fmla="*/ 1186 h 1537"/>
                            <a:gd name="T56" fmla="*/ 3906 w 11434"/>
                            <a:gd name="T57" fmla="*/ 1327 h 1537"/>
                            <a:gd name="T58" fmla="*/ 4383 w 11434"/>
                            <a:gd name="T59" fmla="*/ 1529 h 1537"/>
                            <a:gd name="T60" fmla="*/ 6168 w 11434"/>
                            <a:gd name="T61" fmla="*/ 571 h 1537"/>
                            <a:gd name="T62" fmla="*/ 7546 w 11434"/>
                            <a:gd name="T63" fmla="*/ 23 h 1537"/>
                            <a:gd name="T64" fmla="*/ 8559 w 11434"/>
                            <a:gd name="T65" fmla="*/ 23 h 1537"/>
                            <a:gd name="T66" fmla="*/ 9640 w 11434"/>
                            <a:gd name="T67" fmla="*/ 1515 h 1537"/>
                            <a:gd name="T68" fmla="*/ 9960 w 11434"/>
                            <a:gd name="T69" fmla="*/ 1308 h 1537"/>
                            <a:gd name="T70" fmla="*/ 10080 w 11434"/>
                            <a:gd name="T71" fmla="*/ 870 h 1537"/>
                            <a:gd name="T72" fmla="*/ 9638 w 11434"/>
                            <a:gd name="T73" fmla="*/ 1110 h 1537"/>
                            <a:gd name="T74" fmla="*/ 9492 w 11434"/>
                            <a:gd name="T75" fmla="*/ 1194 h 1537"/>
                            <a:gd name="T76" fmla="*/ 9322 w 11434"/>
                            <a:gd name="T77" fmla="*/ 1168 h 1537"/>
                            <a:gd name="T78" fmla="*/ 9205 w 11434"/>
                            <a:gd name="T79" fmla="*/ 1006 h 1537"/>
                            <a:gd name="T80" fmla="*/ 8826 w 11434"/>
                            <a:gd name="T81" fmla="*/ 1068 h 1537"/>
                            <a:gd name="T82" fmla="*/ 9030 w 11434"/>
                            <a:gd name="T83" fmla="*/ 1414 h 1537"/>
                            <a:gd name="T84" fmla="*/ 9408 w 11434"/>
                            <a:gd name="T85" fmla="*/ 1537 h 1537"/>
                            <a:gd name="T86" fmla="*/ 11052 w 11434"/>
                            <a:gd name="T87" fmla="*/ 1515 h 1537"/>
                            <a:gd name="T88" fmla="*/ 11341 w 11434"/>
                            <a:gd name="T89" fmla="*/ 1351 h 1537"/>
                            <a:gd name="T90" fmla="*/ 11434 w 11434"/>
                            <a:gd name="T91" fmla="*/ 1058 h 1537"/>
                            <a:gd name="T92" fmla="*/ 11340 w 11434"/>
                            <a:gd name="T93" fmla="*/ 783 h 1537"/>
                            <a:gd name="T94" fmla="*/ 11023 w 11434"/>
                            <a:gd name="T95" fmla="*/ 613 h 1537"/>
                            <a:gd name="T96" fmla="*/ 10655 w 11434"/>
                            <a:gd name="T97" fmla="*/ 483 h 1537"/>
                            <a:gd name="T98" fmla="*/ 10679 w 11434"/>
                            <a:gd name="T99" fmla="*/ 364 h 1537"/>
                            <a:gd name="T100" fmla="*/ 10923 w 11434"/>
                            <a:gd name="T101" fmla="*/ 343 h 1537"/>
                            <a:gd name="T102" fmla="*/ 11410 w 11434"/>
                            <a:gd name="T103" fmla="*/ 193 h 1537"/>
                            <a:gd name="T104" fmla="*/ 11007 w 11434"/>
                            <a:gd name="T105" fmla="*/ 13 h 1537"/>
                            <a:gd name="T106" fmla="*/ 10602 w 11434"/>
                            <a:gd name="T107" fmla="*/ 33 h 1537"/>
                            <a:gd name="T108" fmla="*/ 10341 w 11434"/>
                            <a:gd name="T109" fmla="*/ 210 h 1537"/>
                            <a:gd name="T110" fmla="*/ 10265 w 11434"/>
                            <a:gd name="T111" fmla="*/ 487 h 1537"/>
                            <a:gd name="T112" fmla="*/ 10365 w 11434"/>
                            <a:gd name="T113" fmla="*/ 748 h 1537"/>
                            <a:gd name="T114" fmla="*/ 10715 w 11434"/>
                            <a:gd name="T115" fmla="*/ 912 h 1537"/>
                            <a:gd name="T116" fmla="*/ 11043 w 11434"/>
                            <a:gd name="T117" fmla="*/ 1039 h 1537"/>
                            <a:gd name="T118" fmla="*/ 11006 w 11434"/>
                            <a:gd name="T119" fmla="*/ 1176 h 1537"/>
                            <a:gd name="T120" fmla="*/ 10729 w 11434"/>
                            <a:gd name="T121" fmla="*/ 1191 h 1537"/>
                            <a:gd name="T122" fmla="*/ 10215 w 11434"/>
                            <a:gd name="T123" fmla="*/ 1327 h 1537"/>
                            <a:gd name="T124" fmla="*/ 10649 w 11434"/>
                            <a:gd name="T125" fmla="*/ 1522 h 15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434" h="1537">
                              <a:moveTo>
                                <a:pt x="374" y="356"/>
                              </a:moveTo>
                              <a:lnTo>
                                <a:pt x="374" y="586"/>
                              </a:lnTo>
                              <a:lnTo>
                                <a:pt x="900" y="586"/>
                              </a:lnTo>
                              <a:lnTo>
                                <a:pt x="900" y="915"/>
                              </a:lnTo>
                              <a:lnTo>
                                <a:pt x="374" y="915"/>
                              </a:lnTo>
                              <a:lnTo>
                                <a:pt x="374" y="1514"/>
                              </a:lnTo>
                              <a:lnTo>
                                <a:pt x="0" y="1514"/>
                              </a:lnTo>
                              <a:lnTo>
                                <a:pt x="0" y="23"/>
                              </a:lnTo>
                              <a:lnTo>
                                <a:pt x="1111" y="23"/>
                              </a:lnTo>
                              <a:lnTo>
                                <a:pt x="1111" y="356"/>
                              </a:lnTo>
                              <a:lnTo>
                                <a:pt x="374" y="356"/>
                              </a:lnTo>
                              <a:lnTo>
                                <a:pt x="374" y="356"/>
                              </a:lnTo>
                              <a:lnTo>
                                <a:pt x="374" y="356"/>
                              </a:lnTo>
                              <a:lnTo>
                                <a:pt x="374" y="356"/>
                              </a:lnTo>
                              <a:close/>
                              <a:moveTo>
                                <a:pt x="2089" y="1514"/>
                              </a:moveTo>
                              <a:lnTo>
                                <a:pt x="2510" y="1514"/>
                              </a:lnTo>
                              <a:lnTo>
                                <a:pt x="2216" y="941"/>
                              </a:lnTo>
                              <a:lnTo>
                                <a:pt x="2216" y="941"/>
                              </a:lnTo>
                              <a:lnTo>
                                <a:pt x="2248" y="926"/>
                              </a:lnTo>
                              <a:lnTo>
                                <a:pt x="2278" y="911"/>
                              </a:lnTo>
                              <a:lnTo>
                                <a:pt x="2306" y="893"/>
                              </a:lnTo>
                              <a:lnTo>
                                <a:pt x="2332" y="873"/>
                              </a:lnTo>
                              <a:lnTo>
                                <a:pt x="2357" y="852"/>
                              </a:lnTo>
                              <a:lnTo>
                                <a:pt x="2379" y="829"/>
                              </a:lnTo>
                              <a:lnTo>
                                <a:pt x="2400" y="804"/>
                              </a:lnTo>
                              <a:lnTo>
                                <a:pt x="2418" y="778"/>
                              </a:lnTo>
                              <a:lnTo>
                                <a:pt x="2435" y="751"/>
                              </a:lnTo>
                              <a:lnTo>
                                <a:pt x="2450" y="722"/>
                              </a:lnTo>
                              <a:lnTo>
                                <a:pt x="2462" y="690"/>
                              </a:lnTo>
                              <a:lnTo>
                                <a:pt x="2472" y="657"/>
                              </a:lnTo>
                              <a:lnTo>
                                <a:pt x="2481" y="621"/>
                              </a:lnTo>
                              <a:lnTo>
                                <a:pt x="2487" y="585"/>
                              </a:lnTo>
                              <a:lnTo>
                                <a:pt x="2490" y="546"/>
                              </a:lnTo>
                              <a:lnTo>
                                <a:pt x="2491" y="505"/>
                              </a:lnTo>
                              <a:lnTo>
                                <a:pt x="2491" y="505"/>
                              </a:lnTo>
                              <a:lnTo>
                                <a:pt x="2490" y="473"/>
                              </a:lnTo>
                              <a:lnTo>
                                <a:pt x="2489" y="443"/>
                              </a:lnTo>
                              <a:lnTo>
                                <a:pt x="2485" y="414"/>
                              </a:lnTo>
                              <a:lnTo>
                                <a:pt x="2481" y="385"/>
                              </a:lnTo>
                              <a:lnTo>
                                <a:pt x="2475" y="359"/>
                              </a:lnTo>
                              <a:lnTo>
                                <a:pt x="2468" y="334"/>
                              </a:lnTo>
                              <a:lnTo>
                                <a:pt x="2459" y="309"/>
                              </a:lnTo>
                              <a:lnTo>
                                <a:pt x="2450" y="285"/>
                              </a:lnTo>
                              <a:lnTo>
                                <a:pt x="2439" y="263"/>
                              </a:lnTo>
                              <a:lnTo>
                                <a:pt x="2427" y="241"/>
                              </a:lnTo>
                              <a:lnTo>
                                <a:pt x="2415" y="221"/>
                              </a:lnTo>
                              <a:lnTo>
                                <a:pt x="2400" y="203"/>
                              </a:lnTo>
                              <a:lnTo>
                                <a:pt x="2385" y="185"/>
                              </a:lnTo>
                              <a:lnTo>
                                <a:pt x="2370" y="167"/>
                              </a:lnTo>
                              <a:lnTo>
                                <a:pt x="2352" y="151"/>
                              </a:lnTo>
                              <a:lnTo>
                                <a:pt x="2334" y="136"/>
                              </a:lnTo>
                              <a:lnTo>
                                <a:pt x="2315" y="122"/>
                              </a:lnTo>
                              <a:lnTo>
                                <a:pt x="2295" y="109"/>
                              </a:lnTo>
                              <a:lnTo>
                                <a:pt x="2274" y="96"/>
                              </a:lnTo>
                              <a:lnTo>
                                <a:pt x="2253" y="86"/>
                              </a:lnTo>
                              <a:lnTo>
                                <a:pt x="2230" y="75"/>
                              </a:lnTo>
                              <a:lnTo>
                                <a:pt x="2207" y="66"/>
                              </a:lnTo>
                              <a:lnTo>
                                <a:pt x="2183" y="57"/>
                              </a:lnTo>
                              <a:lnTo>
                                <a:pt x="2157" y="50"/>
                              </a:lnTo>
                              <a:lnTo>
                                <a:pt x="2132" y="44"/>
                              </a:lnTo>
                              <a:lnTo>
                                <a:pt x="2105" y="39"/>
                              </a:lnTo>
                              <a:lnTo>
                                <a:pt x="2078" y="34"/>
                              </a:lnTo>
                              <a:lnTo>
                                <a:pt x="2051" y="30"/>
                              </a:lnTo>
                              <a:lnTo>
                                <a:pt x="2023" y="27"/>
                              </a:lnTo>
                              <a:lnTo>
                                <a:pt x="1993" y="24"/>
                              </a:lnTo>
                              <a:lnTo>
                                <a:pt x="1964" y="23"/>
                              </a:lnTo>
                              <a:lnTo>
                                <a:pt x="1933" y="23"/>
                              </a:lnTo>
                              <a:lnTo>
                                <a:pt x="1256" y="23"/>
                              </a:lnTo>
                              <a:lnTo>
                                <a:pt x="1256" y="1514"/>
                              </a:lnTo>
                              <a:lnTo>
                                <a:pt x="1626" y="1514"/>
                              </a:lnTo>
                              <a:lnTo>
                                <a:pt x="1626" y="1000"/>
                              </a:lnTo>
                              <a:lnTo>
                                <a:pt x="1837" y="1000"/>
                              </a:lnTo>
                              <a:lnTo>
                                <a:pt x="2089" y="1514"/>
                              </a:lnTo>
                              <a:lnTo>
                                <a:pt x="2089" y="1514"/>
                              </a:lnTo>
                              <a:lnTo>
                                <a:pt x="2089" y="1514"/>
                              </a:lnTo>
                              <a:lnTo>
                                <a:pt x="2089" y="1514"/>
                              </a:lnTo>
                              <a:close/>
                              <a:moveTo>
                                <a:pt x="1922" y="345"/>
                              </a:moveTo>
                              <a:lnTo>
                                <a:pt x="1922" y="345"/>
                              </a:lnTo>
                              <a:lnTo>
                                <a:pt x="1946" y="345"/>
                              </a:lnTo>
                              <a:lnTo>
                                <a:pt x="1968" y="348"/>
                              </a:lnTo>
                              <a:lnTo>
                                <a:pt x="1990" y="351"/>
                              </a:lnTo>
                              <a:lnTo>
                                <a:pt x="2009" y="356"/>
                              </a:lnTo>
                              <a:lnTo>
                                <a:pt x="2025" y="362"/>
                              </a:lnTo>
                              <a:lnTo>
                                <a:pt x="2042" y="370"/>
                              </a:lnTo>
                              <a:lnTo>
                                <a:pt x="2056" y="378"/>
                              </a:lnTo>
                              <a:lnTo>
                                <a:pt x="2068" y="389"/>
                              </a:lnTo>
                              <a:lnTo>
                                <a:pt x="2079" y="401"/>
                              </a:lnTo>
                              <a:lnTo>
                                <a:pt x="2089" y="413"/>
                              </a:lnTo>
                              <a:lnTo>
                                <a:pt x="2096" y="427"/>
                              </a:lnTo>
                              <a:lnTo>
                                <a:pt x="2103" y="442"/>
                              </a:lnTo>
                              <a:lnTo>
                                <a:pt x="2108" y="457"/>
                              </a:lnTo>
                              <a:lnTo>
                                <a:pt x="2111" y="475"/>
                              </a:lnTo>
                              <a:lnTo>
                                <a:pt x="2114" y="494"/>
                              </a:lnTo>
                              <a:lnTo>
                                <a:pt x="2114" y="513"/>
                              </a:lnTo>
                              <a:lnTo>
                                <a:pt x="2114" y="513"/>
                              </a:lnTo>
                              <a:lnTo>
                                <a:pt x="2114" y="534"/>
                              </a:lnTo>
                              <a:lnTo>
                                <a:pt x="2111" y="554"/>
                              </a:lnTo>
                              <a:lnTo>
                                <a:pt x="2108" y="572"/>
                              </a:lnTo>
                              <a:lnTo>
                                <a:pt x="2103" y="590"/>
                              </a:lnTo>
                              <a:lnTo>
                                <a:pt x="2096" y="605"/>
                              </a:lnTo>
                              <a:lnTo>
                                <a:pt x="2088" y="619"/>
                              </a:lnTo>
                              <a:lnTo>
                                <a:pt x="2078" y="632"/>
                              </a:lnTo>
                              <a:lnTo>
                                <a:pt x="2068" y="645"/>
                              </a:lnTo>
                              <a:lnTo>
                                <a:pt x="2055" y="655"/>
                              </a:lnTo>
                              <a:lnTo>
                                <a:pt x="2040" y="664"/>
                              </a:lnTo>
                              <a:lnTo>
                                <a:pt x="2024" y="672"/>
                              </a:lnTo>
                              <a:lnTo>
                                <a:pt x="2006" y="678"/>
                              </a:lnTo>
                              <a:lnTo>
                                <a:pt x="1987" y="683"/>
                              </a:lnTo>
                              <a:lnTo>
                                <a:pt x="1966" y="686"/>
                              </a:lnTo>
                              <a:lnTo>
                                <a:pt x="1942" y="689"/>
                              </a:lnTo>
                              <a:lnTo>
                                <a:pt x="1919" y="690"/>
                              </a:lnTo>
                              <a:lnTo>
                                <a:pt x="1626" y="690"/>
                              </a:lnTo>
                              <a:lnTo>
                                <a:pt x="1626" y="345"/>
                              </a:lnTo>
                              <a:lnTo>
                                <a:pt x="1922" y="345"/>
                              </a:lnTo>
                              <a:lnTo>
                                <a:pt x="1922" y="345"/>
                              </a:lnTo>
                              <a:lnTo>
                                <a:pt x="1922" y="345"/>
                              </a:lnTo>
                              <a:lnTo>
                                <a:pt x="1922" y="345"/>
                              </a:lnTo>
                              <a:close/>
                              <a:moveTo>
                                <a:pt x="2705" y="1514"/>
                              </a:moveTo>
                              <a:lnTo>
                                <a:pt x="3832" y="1514"/>
                              </a:lnTo>
                              <a:lnTo>
                                <a:pt x="3832" y="1186"/>
                              </a:lnTo>
                              <a:lnTo>
                                <a:pt x="3078" y="1186"/>
                              </a:lnTo>
                              <a:lnTo>
                                <a:pt x="3078" y="894"/>
                              </a:lnTo>
                              <a:lnTo>
                                <a:pt x="3547" y="894"/>
                              </a:lnTo>
                              <a:lnTo>
                                <a:pt x="3547" y="571"/>
                              </a:lnTo>
                              <a:lnTo>
                                <a:pt x="3078" y="571"/>
                              </a:lnTo>
                              <a:lnTo>
                                <a:pt x="3078" y="351"/>
                              </a:lnTo>
                              <a:lnTo>
                                <a:pt x="3780" y="351"/>
                              </a:lnTo>
                              <a:lnTo>
                                <a:pt x="3780" y="23"/>
                              </a:lnTo>
                              <a:lnTo>
                                <a:pt x="2705" y="23"/>
                              </a:lnTo>
                              <a:lnTo>
                                <a:pt x="2705" y="1514"/>
                              </a:lnTo>
                              <a:lnTo>
                                <a:pt x="2705" y="1514"/>
                              </a:lnTo>
                              <a:lnTo>
                                <a:pt x="2705" y="1514"/>
                              </a:lnTo>
                              <a:lnTo>
                                <a:pt x="2705" y="1514"/>
                              </a:lnTo>
                              <a:close/>
                              <a:moveTo>
                                <a:pt x="4517" y="1537"/>
                              </a:moveTo>
                              <a:lnTo>
                                <a:pt x="4517" y="1537"/>
                              </a:lnTo>
                              <a:lnTo>
                                <a:pt x="4552" y="1537"/>
                              </a:lnTo>
                              <a:lnTo>
                                <a:pt x="4586" y="1535"/>
                              </a:lnTo>
                              <a:lnTo>
                                <a:pt x="4619" y="1534"/>
                              </a:lnTo>
                              <a:lnTo>
                                <a:pt x="4651" y="1530"/>
                              </a:lnTo>
                              <a:lnTo>
                                <a:pt x="4683" y="1525"/>
                              </a:lnTo>
                              <a:lnTo>
                                <a:pt x="4712" y="1521"/>
                              </a:lnTo>
                              <a:lnTo>
                                <a:pt x="4742" y="1515"/>
                              </a:lnTo>
                              <a:lnTo>
                                <a:pt x="4770" y="1508"/>
                              </a:lnTo>
                              <a:lnTo>
                                <a:pt x="4798" y="1499"/>
                              </a:lnTo>
                              <a:lnTo>
                                <a:pt x="4824" y="1491"/>
                              </a:lnTo>
                              <a:lnTo>
                                <a:pt x="4850" y="1482"/>
                              </a:lnTo>
                              <a:lnTo>
                                <a:pt x="4874" y="1470"/>
                              </a:lnTo>
                              <a:lnTo>
                                <a:pt x="4897" y="1459"/>
                              </a:lnTo>
                              <a:lnTo>
                                <a:pt x="4920" y="1446"/>
                              </a:lnTo>
                              <a:lnTo>
                                <a:pt x="4941" y="1433"/>
                              </a:lnTo>
                              <a:lnTo>
                                <a:pt x="4961" y="1418"/>
                              </a:lnTo>
                              <a:lnTo>
                                <a:pt x="4980" y="1403"/>
                              </a:lnTo>
                              <a:lnTo>
                                <a:pt x="4999" y="1386"/>
                              </a:lnTo>
                              <a:lnTo>
                                <a:pt x="5015" y="1370"/>
                              </a:lnTo>
                              <a:lnTo>
                                <a:pt x="5031" y="1351"/>
                              </a:lnTo>
                              <a:lnTo>
                                <a:pt x="5046" y="1332"/>
                              </a:lnTo>
                              <a:lnTo>
                                <a:pt x="5059" y="1312"/>
                              </a:lnTo>
                              <a:lnTo>
                                <a:pt x="5071" y="1291"/>
                              </a:lnTo>
                              <a:lnTo>
                                <a:pt x="5083" y="1268"/>
                              </a:lnTo>
                              <a:lnTo>
                                <a:pt x="5092" y="1246"/>
                              </a:lnTo>
                              <a:lnTo>
                                <a:pt x="5100" y="1222"/>
                              </a:lnTo>
                              <a:lnTo>
                                <a:pt x="5107" y="1197"/>
                              </a:lnTo>
                              <a:lnTo>
                                <a:pt x="5113" y="1171"/>
                              </a:lnTo>
                              <a:lnTo>
                                <a:pt x="5118" y="1144"/>
                              </a:lnTo>
                              <a:lnTo>
                                <a:pt x="5122" y="1116"/>
                              </a:lnTo>
                              <a:lnTo>
                                <a:pt x="5124" y="1088"/>
                              </a:lnTo>
                              <a:lnTo>
                                <a:pt x="5124" y="1058"/>
                              </a:lnTo>
                              <a:lnTo>
                                <a:pt x="5124" y="1058"/>
                              </a:lnTo>
                              <a:lnTo>
                                <a:pt x="5124" y="1031"/>
                              </a:lnTo>
                              <a:lnTo>
                                <a:pt x="5122" y="1005"/>
                              </a:lnTo>
                              <a:lnTo>
                                <a:pt x="5119" y="980"/>
                              </a:lnTo>
                              <a:lnTo>
                                <a:pt x="5116" y="957"/>
                              </a:lnTo>
                              <a:lnTo>
                                <a:pt x="5110" y="934"/>
                              </a:lnTo>
                              <a:lnTo>
                                <a:pt x="5104" y="912"/>
                              </a:lnTo>
                              <a:lnTo>
                                <a:pt x="5097" y="891"/>
                              </a:lnTo>
                              <a:lnTo>
                                <a:pt x="5089" y="870"/>
                              </a:lnTo>
                              <a:lnTo>
                                <a:pt x="5079" y="852"/>
                              </a:lnTo>
                              <a:lnTo>
                                <a:pt x="5069" y="833"/>
                              </a:lnTo>
                              <a:lnTo>
                                <a:pt x="5057" y="816"/>
                              </a:lnTo>
                              <a:lnTo>
                                <a:pt x="5045" y="798"/>
                              </a:lnTo>
                              <a:lnTo>
                                <a:pt x="5031" y="783"/>
                              </a:lnTo>
                              <a:lnTo>
                                <a:pt x="5017" y="768"/>
                              </a:lnTo>
                              <a:lnTo>
                                <a:pt x="5001" y="754"/>
                              </a:lnTo>
                              <a:lnTo>
                                <a:pt x="4985" y="739"/>
                              </a:lnTo>
                              <a:lnTo>
                                <a:pt x="4967" y="726"/>
                              </a:lnTo>
                              <a:lnTo>
                                <a:pt x="4948" y="714"/>
                              </a:lnTo>
                              <a:lnTo>
                                <a:pt x="4929" y="702"/>
                              </a:lnTo>
                              <a:lnTo>
                                <a:pt x="4908" y="690"/>
                              </a:lnTo>
                              <a:lnTo>
                                <a:pt x="4887" y="678"/>
                              </a:lnTo>
                              <a:lnTo>
                                <a:pt x="4866" y="669"/>
                              </a:lnTo>
                              <a:lnTo>
                                <a:pt x="4842" y="658"/>
                              </a:lnTo>
                              <a:lnTo>
                                <a:pt x="4818" y="649"/>
                              </a:lnTo>
                              <a:lnTo>
                                <a:pt x="4768" y="631"/>
                              </a:lnTo>
                              <a:lnTo>
                                <a:pt x="4713" y="613"/>
                              </a:lnTo>
                              <a:lnTo>
                                <a:pt x="4657" y="598"/>
                              </a:lnTo>
                              <a:lnTo>
                                <a:pt x="4597" y="584"/>
                              </a:lnTo>
                              <a:lnTo>
                                <a:pt x="4597" y="584"/>
                              </a:lnTo>
                              <a:lnTo>
                                <a:pt x="4526" y="566"/>
                              </a:lnTo>
                              <a:lnTo>
                                <a:pt x="4468" y="549"/>
                              </a:lnTo>
                              <a:lnTo>
                                <a:pt x="4444" y="541"/>
                              </a:lnTo>
                              <a:lnTo>
                                <a:pt x="4423" y="534"/>
                              </a:lnTo>
                              <a:lnTo>
                                <a:pt x="4404" y="526"/>
                              </a:lnTo>
                              <a:lnTo>
                                <a:pt x="4388" y="518"/>
                              </a:lnTo>
                              <a:lnTo>
                                <a:pt x="4375" y="509"/>
                              </a:lnTo>
                              <a:lnTo>
                                <a:pt x="4363" y="501"/>
                              </a:lnTo>
                              <a:lnTo>
                                <a:pt x="4353" y="493"/>
                              </a:lnTo>
                              <a:lnTo>
                                <a:pt x="4346" y="483"/>
                              </a:lnTo>
                              <a:lnTo>
                                <a:pt x="4340" y="473"/>
                              </a:lnTo>
                              <a:lnTo>
                                <a:pt x="4337" y="462"/>
                              </a:lnTo>
                              <a:lnTo>
                                <a:pt x="4335" y="450"/>
                              </a:lnTo>
                              <a:lnTo>
                                <a:pt x="4335" y="439"/>
                              </a:lnTo>
                              <a:lnTo>
                                <a:pt x="4335" y="439"/>
                              </a:lnTo>
                              <a:lnTo>
                                <a:pt x="4335" y="428"/>
                              </a:lnTo>
                              <a:lnTo>
                                <a:pt x="4336" y="417"/>
                              </a:lnTo>
                              <a:lnTo>
                                <a:pt x="4338" y="408"/>
                              </a:lnTo>
                              <a:lnTo>
                                <a:pt x="4343" y="398"/>
                              </a:lnTo>
                              <a:lnTo>
                                <a:pt x="4348" y="389"/>
                              </a:lnTo>
                              <a:lnTo>
                                <a:pt x="4353" y="381"/>
                              </a:lnTo>
                              <a:lnTo>
                                <a:pt x="4360" y="372"/>
                              </a:lnTo>
                              <a:lnTo>
                                <a:pt x="4370" y="364"/>
                              </a:lnTo>
                              <a:lnTo>
                                <a:pt x="4381" y="358"/>
                              </a:lnTo>
                              <a:lnTo>
                                <a:pt x="4392" y="352"/>
                              </a:lnTo>
                              <a:lnTo>
                                <a:pt x="4407" y="347"/>
                              </a:lnTo>
                              <a:lnTo>
                                <a:pt x="4422" y="342"/>
                              </a:lnTo>
                              <a:lnTo>
                                <a:pt x="4441" y="339"/>
                              </a:lnTo>
                              <a:lnTo>
                                <a:pt x="4461" y="336"/>
                              </a:lnTo>
                              <a:lnTo>
                                <a:pt x="4482" y="335"/>
                              </a:lnTo>
                              <a:lnTo>
                                <a:pt x="4507" y="335"/>
                              </a:lnTo>
                              <a:lnTo>
                                <a:pt x="4507" y="335"/>
                              </a:lnTo>
                              <a:lnTo>
                                <a:pt x="4534" y="335"/>
                              </a:lnTo>
                              <a:lnTo>
                                <a:pt x="4561" y="337"/>
                              </a:lnTo>
                              <a:lnTo>
                                <a:pt x="4587" y="339"/>
                              </a:lnTo>
                              <a:lnTo>
                                <a:pt x="4613" y="343"/>
                              </a:lnTo>
                              <a:lnTo>
                                <a:pt x="4639" y="349"/>
                              </a:lnTo>
                              <a:lnTo>
                                <a:pt x="4664" y="355"/>
                              </a:lnTo>
                              <a:lnTo>
                                <a:pt x="4689" y="362"/>
                              </a:lnTo>
                              <a:lnTo>
                                <a:pt x="4713" y="370"/>
                              </a:lnTo>
                              <a:lnTo>
                                <a:pt x="4737" y="380"/>
                              </a:lnTo>
                              <a:lnTo>
                                <a:pt x="4762" y="390"/>
                              </a:lnTo>
                              <a:lnTo>
                                <a:pt x="4784" y="402"/>
                              </a:lnTo>
                              <a:lnTo>
                                <a:pt x="4808" y="414"/>
                              </a:lnTo>
                              <a:lnTo>
                                <a:pt x="4831" y="428"/>
                              </a:lnTo>
                              <a:lnTo>
                                <a:pt x="4854" y="442"/>
                              </a:lnTo>
                              <a:lnTo>
                                <a:pt x="4876" y="456"/>
                              </a:lnTo>
                              <a:lnTo>
                                <a:pt x="4899" y="473"/>
                              </a:lnTo>
                              <a:lnTo>
                                <a:pt x="5100" y="193"/>
                              </a:lnTo>
                              <a:lnTo>
                                <a:pt x="5100" y="193"/>
                              </a:lnTo>
                              <a:lnTo>
                                <a:pt x="5072" y="171"/>
                              </a:lnTo>
                              <a:lnTo>
                                <a:pt x="5043" y="149"/>
                              </a:lnTo>
                              <a:lnTo>
                                <a:pt x="5013" y="129"/>
                              </a:lnTo>
                              <a:lnTo>
                                <a:pt x="4981" y="112"/>
                              </a:lnTo>
                              <a:lnTo>
                                <a:pt x="4949" y="94"/>
                              </a:lnTo>
                              <a:lnTo>
                                <a:pt x="4918" y="77"/>
                              </a:lnTo>
                              <a:lnTo>
                                <a:pt x="4883" y="63"/>
                              </a:lnTo>
                              <a:lnTo>
                                <a:pt x="4849" y="50"/>
                              </a:lnTo>
                              <a:lnTo>
                                <a:pt x="4812" y="39"/>
                              </a:lnTo>
                              <a:lnTo>
                                <a:pt x="4776" y="28"/>
                              </a:lnTo>
                              <a:lnTo>
                                <a:pt x="4737" y="20"/>
                              </a:lnTo>
                              <a:lnTo>
                                <a:pt x="4697" y="13"/>
                              </a:lnTo>
                              <a:lnTo>
                                <a:pt x="4657" y="7"/>
                              </a:lnTo>
                              <a:lnTo>
                                <a:pt x="4614" y="3"/>
                              </a:lnTo>
                              <a:lnTo>
                                <a:pt x="4569" y="1"/>
                              </a:lnTo>
                              <a:lnTo>
                                <a:pt x="4525" y="0"/>
                              </a:lnTo>
                              <a:lnTo>
                                <a:pt x="4525" y="0"/>
                              </a:lnTo>
                              <a:lnTo>
                                <a:pt x="4493" y="1"/>
                              </a:lnTo>
                              <a:lnTo>
                                <a:pt x="4462" y="2"/>
                              </a:lnTo>
                              <a:lnTo>
                                <a:pt x="4432" y="4"/>
                              </a:lnTo>
                              <a:lnTo>
                                <a:pt x="4403" y="8"/>
                              </a:lnTo>
                              <a:lnTo>
                                <a:pt x="4375" y="13"/>
                              </a:lnTo>
                              <a:lnTo>
                                <a:pt x="4346" y="18"/>
                              </a:lnTo>
                              <a:lnTo>
                                <a:pt x="4319" y="24"/>
                              </a:lnTo>
                              <a:lnTo>
                                <a:pt x="4293" y="33"/>
                              </a:lnTo>
                              <a:lnTo>
                                <a:pt x="4267" y="41"/>
                              </a:lnTo>
                              <a:lnTo>
                                <a:pt x="4242" y="50"/>
                              </a:lnTo>
                              <a:lnTo>
                                <a:pt x="4219" y="61"/>
                              </a:lnTo>
                              <a:lnTo>
                                <a:pt x="4196" y="72"/>
                              </a:lnTo>
                              <a:lnTo>
                                <a:pt x="4174" y="83"/>
                              </a:lnTo>
                              <a:lnTo>
                                <a:pt x="4153" y="96"/>
                              </a:lnTo>
                              <a:lnTo>
                                <a:pt x="4133" y="110"/>
                              </a:lnTo>
                              <a:lnTo>
                                <a:pt x="4114" y="125"/>
                              </a:lnTo>
                              <a:lnTo>
                                <a:pt x="4095" y="140"/>
                              </a:lnTo>
                              <a:lnTo>
                                <a:pt x="4078" y="157"/>
                              </a:lnTo>
                              <a:lnTo>
                                <a:pt x="4062" y="174"/>
                              </a:lnTo>
                              <a:lnTo>
                                <a:pt x="4047" y="192"/>
                              </a:lnTo>
                              <a:lnTo>
                                <a:pt x="4032" y="210"/>
                              </a:lnTo>
                              <a:lnTo>
                                <a:pt x="4019" y="230"/>
                              </a:lnTo>
                              <a:lnTo>
                                <a:pt x="4008" y="250"/>
                              </a:lnTo>
                              <a:lnTo>
                                <a:pt x="3997" y="270"/>
                              </a:lnTo>
                              <a:lnTo>
                                <a:pt x="3988" y="291"/>
                              </a:lnTo>
                              <a:lnTo>
                                <a:pt x="3979" y="313"/>
                              </a:lnTo>
                              <a:lnTo>
                                <a:pt x="3972" y="336"/>
                              </a:lnTo>
                              <a:lnTo>
                                <a:pt x="3966" y="359"/>
                              </a:lnTo>
                              <a:lnTo>
                                <a:pt x="3962" y="384"/>
                              </a:lnTo>
                              <a:lnTo>
                                <a:pt x="3958" y="409"/>
                              </a:lnTo>
                              <a:lnTo>
                                <a:pt x="3956" y="434"/>
                              </a:lnTo>
                              <a:lnTo>
                                <a:pt x="3956" y="460"/>
                              </a:lnTo>
                              <a:lnTo>
                                <a:pt x="3956" y="460"/>
                              </a:lnTo>
                              <a:lnTo>
                                <a:pt x="3956" y="487"/>
                              </a:lnTo>
                              <a:lnTo>
                                <a:pt x="3958" y="513"/>
                              </a:lnTo>
                              <a:lnTo>
                                <a:pt x="3960" y="538"/>
                              </a:lnTo>
                              <a:lnTo>
                                <a:pt x="3964" y="561"/>
                              </a:lnTo>
                              <a:lnTo>
                                <a:pt x="3969" y="585"/>
                              </a:lnTo>
                              <a:lnTo>
                                <a:pt x="3975" y="606"/>
                              </a:lnTo>
                              <a:lnTo>
                                <a:pt x="3981" y="627"/>
                              </a:lnTo>
                              <a:lnTo>
                                <a:pt x="3989" y="646"/>
                              </a:lnTo>
                              <a:lnTo>
                                <a:pt x="3997" y="665"/>
                              </a:lnTo>
                              <a:lnTo>
                                <a:pt x="4006" y="684"/>
                              </a:lnTo>
                              <a:lnTo>
                                <a:pt x="4018" y="701"/>
                              </a:lnTo>
                              <a:lnTo>
                                <a:pt x="4030" y="717"/>
                              </a:lnTo>
                              <a:lnTo>
                                <a:pt x="4042" y="732"/>
                              </a:lnTo>
                              <a:lnTo>
                                <a:pt x="4056" y="748"/>
                              </a:lnTo>
                              <a:lnTo>
                                <a:pt x="4070" y="762"/>
                              </a:lnTo>
                              <a:lnTo>
                                <a:pt x="4087" y="775"/>
                              </a:lnTo>
                              <a:lnTo>
                                <a:pt x="4103" y="788"/>
                              </a:lnTo>
                              <a:lnTo>
                                <a:pt x="4121" y="800"/>
                              </a:lnTo>
                              <a:lnTo>
                                <a:pt x="4139" y="811"/>
                              </a:lnTo>
                              <a:lnTo>
                                <a:pt x="4159" y="823"/>
                              </a:lnTo>
                              <a:lnTo>
                                <a:pt x="4179" y="834"/>
                              </a:lnTo>
                              <a:lnTo>
                                <a:pt x="4200" y="843"/>
                              </a:lnTo>
                              <a:lnTo>
                                <a:pt x="4222" y="853"/>
                              </a:lnTo>
                              <a:lnTo>
                                <a:pt x="4246" y="862"/>
                              </a:lnTo>
                              <a:lnTo>
                                <a:pt x="4296" y="880"/>
                              </a:lnTo>
                              <a:lnTo>
                                <a:pt x="4349" y="896"/>
                              </a:lnTo>
                              <a:lnTo>
                                <a:pt x="4405" y="912"/>
                              </a:lnTo>
                              <a:lnTo>
                                <a:pt x="4467" y="926"/>
                              </a:lnTo>
                              <a:lnTo>
                                <a:pt x="4467" y="926"/>
                              </a:lnTo>
                              <a:lnTo>
                                <a:pt x="4543" y="945"/>
                              </a:lnTo>
                              <a:lnTo>
                                <a:pt x="4576" y="954"/>
                              </a:lnTo>
                              <a:lnTo>
                                <a:pt x="4605" y="964"/>
                              </a:lnTo>
                              <a:lnTo>
                                <a:pt x="4631" y="973"/>
                              </a:lnTo>
                              <a:lnTo>
                                <a:pt x="4654" y="981"/>
                              </a:lnTo>
                              <a:lnTo>
                                <a:pt x="4673" y="991"/>
                              </a:lnTo>
                              <a:lnTo>
                                <a:pt x="4691" y="999"/>
                              </a:lnTo>
                              <a:lnTo>
                                <a:pt x="4705" y="1009"/>
                              </a:lnTo>
                              <a:lnTo>
                                <a:pt x="4717" y="1018"/>
                              </a:lnTo>
                              <a:lnTo>
                                <a:pt x="4726" y="1029"/>
                              </a:lnTo>
                              <a:lnTo>
                                <a:pt x="4733" y="1039"/>
                              </a:lnTo>
                              <a:lnTo>
                                <a:pt x="4739" y="1050"/>
                              </a:lnTo>
                              <a:lnTo>
                                <a:pt x="4743" y="1062"/>
                              </a:lnTo>
                              <a:lnTo>
                                <a:pt x="4745" y="1073"/>
                              </a:lnTo>
                              <a:lnTo>
                                <a:pt x="4745" y="1086"/>
                              </a:lnTo>
                              <a:lnTo>
                                <a:pt x="4745" y="1086"/>
                              </a:lnTo>
                              <a:lnTo>
                                <a:pt x="4745" y="1101"/>
                              </a:lnTo>
                              <a:lnTo>
                                <a:pt x="4743" y="1115"/>
                              </a:lnTo>
                              <a:lnTo>
                                <a:pt x="4739" y="1128"/>
                              </a:lnTo>
                              <a:lnTo>
                                <a:pt x="4733" y="1140"/>
                              </a:lnTo>
                              <a:lnTo>
                                <a:pt x="4726" y="1150"/>
                              </a:lnTo>
                              <a:lnTo>
                                <a:pt x="4718" y="1160"/>
                              </a:lnTo>
                              <a:lnTo>
                                <a:pt x="4709" y="1168"/>
                              </a:lnTo>
                              <a:lnTo>
                                <a:pt x="4696" y="1176"/>
                              </a:lnTo>
                              <a:lnTo>
                                <a:pt x="4683" y="1182"/>
                              </a:lnTo>
                              <a:lnTo>
                                <a:pt x="4666" y="1188"/>
                              </a:lnTo>
                              <a:lnTo>
                                <a:pt x="4650" y="1193"/>
                              </a:lnTo>
                              <a:lnTo>
                                <a:pt x="4630" y="1196"/>
                              </a:lnTo>
                              <a:lnTo>
                                <a:pt x="4608" y="1200"/>
                              </a:lnTo>
                              <a:lnTo>
                                <a:pt x="4585" y="1201"/>
                              </a:lnTo>
                              <a:lnTo>
                                <a:pt x="4559" y="1202"/>
                              </a:lnTo>
                              <a:lnTo>
                                <a:pt x="4530" y="1203"/>
                              </a:lnTo>
                              <a:lnTo>
                                <a:pt x="4530" y="1203"/>
                              </a:lnTo>
                              <a:lnTo>
                                <a:pt x="4503" y="1202"/>
                              </a:lnTo>
                              <a:lnTo>
                                <a:pt x="4476" y="1200"/>
                              </a:lnTo>
                              <a:lnTo>
                                <a:pt x="4448" y="1196"/>
                              </a:lnTo>
                              <a:lnTo>
                                <a:pt x="4421" y="1191"/>
                              </a:lnTo>
                              <a:lnTo>
                                <a:pt x="4391" y="1186"/>
                              </a:lnTo>
                              <a:lnTo>
                                <a:pt x="4363" y="1177"/>
                              </a:lnTo>
                              <a:lnTo>
                                <a:pt x="4335" y="1169"/>
                              </a:lnTo>
                              <a:lnTo>
                                <a:pt x="4306" y="1160"/>
                              </a:lnTo>
                              <a:lnTo>
                                <a:pt x="4279" y="1149"/>
                              </a:lnTo>
                              <a:lnTo>
                                <a:pt x="4252" y="1137"/>
                              </a:lnTo>
                              <a:lnTo>
                                <a:pt x="4225" y="1124"/>
                              </a:lnTo>
                              <a:lnTo>
                                <a:pt x="4200" y="1111"/>
                              </a:lnTo>
                              <a:lnTo>
                                <a:pt x="4175" y="1097"/>
                              </a:lnTo>
                              <a:lnTo>
                                <a:pt x="4152" y="1083"/>
                              </a:lnTo>
                              <a:lnTo>
                                <a:pt x="4129" y="1068"/>
                              </a:lnTo>
                              <a:lnTo>
                                <a:pt x="4109" y="1052"/>
                              </a:lnTo>
                              <a:lnTo>
                                <a:pt x="3906" y="1327"/>
                              </a:lnTo>
                              <a:lnTo>
                                <a:pt x="3906" y="1327"/>
                              </a:lnTo>
                              <a:lnTo>
                                <a:pt x="3933" y="1350"/>
                              </a:lnTo>
                              <a:lnTo>
                                <a:pt x="3963" y="1371"/>
                              </a:lnTo>
                              <a:lnTo>
                                <a:pt x="3995" y="1392"/>
                              </a:lnTo>
                              <a:lnTo>
                                <a:pt x="4027" y="1412"/>
                              </a:lnTo>
                              <a:lnTo>
                                <a:pt x="4062" y="1430"/>
                              </a:lnTo>
                              <a:lnTo>
                                <a:pt x="4097" y="1448"/>
                              </a:lnTo>
                              <a:lnTo>
                                <a:pt x="4135" y="1464"/>
                              </a:lnTo>
                              <a:lnTo>
                                <a:pt x="4174" y="1478"/>
                              </a:lnTo>
                              <a:lnTo>
                                <a:pt x="4213" y="1491"/>
                              </a:lnTo>
                              <a:lnTo>
                                <a:pt x="4254" y="1503"/>
                              </a:lnTo>
                              <a:lnTo>
                                <a:pt x="4297" y="1514"/>
                              </a:lnTo>
                              <a:lnTo>
                                <a:pt x="4339" y="1522"/>
                              </a:lnTo>
                              <a:lnTo>
                                <a:pt x="4383" y="1529"/>
                              </a:lnTo>
                              <a:lnTo>
                                <a:pt x="4428" y="1534"/>
                              </a:lnTo>
                              <a:lnTo>
                                <a:pt x="4473" y="1536"/>
                              </a:lnTo>
                              <a:lnTo>
                                <a:pt x="4517" y="1537"/>
                              </a:lnTo>
                              <a:lnTo>
                                <a:pt x="4517" y="1537"/>
                              </a:lnTo>
                              <a:lnTo>
                                <a:pt x="4517" y="1537"/>
                              </a:lnTo>
                              <a:lnTo>
                                <a:pt x="4517" y="1537"/>
                              </a:lnTo>
                              <a:close/>
                              <a:moveTo>
                                <a:pt x="5326" y="1514"/>
                              </a:moveTo>
                              <a:lnTo>
                                <a:pt x="6453" y="1514"/>
                              </a:lnTo>
                              <a:lnTo>
                                <a:pt x="6453" y="1186"/>
                              </a:lnTo>
                              <a:lnTo>
                                <a:pt x="5699" y="1186"/>
                              </a:lnTo>
                              <a:lnTo>
                                <a:pt x="5699" y="894"/>
                              </a:lnTo>
                              <a:lnTo>
                                <a:pt x="6168" y="894"/>
                              </a:lnTo>
                              <a:lnTo>
                                <a:pt x="6168" y="571"/>
                              </a:lnTo>
                              <a:lnTo>
                                <a:pt x="5699" y="571"/>
                              </a:lnTo>
                              <a:lnTo>
                                <a:pt x="5699" y="351"/>
                              </a:lnTo>
                              <a:lnTo>
                                <a:pt x="6401" y="351"/>
                              </a:lnTo>
                              <a:lnTo>
                                <a:pt x="6401" y="23"/>
                              </a:lnTo>
                              <a:lnTo>
                                <a:pt x="5326" y="23"/>
                              </a:lnTo>
                              <a:lnTo>
                                <a:pt x="5326" y="1514"/>
                              </a:lnTo>
                              <a:lnTo>
                                <a:pt x="5326" y="1514"/>
                              </a:lnTo>
                              <a:lnTo>
                                <a:pt x="5326" y="1514"/>
                              </a:lnTo>
                              <a:lnTo>
                                <a:pt x="5326" y="1514"/>
                              </a:lnTo>
                              <a:close/>
                              <a:moveTo>
                                <a:pt x="7594" y="1514"/>
                              </a:moveTo>
                              <a:lnTo>
                                <a:pt x="7908" y="1514"/>
                              </a:lnTo>
                              <a:lnTo>
                                <a:pt x="7908" y="23"/>
                              </a:lnTo>
                              <a:lnTo>
                                <a:pt x="7546" y="23"/>
                              </a:lnTo>
                              <a:lnTo>
                                <a:pt x="7546" y="836"/>
                              </a:lnTo>
                              <a:lnTo>
                                <a:pt x="6971" y="23"/>
                              </a:lnTo>
                              <a:lnTo>
                                <a:pt x="6632" y="23"/>
                              </a:lnTo>
                              <a:lnTo>
                                <a:pt x="6632" y="1514"/>
                              </a:lnTo>
                              <a:lnTo>
                                <a:pt x="6994" y="1514"/>
                              </a:lnTo>
                              <a:lnTo>
                                <a:pt x="6994" y="660"/>
                              </a:lnTo>
                              <a:lnTo>
                                <a:pt x="7594" y="1514"/>
                              </a:lnTo>
                              <a:lnTo>
                                <a:pt x="7594" y="1514"/>
                              </a:lnTo>
                              <a:lnTo>
                                <a:pt x="7594" y="1514"/>
                              </a:lnTo>
                              <a:lnTo>
                                <a:pt x="7594" y="1514"/>
                              </a:lnTo>
                              <a:close/>
                              <a:moveTo>
                                <a:pt x="8178" y="1514"/>
                              </a:moveTo>
                              <a:lnTo>
                                <a:pt x="8559" y="1514"/>
                              </a:lnTo>
                              <a:lnTo>
                                <a:pt x="8559" y="23"/>
                              </a:lnTo>
                              <a:lnTo>
                                <a:pt x="8178" y="23"/>
                              </a:lnTo>
                              <a:lnTo>
                                <a:pt x="8178" y="1514"/>
                              </a:lnTo>
                              <a:lnTo>
                                <a:pt x="8178" y="1514"/>
                              </a:lnTo>
                              <a:lnTo>
                                <a:pt x="8178" y="1514"/>
                              </a:lnTo>
                              <a:lnTo>
                                <a:pt x="8178" y="1514"/>
                              </a:lnTo>
                              <a:close/>
                              <a:moveTo>
                                <a:pt x="9442" y="1537"/>
                              </a:moveTo>
                              <a:lnTo>
                                <a:pt x="9442" y="1537"/>
                              </a:lnTo>
                              <a:lnTo>
                                <a:pt x="9477" y="1537"/>
                              </a:lnTo>
                              <a:lnTo>
                                <a:pt x="9512" y="1535"/>
                              </a:lnTo>
                              <a:lnTo>
                                <a:pt x="9545" y="1531"/>
                              </a:lnTo>
                              <a:lnTo>
                                <a:pt x="9578" y="1528"/>
                              </a:lnTo>
                              <a:lnTo>
                                <a:pt x="9610" y="1522"/>
                              </a:lnTo>
                              <a:lnTo>
                                <a:pt x="9640" y="1515"/>
                              </a:lnTo>
                              <a:lnTo>
                                <a:pt x="9671" y="1507"/>
                              </a:lnTo>
                              <a:lnTo>
                                <a:pt x="9700" y="1497"/>
                              </a:lnTo>
                              <a:lnTo>
                                <a:pt x="9729" y="1486"/>
                              </a:lnTo>
                              <a:lnTo>
                                <a:pt x="9756" y="1475"/>
                              </a:lnTo>
                              <a:lnTo>
                                <a:pt x="9783" y="1462"/>
                              </a:lnTo>
                              <a:lnTo>
                                <a:pt x="9809" y="1448"/>
                              </a:lnTo>
                              <a:lnTo>
                                <a:pt x="9834" y="1431"/>
                              </a:lnTo>
                              <a:lnTo>
                                <a:pt x="9857" y="1414"/>
                              </a:lnTo>
                              <a:lnTo>
                                <a:pt x="9880" y="1396"/>
                              </a:lnTo>
                              <a:lnTo>
                                <a:pt x="9902" y="1376"/>
                              </a:lnTo>
                              <a:lnTo>
                                <a:pt x="9922" y="1354"/>
                              </a:lnTo>
                              <a:lnTo>
                                <a:pt x="9942" y="1332"/>
                              </a:lnTo>
                              <a:lnTo>
                                <a:pt x="9960" y="1308"/>
                              </a:lnTo>
                              <a:lnTo>
                                <a:pt x="9978" y="1282"/>
                              </a:lnTo>
                              <a:lnTo>
                                <a:pt x="9993" y="1256"/>
                              </a:lnTo>
                              <a:lnTo>
                                <a:pt x="10008" y="1228"/>
                              </a:lnTo>
                              <a:lnTo>
                                <a:pt x="10021" y="1199"/>
                              </a:lnTo>
                              <a:lnTo>
                                <a:pt x="10033" y="1168"/>
                              </a:lnTo>
                              <a:lnTo>
                                <a:pt x="10045" y="1136"/>
                              </a:lnTo>
                              <a:lnTo>
                                <a:pt x="10054" y="1102"/>
                              </a:lnTo>
                              <a:lnTo>
                                <a:pt x="10063" y="1068"/>
                              </a:lnTo>
                              <a:lnTo>
                                <a:pt x="10069" y="1031"/>
                              </a:lnTo>
                              <a:lnTo>
                                <a:pt x="10075" y="993"/>
                              </a:lnTo>
                              <a:lnTo>
                                <a:pt x="10078" y="954"/>
                              </a:lnTo>
                              <a:lnTo>
                                <a:pt x="10080" y="913"/>
                              </a:lnTo>
                              <a:lnTo>
                                <a:pt x="10080" y="870"/>
                              </a:lnTo>
                              <a:lnTo>
                                <a:pt x="10080" y="23"/>
                              </a:lnTo>
                              <a:lnTo>
                                <a:pt x="9702" y="23"/>
                              </a:lnTo>
                              <a:lnTo>
                                <a:pt x="9702" y="870"/>
                              </a:lnTo>
                              <a:lnTo>
                                <a:pt x="9702" y="870"/>
                              </a:lnTo>
                              <a:lnTo>
                                <a:pt x="9700" y="908"/>
                              </a:lnTo>
                              <a:lnTo>
                                <a:pt x="9698" y="942"/>
                              </a:lnTo>
                              <a:lnTo>
                                <a:pt x="9692" y="975"/>
                              </a:lnTo>
                              <a:lnTo>
                                <a:pt x="9685" y="1007"/>
                              </a:lnTo>
                              <a:lnTo>
                                <a:pt x="9677" y="1036"/>
                              </a:lnTo>
                              <a:lnTo>
                                <a:pt x="9666" y="1063"/>
                              </a:lnTo>
                              <a:lnTo>
                                <a:pt x="9653" y="1088"/>
                              </a:lnTo>
                              <a:lnTo>
                                <a:pt x="9645" y="1098"/>
                              </a:lnTo>
                              <a:lnTo>
                                <a:pt x="9638" y="1110"/>
                              </a:lnTo>
                              <a:lnTo>
                                <a:pt x="9630" y="1119"/>
                              </a:lnTo>
                              <a:lnTo>
                                <a:pt x="9621" y="1130"/>
                              </a:lnTo>
                              <a:lnTo>
                                <a:pt x="9612" y="1138"/>
                              </a:lnTo>
                              <a:lnTo>
                                <a:pt x="9601" y="1147"/>
                              </a:lnTo>
                              <a:lnTo>
                                <a:pt x="9592" y="1155"/>
                              </a:lnTo>
                              <a:lnTo>
                                <a:pt x="9581" y="1162"/>
                              </a:lnTo>
                              <a:lnTo>
                                <a:pt x="9569" y="1168"/>
                              </a:lnTo>
                              <a:lnTo>
                                <a:pt x="9558" y="1174"/>
                              </a:lnTo>
                              <a:lnTo>
                                <a:pt x="9546" y="1180"/>
                              </a:lnTo>
                              <a:lnTo>
                                <a:pt x="9533" y="1184"/>
                              </a:lnTo>
                              <a:lnTo>
                                <a:pt x="9520" y="1188"/>
                              </a:lnTo>
                              <a:lnTo>
                                <a:pt x="9506" y="1191"/>
                              </a:lnTo>
                              <a:lnTo>
                                <a:pt x="9492" y="1194"/>
                              </a:lnTo>
                              <a:lnTo>
                                <a:pt x="9477" y="1195"/>
                              </a:lnTo>
                              <a:lnTo>
                                <a:pt x="9462" y="1196"/>
                              </a:lnTo>
                              <a:lnTo>
                                <a:pt x="9447" y="1196"/>
                              </a:lnTo>
                              <a:lnTo>
                                <a:pt x="9447" y="1196"/>
                              </a:lnTo>
                              <a:lnTo>
                                <a:pt x="9430" y="1196"/>
                              </a:lnTo>
                              <a:lnTo>
                                <a:pt x="9415" y="1195"/>
                              </a:lnTo>
                              <a:lnTo>
                                <a:pt x="9400" y="1194"/>
                              </a:lnTo>
                              <a:lnTo>
                                <a:pt x="9385" y="1191"/>
                              </a:lnTo>
                              <a:lnTo>
                                <a:pt x="9371" y="1188"/>
                              </a:lnTo>
                              <a:lnTo>
                                <a:pt x="9358" y="1184"/>
                              </a:lnTo>
                              <a:lnTo>
                                <a:pt x="9345" y="1180"/>
                              </a:lnTo>
                              <a:lnTo>
                                <a:pt x="9333" y="1174"/>
                              </a:lnTo>
                              <a:lnTo>
                                <a:pt x="9322" y="1168"/>
                              </a:lnTo>
                              <a:lnTo>
                                <a:pt x="9310" y="1162"/>
                              </a:lnTo>
                              <a:lnTo>
                                <a:pt x="9299" y="1154"/>
                              </a:lnTo>
                              <a:lnTo>
                                <a:pt x="9289" y="1147"/>
                              </a:lnTo>
                              <a:lnTo>
                                <a:pt x="9279" y="1138"/>
                              </a:lnTo>
                              <a:lnTo>
                                <a:pt x="9270" y="1129"/>
                              </a:lnTo>
                              <a:lnTo>
                                <a:pt x="9261" y="1119"/>
                              </a:lnTo>
                              <a:lnTo>
                                <a:pt x="9253" y="1109"/>
                              </a:lnTo>
                              <a:lnTo>
                                <a:pt x="9245" y="1098"/>
                              </a:lnTo>
                              <a:lnTo>
                                <a:pt x="9238" y="1086"/>
                              </a:lnTo>
                              <a:lnTo>
                                <a:pt x="9231" y="1075"/>
                              </a:lnTo>
                              <a:lnTo>
                                <a:pt x="9225" y="1062"/>
                              </a:lnTo>
                              <a:lnTo>
                                <a:pt x="9213" y="1036"/>
                              </a:lnTo>
                              <a:lnTo>
                                <a:pt x="9205" y="1006"/>
                              </a:lnTo>
                              <a:lnTo>
                                <a:pt x="9198" y="975"/>
                              </a:lnTo>
                              <a:lnTo>
                                <a:pt x="9193" y="942"/>
                              </a:lnTo>
                              <a:lnTo>
                                <a:pt x="9189" y="907"/>
                              </a:lnTo>
                              <a:lnTo>
                                <a:pt x="9188" y="870"/>
                              </a:lnTo>
                              <a:lnTo>
                                <a:pt x="9188" y="23"/>
                              </a:lnTo>
                              <a:lnTo>
                                <a:pt x="8807" y="23"/>
                              </a:lnTo>
                              <a:lnTo>
                                <a:pt x="8807" y="870"/>
                              </a:lnTo>
                              <a:lnTo>
                                <a:pt x="8807" y="870"/>
                              </a:lnTo>
                              <a:lnTo>
                                <a:pt x="8808" y="913"/>
                              </a:lnTo>
                              <a:lnTo>
                                <a:pt x="8811" y="954"/>
                              </a:lnTo>
                              <a:lnTo>
                                <a:pt x="8814" y="993"/>
                              </a:lnTo>
                              <a:lnTo>
                                <a:pt x="8819" y="1031"/>
                              </a:lnTo>
                              <a:lnTo>
                                <a:pt x="8826" y="1068"/>
                              </a:lnTo>
                              <a:lnTo>
                                <a:pt x="8834" y="1103"/>
                              </a:lnTo>
                              <a:lnTo>
                                <a:pt x="8844" y="1137"/>
                              </a:lnTo>
                              <a:lnTo>
                                <a:pt x="8854" y="1169"/>
                              </a:lnTo>
                              <a:lnTo>
                                <a:pt x="8866" y="1200"/>
                              </a:lnTo>
                              <a:lnTo>
                                <a:pt x="8879" y="1229"/>
                              </a:lnTo>
                              <a:lnTo>
                                <a:pt x="8894" y="1258"/>
                              </a:lnTo>
                              <a:lnTo>
                                <a:pt x="8910" y="1283"/>
                              </a:lnTo>
                              <a:lnTo>
                                <a:pt x="8927" y="1309"/>
                              </a:lnTo>
                              <a:lnTo>
                                <a:pt x="8945" y="1333"/>
                              </a:lnTo>
                              <a:lnTo>
                                <a:pt x="8965" y="1355"/>
                              </a:lnTo>
                              <a:lnTo>
                                <a:pt x="8985" y="1377"/>
                              </a:lnTo>
                              <a:lnTo>
                                <a:pt x="9008" y="1397"/>
                              </a:lnTo>
                              <a:lnTo>
                                <a:pt x="9030" y="1414"/>
                              </a:lnTo>
                              <a:lnTo>
                                <a:pt x="9054" y="1432"/>
                              </a:lnTo>
                              <a:lnTo>
                                <a:pt x="9079" y="1448"/>
                              </a:lnTo>
                              <a:lnTo>
                                <a:pt x="9104" y="1462"/>
                              </a:lnTo>
                              <a:lnTo>
                                <a:pt x="9130" y="1476"/>
                              </a:lnTo>
                              <a:lnTo>
                                <a:pt x="9158" y="1488"/>
                              </a:lnTo>
                              <a:lnTo>
                                <a:pt x="9187" y="1498"/>
                              </a:lnTo>
                              <a:lnTo>
                                <a:pt x="9215" y="1508"/>
                              </a:lnTo>
                              <a:lnTo>
                                <a:pt x="9246" y="1515"/>
                              </a:lnTo>
                              <a:lnTo>
                                <a:pt x="9277" y="1522"/>
                              </a:lnTo>
                              <a:lnTo>
                                <a:pt x="9309" y="1528"/>
                              </a:lnTo>
                              <a:lnTo>
                                <a:pt x="9341" y="1531"/>
                              </a:lnTo>
                              <a:lnTo>
                                <a:pt x="9374" y="1535"/>
                              </a:lnTo>
                              <a:lnTo>
                                <a:pt x="9408" y="1537"/>
                              </a:lnTo>
                              <a:lnTo>
                                <a:pt x="9442" y="1537"/>
                              </a:lnTo>
                              <a:lnTo>
                                <a:pt x="9442" y="1537"/>
                              </a:lnTo>
                              <a:lnTo>
                                <a:pt x="9442" y="1537"/>
                              </a:lnTo>
                              <a:lnTo>
                                <a:pt x="9442" y="1537"/>
                              </a:lnTo>
                              <a:close/>
                              <a:moveTo>
                                <a:pt x="10827" y="1537"/>
                              </a:moveTo>
                              <a:lnTo>
                                <a:pt x="10827" y="1537"/>
                              </a:lnTo>
                              <a:lnTo>
                                <a:pt x="10862" y="1537"/>
                              </a:lnTo>
                              <a:lnTo>
                                <a:pt x="10896" y="1535"/>
                              </a:lnTo>
                              <a:lnTo>
                                <a:pt x="10929" y="1534"/>
                              </a:lnTo>
                              <a:lnTo>
                                <a:pt x="10961" y="1530"/>
                              </a:lnTo>
                              <a:lnTo>
                                <a:pt x="10991" y="1525"/>
                              </a:lnTo>
                              <a:lnTo>
                                <a:pt x="11022" y="1521"/>
                              </a:lnTo>
                              <a:lnTo>
                                <a:pt x="11052" y="1515"/>
                              </a:lnTo>
                              <a:lnTo>
                                <a:pt x="11080" y="1508"/>
                              </a:lnTo>
                              <a:lnTo>
                                <a:pt x="11107" y="1499"/>
                              </a:lnTo>
                              <a:lnTo>
                                <a:pt x="11133" y="1491"/>
                              </a:lnTo>
                              <a:lnTo>
                                <a:pt x="11159" y="1482"/>
                              </a:lnTo>
                              <a:lnTo>
                                <a:pt x="11184" y="1470"/>
                              </a:lnTo>
                              <a:lnTo>
                                <a:pt x="11207" y="1459"/>
                              </a:lnTo>
                              <a:lnTo>
                                <a:pt x="11229" y="1446"/>
                              </a:lnTo>
                              <a:lnTo>
                                <a:pt x="11251" y="1433"/>
                              </a:lnTo>
                              <a:lnTo>
                                <a:pt x="11271" y="1418"/>
                              </a:lnTo>
                              <a:lnTo>
                                <a:pt x="11290" y="1403"/>
                              </a:lnTo>
                              <a:lnTo>
                                <a:pt x="11308" y="1386"/>
                              </a:lnTo>
                              <a:lnTo>
                                <a:pt x="11324" y="1370"/>
                              </a:lnTo>
                              <a:lnTo>
                                <a:pt x="11341" y="1351"/>
                              </a:lnTo>
                              <a:lnTo>
                                <a:pt x="11355" y="1332"/>
                              </a:lnTo>
                              <a:lnTo>
                                <a:pt x="11368" y="1312"/>
                              </a:lnTo>
                              <a:lnTo>
                                <a:pt x="11381" y="1291"/>
                              </a:lnTo>
                              <a:lnTo>
                                <a:pt x="11392" y="1268"/>
                              </a:lnTo>
                              <a:lnTo>
                                <a:pt x="11401" y="1246"/>
                              </a:lnTo>
                              <a:lnTo>
                                <a:pt x="11409" y="1222"/>
                              </a:lnTo>
                              <a:lnTo>
                                <a:pt x="11417" y="1197"/>
                              </a:lnTo>
                              <a:lnTo>
                                <a:pt x="11423" y="1171"/>
                              </a:lnTo>
                              <a:lnTo>
                                <a:pt x="11428" y="1144"/>
                              </a:lnTo>
                              <a:lnTo>
                                <a:pt x="11430" y="1116"/>
                              </a:lnTo>
                              <a:lnTo>
                                <a:pt x="11433" y="1088"/>
                              </a:lnTo>
                              <a:lnTo>
                                <a:pt x="11434" y="1058"/>
                              </a:lnTo>
                              <a:lnTo>
                                <a:pt x="11434" y="1058"/>
                              </a:lnTo>
                              <a:lnTo>
                                <a:pt x="11433" y="1031"/>
                              </a:lnTo>
                              <a:lnTo>
                                <a:pt x="11432" y="1005"/>
                              </a:lnTo>
                              <a:lnTo>
                                <a:pt x="11428" y="980"/>
                              </a:lnTo>
                              <a:lnTo>
                                <a:pt x="11425" y="957"/>
                              </a:lnTo>
                              <a:lnTo>
                                <a:pt x="11420" y="934"/>
                              </a:lnTo>
                              <a:lnTo>
                                <a:pt x="11413" y="912"/>
                              </a:lnTo>
                              <a:lnTo>
                                <a:pt x="11406" y="891"/>
                              </a:lnTo>
                              <a:lnTo>
                                <a:pt x="11397" y="870"/>
                              </a:lnTo>
                              <a:lnTo>
                                <a:pt x="11388" y="852"/>
                              </a:lnTo>
                              <a:lnTo>
                                <a:pt x="11377" y="833"/>
                              </a:lnTo>
                              <a:lnTo>
                                <a:pt x="11366" y="816"/>
                              </a:lnTo>
                              <a:lnTo>
                                <a:pt x="11354" y="798"/>
                              </a:lnTo>
                              <a:lnTo>
                                <a:pt x="11340" y="783"/>
                              </a:lnTo>
                              <a:lnTo>
                                <a:pt x="11325" y="768"/>
                              </a:lnTo>
                              <a:lnTo>
                                <a:pt x="11310" y="754"/>
                              </a:lnTo>
                              <a:lnTo>
                                <a:pt x="11294" y="739"/>
                              </a:lnTo>
                              <a:lnTo>
                                <a:pt x="11276" y="726"/>
                              </a:lnTo>
                              <a:lnTo>
                                <a:pt x="11257" y="714"/>
                              </a:lnTo>
                              <a:lnTo>
                                <a:pt x="11238" y="702"/>
                              </a:lnTo>
                              <a:lnTo>
                                <a:pt x="11218" y="690"/>
                              </a:lnTo>
                              <a:lnTo>
                                <a:pt x="11197" y="678"/>
                              </a:lnTo>
                              <a:lnTo>
                                <a:pt x="11174" y="669"/>
                              </a:lnTo>
                              <a:lnTo>
                                <a:pt x="11151" y="658"/>
                              </a:lnTo>
                              <a:lnTo>
                                <a:pt x="11127" y="649"/>
                              </a:lnTo>
                              <a:lnTo>
                                <a:pt x="11076" y="631"/>
                              </a:lnTo>
                              <a:lnTo>
                                <a:pt x="11023" y="613"/>
                              </a:lnTo>
                              <a:lnTo>
                                <a:pt x="10966" y="598"/>
                              </a:lnTo>
                              <a:lnTo>
                                <a:pt x="10905" y="584"/>
                              </a:lnTo>
                              <a:lnTo>
                                <a:pt x="10905" y="584"/>
                              </a:lnTo>
                              <a:lnTo>
                                <a:pt x="10835" y="566"/>
                              </a:lnTo>
                              <a:lnTo>
                                <a:pt x="10778" y="549"/>
                              </a:lnTo>
                              <a:lnTo>
                                <a:pt x="10753" y="541"/>
                              </a:lnTo>
                              <a:lnTo>
                                <a:pt x="10732" y="534"/>
                              </a:lnTo>
                              <a:lnTo>
                                <a:pt x="10713" y="526"/>
                              </a:lnTo>
                              <a:lnTo>
                                <a:pt x="10698" y="518"/>
                              </a:lnTo>
                              <a:lnTo>
                                <a:pt x="10683" y="509"/>
                              </a:lnTo>
                              <a:lnTo>
                                <a:pt x="10672" y="501"/>
                              </a:lnTo>
                              <a:lnTo>
                                <a:pt x="10662" y="493"/>
                              </a:lnTo>
                              <a:lnTo>
                                <a:pt x="10655" y="483"/>
                              </a:lnTo>
                              <a:lnTo>
                                <a:pt x="10650" y="473"/>
                              </a:lnTo>
                              <a:lnTo>
                                <a:pt x="10647" y="462"/>
                              </a:lnTo>
                              <a:lnTo>
                                <a:pt x="10645" y="450"/>
                              </a:lnTo>
                              <a:lnTo>
                                <a:pt x="10643" y="439"/>
                              </a:lnTo>
                              <a:lnTo>
                                <a:pt x="10643" y="439"/>
                              </a:lnTo>
                              <a:lnTo>
                                <a:pt x="10645" y="428"/>
                              </a:lnTo>
                              <a:lnTo>
                                <a:pt x="10646" y="417"/>
                              </a:lnTo>
                              <a:lnTo>
                                <a:pt x="10648" y="408"/>
                              </a:lnTo>
                              <a:lnTo>
                                <a:pt x="10652" y="398"/>
                              </a:lnTo>
                              <a:lnTo>
                                <a:pt x="10656" y="389"/>
                              </a:lnTo>
                              <a:lnTo>
                                <a:pt x="10662" y="381"/>
                              </a:lnTo>
                              <a:lnTo>
                                <a:pt x="10669" y="372"/>
                              </a:lnTo>
                              <a:lnTo>
                                <a:pt x="10679" y="364"/>
                              </a:lnTo>
                              <a:lnTo>
                                <a:pt x="10689" y="358"/>
                              </a:lnTo>
                              <a:lnTo>
                                <a:pt x="10701" y="352"/>
                              </a:lnTo>
                              <a:lnTo>
                                <a:pt x="10715" y="347"/>
                              </a:lnTo>
                              <a:lnTo>
                                <a:pt x="10732" y="342"/>
                              </a:lnTo>
                              <a:lnTo>
                                <a:pt x="10750" y="339"/>
                              </a:lnTo>
                              <a:lnTo>
                                <a:pt x="10770" y="336"/>
                              </a:lnTo>
                              <a:lnTo>
                                <a:pt x="10792" y="335"/>
                              </a:lnTo>
                              <a:lnTo>
                                <a:pt x="10816" y="335"/>
                              </a:lnTo>
                              <a:lnTo>
                                <a:pt x="10816" y="335"/>
                              </a:lnTo>
                              <a:lnTo>
                                <a:pt x="10844" y="335"/>
                              </a:lnTo>
                              <a:lnTo>
                                <a:pt x="10870" y="337"/>
                              </a:lnTo>
                              <a:lnTo>
                                <a:pt x="10897" y="339"/>
                              </a:lnTo>
                              <a:lnTo>
                                <a:pt x="10923" y="343"/>
                              </a:lnTo>
                              <a:lnTo>
                                <a:pt x="10948" y="349"/>
                              </a:lnTo>
                              <a:lnTo>
                                <a:pt x="10974" y="355"/>
                              </a:lnTo>
                              <a:lnTo>
                                <a:pt x="10997" y="362"/>
                              </a:lnTo>
                              <a:lnTo>
                                <a:pt x="11022" y="370"/>
                              </a:lnTo>
                              <a:lnTo>
                                <a:pt x="11047" y="380"/>
                              </a:lnTo>
                              <a:lnTo>
                                <a:pt x="11071" y="390"/>
                              </a:lnTo>
                              <a:lnTo>
                                <a:pt x="11094" y="402"/>
                              </a:lnTo>
                              <a:lnTo>
                                <a:pt x="11117" y="414"/>
                              </a:lnTo>
                              <a:lnTo>
                                <a:pt x="11140" y="428"/>
                              </a:lnTo>
                              <a:lnTo>
                                <a:pt x="11163" y="442"/>
                              </a:lnTo>
                              <a:lnTo>
                                <a:pt x="11186" y="456"/>
                              </a:lnTo>
                              <a:lnTo>
                                <a:pt x="11209" y="473"/>
                              </a:lnTo>
                              <a:lnTo>
                                <a:pt x="11410" y="193"/>
                              </a:lnTo>
                              <a:lnTo>
                                <a:pt x="11410" y="193"/>
                              </a:lnTo>
                              <a:lnTo>
                                <a:pt x="11382" y="171"/>
                              </a:lnTo>
                              <a:lnTo>
                                <a:pt x="11353" y="149"/>
                              </a:lnTo>
                              <a:lnTo>
                                <a:pt x="11322" y="129"/>
                              </a:lnTo>
                              <a:lnTo>
                                <a:pt x="11291" y="112"/>
                              </a:lnTo>
                              <a:lnTo>
                                <a:pt x="11259" y="94"/>
                              </a:lnTo>
                              <a:lnTo>
                                <a:pt x="11226" y="77"/>
                              </a:lnTo>
                              <a:lnTo>
                                <a:pt x="11192" y="63"/>
                              </a:lnTo>
                              <a:lnTo>
                                <a:pt x="11158" y="50"/>
                              </a:lnTo>
                              <a:lnTo>
                                <a:pt x="11121" y="39"/>
                              </a:lnTo>
                              <a:lnTo>
                                <a:pt x="11085" y="28"/>
                              </a:lnTo>
                              <a:lnTo>
                                <a:pt x="11046" y="20"/>
                              </a:lnTo>
                              <a:lnTo>
                                <a:pt x="11007" y="13"/>
                              </a:lnTo>
                              <a:lnTo>
                                <a:pt x="10966" y="7"/>
                              </a:lnTo>
                              <a:lnTo>
                                <a:pt x="10923" y="3"/>
                              </a:lnTo>
                              <a:lnTo>
                                <a:pt x="10878" y="1"/>
                              </a:lnTo>
                              <a:lnTo>
                                <a:pt x="10833" y="0"/>
                              </a:lnTo>
                              <a:lnTo>
                                <a:pt x="10833" y="0"/>
                              </a:lnTo>
                              <a:lnTo>
                                <a:pt x="10801" y="1"/>
                              </a:lnTo>
                              <a:lnTo>
                                <a:pt x="10772" y="2"/>
                              </a:lnTo>
                              <a:lnTo>
                                <a:pt x="10741" y="4"/>
                              </a:lnTo>
                              <a:lnTo>
                                <a:pt x="10712" y="8"/>
                              </a:lnTo>
                              <a:lnTo>
                                <a:pt x="10683" y="13"/>
                              </a:lnTo>
                              <a:lnTo>
                                <a:pt x="10656" y="18"/>
                              </a:lnTo>
                              <a:lnTo>
                                <a:pt x="10629" y="24"/>
                              </a:lnTo>
                              <a:lnTo>
                                <a:pt x="10602" y="33"/>
                              </a:lnTo>
                              <a:lnTo>
                                <a:pt x="10577" y="41"/>
                              </a:lnTo>
                              <a:lnTo>
                                <a:pt x="10552" y="50"/>
                              </a:lnTo>
                              <a:lnTo>
                                <a:pt x="10529" y="61"/>
                              </a:lnTo>
                              <a:lnTo>
                                <a:pt x="10505" y="72"/>
                              </a:lnTo>
                              <a:lnTo>
                                <a:pt x="10483" y="83"/>
                              </a:lnTo>
                              <a:lnTo>
                                <a:pt x="10463" y="96"/>
                              </a:lnTo>
                              <a:lnTo>
                                <a:pt x="10442" y="110"/>
                              </a:lnTo>
                              <a:lnTo>
                                <a:pt x="10423" y="125"/>
                              </a:lnTo>
                              <a:lnTo>
                                <a:pt x="10405" y="140"/>
                              </a:lnTo>
                              <a:lnTo>
                                <a:pt x="10387" y="157"/>
                              </a:lnTo>
                              <a:lnTo>
                                <a:pt x="10371" y="174"/>
                              </a:lnTo>
                              <a:lnTo>
                                <a:pt x="10355" y="192"/>
                              </a:lnTo>
                              <a:lnTo>
                                <a:pt x="10341" y="210"/>
                              </a:lnTo>
                              <a:lnTo>
                                <a:pt x="10328" y="230"/>
                              </a:lnTo>
                              <a:lnTo>
                                <a:pt x="10316" y="250"/>
                              </a:lnTo>
                              <a:lnTo>
                                <a:pt x="10306" y="270"/>
                              </a:lnTo>
                              <a:lnTo>
                                <a:pt x="10296" y="291"/>
                              </a:lnTo>
                              <a:lnTo>
                                <a:pt x="10288" y="313"/>
                              </a:lnTo>
                              <a:lnTo>
                                <a:pt x="10281" y="336"/>
                              </a:lnTo>
                              <a:lnTo>
                                <a:pt x="10275" y="359"/>
                              </a:lnTo>
                              <a:lnTo>
                                <a:pt x="10270" y="384"/>
                              </a:lnTo>
                              <a:lnTo>
                                <a:pt x="10267" y="409"/>
                              </a:lnTo>
                              <a:lnTo>
                                <a:pt x="10265" y="434"/>
                              </a:lnTo>
                              <a:lnTo>
                                <a:pt x="10265" y="460"/>
                              </a:lnTo>
                              <a:lnTo>
                                <a:pt x="10265" y="460"/>
                              </a:lnTo>
                              <a:lnTo>
                                <a:pt x="10265" y="487"/>
                              </a:lnTo>
                              <a:lnTo>
                                <a:pt x="10267" y="513"/>
                              </a:lnTo>
                              <a:lnTo>
                                <a:pt x="10269" y="538"/>
                              </a:lnTo>
                              <a:lnTo>
                                <a:pt x="10273" y="561"/>
                              </a:lnTo>
                              <a:lnTo>
                                <a:pt x="10278" y="585"/>
                              </a:lnTo>
                              <a:lnTo>
                                <a:pt x="10283" y="606"/>
                              </a:lnTo>
                              <a:lnTo>
                                <a:pt x="10289" y="627"/>
                              </a:lnTo>
                              <a:lnTo>
                                <a:pt x="10298" y="646"/>
                              </a:lnTo>
                              <a:lnTo>
                                <a:pt x="10306" y="665"/>
                              </a:lnTo>
                              <a:lnTo>
                                <a:pt x="10316" y="684"/>
                              </a:lnTo>
                              <a:lnTo>
                                <a:pt x="10327" y="701"/>
                              </a:lnTo>
                              <a:lnTo>
                                <a:pt x="10339" y="717"/>
                              </a:lnTo>
                              <a:lnTo>
                                <a:pt x="10352" y="732"/>
                              </a:lnTo>
                              <a:lnTo>
                                <a:pt x="10365" y="748"/>
                              </a:lnTo>
                              <a:lnTo>
                                <a:pt x="10380" y="762"/>
                              </a:lnTo>
                              <a:lnTo>
                                <a:pt x="10396" y="775"/>
                              </a:lnTo>
                              <a:lnTo>
                                <a:pt x="10412" y="788"/>
                              </a:lnTo>
                              <a:lnTo>
                                <a:pt x="10430" y="800"/>
                              </a:lnTo>
                              <a:lnTo>
                                <a:pt x="10449" y="811"/>
                              </a:lnTo>
                              <a:lnTo>
                                <a:pt x="10468" y="823"/>
                              </a:lnTo>
                              <a:lnTo>
                                <a:pt x="10489" y="834"/>
                              </a:lnTo>
                              <a:lnTo>
                                <a:pt x="10510" y="843"/>
                              </a:lnTo>
                              <a:lnTo>
                                <a:pt x="10532" y="853"/>
                              </a:lnTo>
                              <a:lnTo>
                                <a:pt x="10556" y="862"/>
                              </a:lnTo>
                              <a:lnTo>
                                <a:pt x="10606" y="880"/>
                              </a:lnTo>
                              <a:lnTo>
                                <a:pt x="10659" y="896"/>
                              </a:lnTo>
                              <a:lnTo>
                                <a:pt x="10715" y="912"/>
                              </a:lnTo>
                              <a:lnTo>
                                <a:pt x="10776" y="926"/>
                              </a:lnTo>
                              <a:lnTo>
                                <a:pt x="10776" y="926"/>
                              </a:lnTo>
                              <a:lnTo>
                                <a:pt x="10852" y="945"/>
                              </a:lnTo>
                              <a:lnTo>
                                <a:pt x="10885" y="954"/>
                              </a:lnTo>
                              <a:lnTo>
                                <a:pt x="10915" y="964"/>
                              </a:lnTo>
                              <a:lnTo>
                                <a:pt x="10941" y="973"/>
                              </a:lnTo>
                              <a:lnTo>
                                <a:pt x="10963" y="981"/>
                              </a:lnTo>
                              <a:lnTo>
                                <a:pt x="10983" y="991"/>
                              </a:lnTo>
                              <a:lnTo>
                                <a:pt x="11000" y="999"/>
                              </a:lnTo>
                              <a:lnTo>
                                <a:pt x="11014" y="1009"/>
                              </a:lnTo>
                              <a:lnTo>
                                <a:pt x="11026" y="1018"/>
                              </a:lnTo>
                              <a:lnTo>
                                <a:pt x="11035" y="1029"/>
                              </a:lnTo>
                              <a:lnTo>
                                <a:pt x="11043" y="1039"/>
                              </a:lnTo>
                              <a:lnTo>
                                <a:pt x="11048" y="1050"/>
                              </a:lnTo>
                              <a:lnTo>
                                <a:pt x="11052" y="1062"/>
                              </a:lnTo>
                              <a:lnTo>
                                <a:pt x="11054" y="1073"/>
                              </a:lnTo>
                              <a:lnTo>
                                <a:pt x="11055" y="1086"/>
                              </a:lnTo>
                              <a:lnTo>
                                <a:pt x="11055" y="1086"/>
                              </a:lnTo>
                              <a:lnTo>
                                <a:pt x="11054" y="1101"/>
                              </a:lnTo>
                              <a:lnTo>
                                <a:pt x="11052" y="1115"/>
                              </a:lnTo>
                              <a:lnTo>
                                <a:pt x="11048" y="1128"/>
                              </a:lnTo>
                              <a:lnTo>
                                <a:pt x="11043" y="1140"/>
                              </a:lnTo>
                              <a:lnTo>
                                <a:pt x="11036" y="1150"/>
                              </a:lnTo>
                              <a:lnTo>
                                <a:pt x="11028" y="1160"/>
                              </a:lnTo>
                              <a:lnTo>
                                <a:pt x="11017" y="1168"/>
                              </a:lnTo>
                              <a:lnTo>
                                <a:pt x="11006" y="1176"/>
                              </a:lnTo>
                              <a:lnTo>
                                <a:pt x="10991" y="1182"/>
                              </a:lnTo>
                              <a:lnTo>
                                <a:pt x="10976" y="1188"/>
                              </a:lnTo>
                              <a:lnTo>
                                <a:pt x="10958" y="1193"/>
                              </a:lnTo>
                              <a:lnTo>
                                <a:pt x="10938" y="1196"/>
                              </a:lnTo>
                              <a:lnTo>
                                <a:pt x="10917" y="1200"/>
                              </a:lnTo>
                              <a:lnTo>
                                <a:pt x="10894" y="1201"/>
                              </a:lnTo>
                              <a:lnTo>
                                <a:pt x="10868" y="1202"/>
                              </a:lnTo>
                              <a:lnTo>
                                <a:pt x="10839" y="1203"/>
                              </a:lnTo>
                              <a:lnTo>
                                <a:pt x="10839" y="1203"/>
                              </a:lnTo>
                              <a:lnTo>
                                <a:pt x="10813" y="1202"/>
                              </a:lnTo>
                              <a:lnTo>
                                <a:pt x="10786" y="1200"/>
                              </a:lnTo>
                              <a:lnTo>
                                <a:pt x="10758" y="1196"/>
                              </a:lnTo>
                              <a:lnTo>
                                <a:pt x="10729" y="1191"/>
                              </a:lnTo>
                              <a:lnTo>
                                <a:pt x="10701" y="1186"/>
                              </a:lnTo>
                              <a:lnTo>
                                <a:pt x="10673" y="1177"/>
                              </a:lnTo>
                              <a:lnTo>
                                <a:pt x="10645" y="1169"/>
                              </a:lnTo>
                              <a:lnTo>
                                <a:pt x="10616" y="1160"/>
                              </a:lnTo>
                              <a:lnTo>
                                <a:pt x="10588" y="1149"/>
                              </a:lnTo>
                              <a:lnTo>
                                <a:pt x="10561" y="1137"/>
                              </a:lnTo>
                              <a:lnTo>
                                <a:pt x="10535" y="1124"/>
                              </a:lnTo>
                              <a:lnTo>
                                <a:pt x="10509" y="1111"/>
                              </a:lnTo>
                              <a:lnTo>
                                <a:pt x="10484" y="1097"/>
                              </a:lnTo>
                              <a:lnTo>
                                <a:pt x="10460" y="1083"/>
                              </a:lnTo>
                              <a:lnTo>
                                <a:pt x="10438" y="1068"/>
                              </a:lnTo>
                              <a:lnTo>
                                <a:pt x="10418" y="1052"/>
                              </a:lnTo>
                              <a:lnTo>
                                <a:pt x="10215" y="1327"/>
                              </a:lnTo>
                              <a:lnTo>
                                <a:pt x="10215" y="1327"/>
                              </a:lnTo>
                              <a:lnTo>
                                <a:pt x="10243" y="1350"/>
                              </a:lnTo>
                              <a:lnTo>
                                <a:pt x="10272" y="1371"/>
                              </a:lnTo>
                              <a:lnTo>
                                <a:pt x="10303" y="1392"/>
                              </a:lnTo>
                              <a:lnTo>
                                <a:pt x="10337" y="1412"/>
                              </a:lnTo>
                              <a:lnTo>
                                <a:pt x="10371" y="1430"/>
                              </a:lnTo>
                              <a:lnTo>
                                <a:pt x="10406" y="1448"/>
                              </a:lnTo>
                              <a:lnTo>
                                <a:pt x="10444" y="1464"/>
                              </a:lnTo>
                              <a:lnTo>
                                <a:pt x="10483" y="1478"/>
                              </a:lnTo>
                              <a:lnTo>
                                <a:pt x="10523" y="1491"/>
                              </a:lnTo>
                              <a:lnTo>
                                <a:pt x="10564" y="1503"/>
                              </a:lnTo>
                              <a:lnTo>
                                <a:pt x="10606" y="1514"/>
                              </a:lnTo>
                              <a:lnTo>
                                <a:pt x="10649" y="1522"/>
                              </a:lnTo>
                              <a:lnTo>
                                <a:pt x="10693" y="1529"/>
                              </a:lnTo>
                              <a:lnTo>
                                <a:pt x="10737" y="1534"/>
                              </a:lnTo>
                              <a:lnTo>
                                <a:pt x="10781" y="1536"/>
                              </a:lnTo>
                              <a:lnTo>
                                <a:pt x="10827" y="1537"/>
                              </a:lnTo>
                              <a:lnTo>
                                <a:pt x="10827" y="1537"/>
                              </a:lnTo>
                              <a:lnTo>
                                <a:pt x="10827" y="1537"/>
                              </a:lnTo>
                              <a:lnTo>
                                <a:pt x="10827" y="15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0"/>
                      <wps:cNvSpPr>
                        <a:spLocks noEditPoints="1"/>
                      </wps:cNvSpPr>
                      <wps:spPr bwMode="auto">
                        <a:xfrm>
                          <a:off x="2095500" y="1952625"/>
                          <a:ext cx="3649980" cy="556260"/>
                        </a:xfrm>
                        <a:custGeom>
                          <a:avLst/>
                          <a:gdLst>
                            <a:gd name="T0" fmla="*/ 11250 w 11496"/>
                            <a:gd name="T1" fmla="*/ 394 h 1751"/>
                            <a:gd name="T2" fmla="*/ 10762 w 11496"/>
                            <a:gd name="T3" fmla="*/ 559 h 1751"/>
                            <a:gd name="T4" fmla="*/ 10776 w 11496"/>
                            <a:gd name="T5" fmla="*/ 1238 h 1751"/>
                            <a:gd name="T6" fmla="*/ 11257 w 11496"/>
                            <a:gd name="T7" fmla="*/ 1383 h 1751"/>
                            <a:gd name="T8" fmla="*/ 11045 w 11496"/>
                            <a:gd name="T9" fmla="*/ 1275 h 1751"/>
                            <a:gd name="T10" fmla="*/ 11496 w 11496"/>
                            <a:gd name="T11" fmla="*/ 857 h 1751"/>
                            <a:gd name="T12" fmla="*/ 11110 w 11496"/>
                            <a:gd name="T13" fmla="*/ 491 h 1751"/>
                            <a:gd name="T14" fmla="*/ 10189 w 11496"/>
                            <a:gd name="T15" fmla="*/ 387 h 1751"/>
                            <a:gd name="T16" fmla="*/ 10433 w 11496"/>
                            <a:gd name="T17" fmla="*/ 134 h 1751"/>
                            <a:gd name="T18" fmla="*/ 10205 w 11496"/>
                            <a:gd name="T19" fmla="*/ 137 h 1751"/>
                            <a:gd name="T20" fmla="*/ 9574 w 11496"/>
                            <a:gd name="T21" fmla="*/ 78 h 1751"/>
                            <a:gd name="T22" fmla="*/ 9728 w 11496"/>
                            <a:gd name="T23" fmla="*/ 191 h 1751"/>
                            <a:gd name="T24" fmla="*/ 9674 w 11496"/>
                            <a:gd name="T25" fmla="*/ 6 h 1751"/>
                            <a:gd name="T26" fmla="*/ 7987 w 11496"/>
                            <a:gd name="T27" fmla="*/ 523 h 1751"/>
                            <a:gd name="T28" fmla="*/ 8100 w 11496"/>
                            <a:gd name="T29" fmla="*/ 367 h 1751"/>
                            <a:gd name="T30" fmla="*/ 6830 w 11496"/>
                            <a:gd name="T31" fmla="*/ 400 h 1751"/>
                            <a:gd name="T32" fmla="*/ 6566 w 11496"/>
                            <a:gd name="T33" fmla="*/ 949 h 1751"/>
                            <a:gd name="T34" fmla="*/ 6926 w 11496"/>
                            <a:gd name="T35" fmla="*/ 1401 h 1751"/>
                            <a:gd name="T36" fmla="*/ 7387 w 11496"/>
                            <a:gd name="T37" fmla="*/ 1128 h 1751"/>
                            <a:gd name="T38" fmla="*/ 7292 w 11496"/>
                            <a:gd name="T39" fmla="*/ 480 h 1751"/>
                            <a:gd name="T40" fmla="*/ 6879 w 11496"/>
                            <a:gd name="T41" fmla="*/ 1255 h 1751"/>
                            <a:gd name="T42" fmla="*/ 6713 w 11496"/>
                            <a:gd name="T43" fmla="*/ 790 h 1751"/>
                            <a:gd name="T44" fmla="*/ 6980 w 11496"/>
                            <a:gd name="T45" fmla="*/ 491 h 1751"/>
                            <a:gd name="T46" fmla="*/ 7271 w 11496"/>
                            <a:gd name="T47" fmla="*/ 730 h 1751"/>
                            <a:gd name="T48" fmla="*/ 7152 w 11496"/>
                            <a:gd name="T49" fmla="*/ 1233 h 1751"/>
                            <a:gd name="T50" fmla="*/ 6191 w 11496"/>
                            <a:gd name="T51" fmla="*/ 224 h 1751"/>
                            <a:gd name="T52" fmla="*/ 6353 w 11496"/>
                            <a:gd name="T53" fmla="*/ 9 h 1751"/>
                            <a:gd name="T54" fmla="*/ 4876 w 11496"/>
                            <a:gd name="T55" fmla="*/ 445 h 1751"/>
                            <a:gd name="T56" fmla="*/ 4411 w 11496"/>
                            <a:gd name="T57" fmla="*/ 469 h 1751"/>
                            <a:gd name="T58" fmla="*/ 4302 w 11496"/>
                            <a:gd name="T59" fmla="*/ 1128 h 1751"/>
                            <a:gd name="T60" fmla="*/ 4681 w 11496"/>
                            <a:gd name="T61" fmla="*/ 1402 h 1751"/>
                            <a:gd name="T62" fmla="*/ 4874 w 11496"/>
                            <a:gd name="T63" fmla="*/ 1541 h 1751"/>
                            <a:gd name="T64" fmla="*/ 4851 w 11496"/>
                            <a:gd name="T65" fmla="*/ 1700 h 1751"/>
                            <a:gd name="T66" fmla="*/ 4933 w 11496"/>
                            <a:gd name="T67" fmla="*/ 1137 h 1751"/>
                            <a:gd name="T68" fmla="*/ 4550 w 11496"/>
                            <a:gd name="T69" fmla="*/ 1251 h 1751"/>
                            <a:gd name="T70" fmla="*/ 4463 w 11496"/>
                            <a:gd name="T71" fmla="*/ 622 h 1751"/>
                            <a:gd name="T72" fmla="*/ 4820 w 11496"/>
                            <a:gd name="T73" fmla="*/ 533 h 1751"/>
                            <a:gd name="T74" fmla="*/ 3418 w 11496"/>
                            <a:gd name="T75" fmla="*/ 493 h 1751"/>
                            <a:gd name="T76" fmla="*/ 3604 w 11496"/>
                            <a:gd name="T77" fmla="*/ 494 h 1751"/>
                            <a:gd name="T78" fmla="*/ 4032 w 11496"/>
                            <a:gd name="T79" fmla="*/ 1384 h 1751"/>
                            <a:gd name="T80" fmla="*/ 3810 w 11496"/>
                            <a:gd name="T81" fmla="*/ 384 h 1751"/>
                            <a:gd name="T82" fmla="*/ 2756 w 11496"/>
                            <a:gd name="T83" fmla="*/ 51 h 1751"/>
                            <a:gd name="T84" fmla="*/ 2872 w 11496"/>
                            <a:gd name="T85" fmla="*/ 204 h 1751"/>
                            <a:gd name="T86" fmla="*/ 2872 w 11496"/>
                            <a:gd name="T87" fmla="*/ 10 h 1751"/>
                            <a:gd name="T88" fmla="*/ 2296 w 11496"/>
                            <a:gd name="T89" fmla="*/ 508 h 1751"/>
                            <a:gd name="T90" fmla="*/ 2321 w 11496"/>
                            <a:gd name="T91" fmla="*/ 377 h 1751"/>
                            <a:gd name="T92" fmla="*/ 1057 w 11496"/>
                            <a:gd name="T93" fmla="*/ 561 h 1751"/>
                            <a:gd name="T94" fmla="*/ 1546 w 11496"/>
                            <a:gd name="T95" fmla="*/ 823 h 1751"/>
                            <a:gd name="T96" fmla="*/ 964 w 11496"/>
                            <a:gd name="T97" fmla="*/ 913 h 1751"/>
                            <a:gd name="T98" fmla="*/ 1016 w 11496"/>
                            <a:gd name="T99" fmla="*/ 1336 h 1751"/>
                            <a:gd name="T100" fmla="*/ 1546 w 11496"/>
                            <a:gd name="T101" fmla="*/ 1262 h 1751"/>
                            <a:gd name="T102" fmla="*/ 1500 w 11496"/>
                            <a:gd name="T103" fmla="*/ 389 h 1751"/>
                            <a:gd name="T104" fmla="*/ 1259 w 11496"/>
                            <a:gd name="T105" fmla="*/ 1290 h 1751"/>
                            <a:gd name="T106" fmla="*/ 1150 w 11496"/>
                            <a:gd name="T107" fmla="*/ 910 h 1751"/>
                            <a:gd name="T108" fmla="*/ 550 w 11496"/>
                            <a:gd name="T109" fmla="*/ 515 h 1751"/>
                            <a:gd name="T110" fmla="*/ 390 w 11496"/>
                            <a:gd name="T111" fmla="*/ 368 h 1751"/>
                            <a:gd name="T112" fmla="*/ 6 w 11496"/>
                            <a:gd name="T113" fmla="*/ 793 h 1751"/>
                            <a:gd name="T114" fmla="*/ 244 w 11496"/>
                            <a:gd name="T115" fmla="*/ 1365 h 1751"/>
                            <a:gd name="T116" fmla="*/ 656 w 11496"/>
                            <a:gd name="T117" fmla="*/ 1175 h 1751"/>
                            <a:gd name="T118" fmla="*/ 270 w 11496"/>
                            <a:gd name="T119" fmla="*/ 1228 h 1751"/>
                            <a:gd name="T120" fmla="*/ 171 w 11496"/>
                            <a:gd name="T121" fmla="*/ 695 h 17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496" h="1751">
                              <a:moveTo>
                                <a:pt x="11496" y="857"/>
                              </a:moveTo>
                              <a:lnTo>
                                <a:pt x="11496" y="857"/>
                              </a:lnTo>
                              <a:lnTo>
                                <a:pt x="11496" y="829"/>
                              </a:lnTo>
                              <a:lnTo>
                                <a:pt x="11495" y="803"/>
                              </a:lnTo>
                              <a:lnTo>
                                <a:pt x="11493" y="779"/>
                              </a:lnTo>
                              <a:lnTo>
                                <a:pt x="11490" y="753"/>
                              </a:lnTo>
                              <a:lnTo>
                                <a:pt x="11487" y="729"/>
                              </a:lnTo>
                              <a:lnTo>
                                <a:pt x="11482" y="705"/>
                              </a:lnTo>
                              <a:lnTo>
                                <a:pt x="11476" y="682"/>
                              </a:lnTo>
                              <a:lnTo>
                                <a:pt x="11470" y="659"/>
                              </a:lnTo>
                              <a:lnTo>
                                <a:pt x="11463" y="637"/>
                              </a:lnTo>
                              <a:lnTo>
                                <a:pt x="11456" y="616"/>
                              </a:lnTo>
                              <a:lnTo>
                                <a:pt x="11448" y="596"/>
                              </a:lnTo>
                              <a:lnTo>
                                <a:pt x="11438" y="576"/>
                              </a:lnTo>
                              <a:lnTo>
                                <a:pt x="11428" y="557"/>
                              </a:lnTo>
                              <a:lnTo>
                                <a:pt x="11417" y="539"/>
                              </a:lnTo>
                              <a:lnTo>
                                <a:pt x="11407" y="521"/>
                              </a:lnTo>
                              <a:lnTo>
                                <a:pt x="11394" y="505"/>
                              </a:lnTo>
                              <a:lnTo>
                                <a:pt x="11381" y="488"/>
                              </a:lnTo>
                              <a:lnTo>
                                <a:pt x="11366" y="473"/>
                              </a:lnTo>
                              <a:lnTo>
                                <a:pt x="11352" y="459"/>
                              </a:lnTo>
                              <a:lnTo>
                                <a:pt x="11337" y="446"/>
                              </a:lnTo>
                              <a:lnTo>
                                <a:pt x="11320" y="434"/>
                              </a:lnTo>
                              <a:lnTo>
                                <a:pt x="11304" y="422"/>
                              </a:lnTo>
                              <a:lnTo>
                                <a:pt x="11286" y="412"/>
                              </a:lnTo>
                              <a:lnTo>
                                <a:pt x="11268" y="402"/>
                              </a:lnTo>
                              <a:lnTo>
                                <a:pt x="11250" y="394"/>
                              </a:lnTo>
                              <a:lnTo>
                                <a:pt x="11230" y="387"/>
                              </a:lnTo>
                              <a:lnTo>
                                <a:pt x="11209" y="381"/>
                              </a:lnTo>
                              <a:lnTo>
                                <a:pt x="11188" y="375"/>
                              </a:lnTo>
                              <a:lnTo>
                                <a:pt x="11166" y="371"/>
                              </a:lnTo>
                              <a:lnTo>
                                <a:pt x="11143" y="369"/>
                              </a:lnTo>
                              <a:lnTo>
                                <a:pt x="11120" y="367"/>
                              </a:lnTo>
                              <a:lnTo>
                                <a:pt x="11096" y="367"/>
                              </a:lnTo>
                              <a:lnTo>
                                <a:pt x="11096" y="367"/>
                              </a:lnTo>
                              <a:lnTo>
                                <a:pt x="11074" y="367"/>
                              </a:lnTo>
                              <a:lnTo>
                                <a:pt x="11053" y="368"/>
                              </a:lnTo>
                              <a:lnTo>
                                <a:pt x="11031" y="371"/>
                              </a:lnTo>
                              <a:lnTo>
                                <a:pt x="11010" y="375"/>
                              </a:lnTo>
                              <a:lnTo>
                                <a:pt x="10990" y="381"/>
                              </a:lnTo>
                              <a:lnTo>
                                <a:pt x="10970" y="387"/>
                              </a:lnTo>
                              <a:lnTo>
                                <a:pt x="10950" y="394"/>
                              </a:lnTo>
                              <a:lnTo>
                                <a:pt x="10931" y="402"/>
                              </a:lnTo>
                              <a:lnTo>
                                <a:pt x="10913" y="412"/>
                              </a:lnTo>
                              <a:lnTo>
                                <a:pt x="10896" y="422"/>
                              </a:lnTo>
                              <a:lnTo>
                                <a:pt x="10878" y="433"/>
                              </a:lnTo>
                              <a:lnTo>
                                <a:pt x="10861" y="446"/>
                              </a:lnTo>
                              <a:lnTo>
                                <a:pt x="10845" y="459"/>
                              </a:lnTo>
                              <a:lnTo>
                                <a:pt x="10829" y="473"/>
                              </a:lnTo>
                              <a:lnTo>
                                <a:pt x="10815" y="488"/>
                              </a:lnTo>
                              <a:lnTo>
                                <a:pt x="10801" y="505"/>
                              </a:lnTo>
                              <a:lnTo>
                                <a:pt x="10787" y="521"/>
                              </a:lnTo>
                              <a:lnTo>
                                <a:pt x="10775" y="540"/>
                              </a:lnTo>
                              <a:lnTo>
                                <a:pt x="10762" y="559"/>
                              </a:lnTo>
                              <a:lnTo>
                                <a:pt x="10752" y="579"/>
                              </a:lnTo>
                              <a:lnTo>
                                <a:pt x="10741" y="599"/>
                              </a:lnTo>
                              <a:lnTo>
                                <a:pt x="10732" y="620"/>
                              </a:lnTo>
                              <a:lnTo>
                                <a:pt x="10723" y="643"/>
                              </a:lnTo>
                              <a:lnTo>
                                <a:pt x="10715" y="667"/>
                              </a:lnTo>
                              <a:lnTo>
                                <a:pt x="10708" y="690"/>
                              </a:lnTo>
                              <a:lnTo>
                                <a:pt x="10702" y="716"/>
                              </a:lnTo>
                              <a:lnTo>
                                <a:pt x="10696" y="741"/>
                              </a:lnTo>
                              <a:lnTo>
                                <a:pt x="10691" y="768"/>
                              </a:lnTo>
                              <a:lnTo>
                                <a:pt x="10688" y="795"/>
                              </a:lnTo>
                              <a:lnTo>
                                <a:pt x="10686" y="822"/>
                              </a:lnTo>
                              <a:lnTo>
                                <a:pt x="10684" y="852"/>
                              </a:lnTo>
                              <a:lnTo>
                                <a:pt x="10684" y="881"/>
                              </a:lnTo>
                              <a:lnTo>
                                <a:pt x="10684" y="881"/>
                              </a:lnTo>
                              <a:lnTo>
                                <a:pt x="10684" y="917"/>
                              </a:lnTo>
                              <a:lnTo>
                                <a:pt x="10687" y="951"/>
                              </a:lnTo>
                              <a:lnTo>
                                <a:pt x="10689" y="984"/>
                              </a:lnTo>
                              <a:lnTo>
                                <a:pt x="10694" y="1016"/>
                              </a:lnTo>
                              <a:lnTo>
                                <a:pt x="10700" y="1045"/>
                              </a:lnTo>
                              <a:lnTo>
                                <a:pt x="10706" y="1075"/>
                              </a:lnTo>
                              <a:lnTo>
                                <a:pt x="10713" y="1102"/>
                              </a:lnTo>
                              <a:lnTo>
                                <a:pt x="10721" y="1128"/>
                              </a:lnTo>
                              <a:lnTo>
                                <a:pt x="10730" y="1153"/>
                              </a:lnTo>
                              <a:lnTo>
                                <a:pt x="10741" y="1176"/>
                              </a:lnTo>
                              <a:lnTo>
                                <a:pt x="10752" y="1198"/>
                              </a:lnTo>
                              <a:lnTo>
                                <a:pt x="10763" y="1219"/>
                              </a:lnTo>
                              <a:lnTo>
                                <a:pt x="10776" y="1238"/>
                              </a:lnTo>
                              <a:lnTo>
                                <a:pt x="10789" y="1257"/>
                              </a:lnTo>
                              <a:lnTo>
                                <a:pt x="10804" y="1274"/>
                              </a:lnTo>
                              <a:lnTo>
                                <a:pt x="10818" y="1290"/>
                              </a:lnTo>
                              <a:lnTo>
                                <a:pt x="10833" y="1305"/>
                              </a:lnTo>
                              <a:lnTo>
                                <a:pt x="10848" y="1318"/>
                              </a:lnTo>
                              <a:lnTo>
                                <a:pt x="10864" y="1331"/>
                              </a:lnTo>
                              <a:lnTo>
                                <a:pt x="10880" y="1343"/>
                              </a:lnTo>
                              <a:lnTo>
                                <a:pt x="10897" y="1353"/>
                              </a:lnTo>
                              <a:lnTo>
                                <a:pt x="10913" y="1363"/>
                              </a:lnTo>
                              <a:lnTo>
                                <a:pt x="10931" y="1371"/>
                              </a:lnTo>
                              <a:lnTo>
                                <a:pt x="10949" y="1378"/>
                              </a:lnTo>
                              <a:lnTo>
                                <a:pt x="10965" y="1385"/>
                              </a:lnTo>
                              <a:lnTo>
                                <a:pt x="10983" y="1390"/>
                              </a:lnTo>
                              <a:lnTo>
                                <a:pt x="11001" y="1395"/>
                              </a:lnTo>
                              <a:lnTo>
                                <a:pt x="11018" y="1398"/>
                              </a:lnTo>
                              <a:lnTo>
                                <a:pt x="11036" y="1402"/>
                              </a:lnTo>
                              <a:lnTo>
                                <a:pt x="11054" y="1404"/>
                              </a:lnTo>
                              <a:lnTo>
                                <a:pt x="11071" y="1405"/>
                              </a:lnTo>
                              <a:lnTo>
                                <a:pt x="11088" y="1405"/>
                              </a:lnTo>
                              <a:lnTo>
                                <a:pt x="11088" y="1405"/>
                              </a:lnTo>
                              <a:lnTo>
                                <a:pt x="11115" y="1405"/>
                              </a:lnTo>
                              <a:lnTo>
                                <a:pt x="11141" y="1403"/>
                              </a:lnTo>
                              <a:lnTo>
                                <a:pt x="11167" y="1401"/>
                              </a:lnTo>
                              <a:lnTo>
                                <a:pt x="11191" y="1398"/>
                              </a:lnTo>
                              <a:lnTo>
                                <a:pt x="11213" y="1393"/>
                              </a:lnTo>
                              <a:lnTo>
                                <a:pt x="11235" y="1389"/>
                              </a:lnTo>
                              <a:lnTo>
                                <a:pt x="11257" y="1383"/>
                              </a:lnTo>
                              <a:lnTo>
                                <a:pt x="11278" y="1376"/>
                              </a:lnTo>
                              <a:lnTo>
                                <a:pt x="11299" y="1367"/>
                              </a:lnTo>
                              <a:lnTo>
                                <a:pt x="11319" y="1359"/>
                              </a:lnTo>
                              <a:lnTo>
                                <a:pt x="11339" y="1350"/>
                              </a:lnTo>
                              <a:lnTo>
                                <a:pt x="11361" y="1339"/>
                              </a:lnTo>
                              <a:lnTo>
                                <a:pt x="11402" y="1316"/>
                              </a:lnTo>
                              <a:lnTo>
                                <a:pt x="11445" y="1290"/>
                              </a:lnTo>
                              <a:lnTo>
                                <a:pt x="11378" y="1187"/>
                              </a:lnTo>
                              <a:lnTo>
                                <a:pt x="11378" y="1187"/>
                              </a:lnTo>
                              <a:lnTo>
                                <a:pt x="11345" y="1208"/>
                              </a:lnTo>
                              <a:lnTo>
                                <a:pt x="11313" y="1227"/>
                              </a:lnTo>
                              <a:lnTo>
                                <a:pt x="11283" y="1244"/>
                              </a:lnTo>
                              <a:lnTo>
                                <a:pt x="11266" y="1251"/>
                              </a:lnTo>
                              <a:lnTo>
                                <a:pt x="11251" y="1257"/>
                              </a:lnTo>
                              <a:lnTo>
                                <a:pt x="11234" y="1262"/>
                              </a:lnTo>
                              <a:lnTo>
                                <a:pt x="11218" y="1267"/>
                              </a:lnTo>
                              <a:lnTo>
                                <a:pt x="11200" y="1272"/>
                              </a:lnTo>
                              <a:lnTo>
                                <a:pt x="11182" y="1275"/>
                              </a:lnTo>
                              <a:lnTo>
                                <a:pt x="11163" y="1278"/>
                              </a:lnTo>
                              <a:lnTo>
                                <a:pt x="11145" y="1280"/>
                              </a:lnTo>
                              <a:lnTo>
                                <a:pt x="11125" y="1281"/>
                              </a:lnTo>
                              <a:lnTo>
                                <a:pt x="11103" y="1281"/>
                              </a:lnTo>
                              <a:lnTo>
                                <a:pt x="11103" y="1281"/>
                              </a:lnTo>
                              <a:lnTo>
                                <a:pt x="11088" y="1281"/>
                              </a:lnTo>
                              <a:lnTo>
                                <a:pt x="11074" y="1280"/>
                              </a:lnTo>
                              <a:lnTo>
                                <a:pt x="11060" y="1278"/>
                              </a:lnTo>
                              <a:lnTo>
                                <a:pt x="11045" y="1275"/>
                              </a:lnTo>
                              <a:lnTo>
                                <a:pt x="11031" y="1272"/>
                              </a:lnTo>
                              <a:lnTo>
                                <a:pt x="11018" y="1267"/>
                              </a:lnTo>
                              <a:lnTo>
                                <a:pt x="11005" y="1262"/>
                              </a:lnTo>
                              <a:lnTo>
                                <a:pt x="10994" y="1257"/>
                              </a:lnTo>
                              <a:lnTo>
                                <a:pt x="10981" y="1251"/>
                              </a:lnTo>
                              <a:lnTo>
                                <a:pt x="10969" y="1244"/>
                              </a:lnTo>
                              <a:lnTo>
                                <a:pt x="10958" y="1236"/>
                              </a:lnTo>
                              <a:lnTo>
                                <a:pt x="10947" y="1227"/>
                              </a:lnTo>
                              <a:lnTo>
                                <a:pt x="10937" y="1219"/>
                              </a:lnTo>
                              <a:lnTo>
                                <a:pt x="10927" y="1209"/>
                              </a:lnTo>
                              <a:lnTo>
                                <a:pt x="10918" y="1199"/>
                              </a:lnTo>
                              <a:lnTo>
                                <a:pt x="10909" y="1187"/>
                              </a:lnTo>
                              <a:lnTo>
                                <a:pt x="10900" y="1176"/>
                              </a:lnTo>
                              <a:lnTo>
                                <a:pt x="10892" y="1163"/>
                              </a:lnTo>
                              <a:lnTo>
                                <a:pt x="10877" y="1137"/>
                              </a:lnTo>
                              <a:lnTo>
                                <a:pt x="10864" y="1109"/>
                              </a:lnTo>
                              <a:lnTo>
                                <a:pt x="10852" y="1078"/>
                              </a:lnTo>
                              <a:lnTo>
                                <a:pt x="10842" y="1045"/>
                              </a:lnTo>
                              <a:lnTo>
                                <a:pt x="10835" y="1010"/>
                              </a:lnTo>
                              <a:lnTo>
                                <a:pt x="10829" y="973"/>
                              </a:lnTo>
                              <a:lnTo>
                                <a:pt x="10826" y="934"/>
                              </a:lnTo>
                              <a:lnTo>
                                <a:pt x="11490" y="934"/>
                              </a:lnTo>
                              <a:lnTo>
                                <a:pt x="11490" y="934"/>
                              </a:lnTo>
                              <a:lnTo>
                                <a:pt x="11494" y="917"/>
                              </a:lnTo>
                              <a:lnTo>
                                <a:pt x="11495" y="899"/>
                              </a:lnTo>
                              <a:lnTo>
                                <a:pt x="11496" y="879"/>
                              </a:lnTo>
                              <a:lnTo>
                                <a:pt x="11496" y="857"/>
                              </a:lnTo>
                              <a:lnTo>
                                <a:pt x="11496" y="857"/>
                              </a:lnTo>
                              <a:lnTo>
                                <a:pt x="11496" y="857"/>
                              </a:lnTo>
                              <a:close/>
                              <a:moveTo>
                                <a:pt x="10826" y="819"/>
                              </a:moveTo>
                              <a:lnTo>
                                <a:pt x="10826" y="819"/>
                              </a:lnTo>
                              <a:lnTo>
                                <a:pt x="10831" y="779"/>
                              </a:lnTo>
                              <a:lnTo>
                                <a:pt x="10837" y="741"/>
                              </a:lnTo>
                              <a:lnTo>
                                <a:pt x="10845" y="705"/>
                              </a:lnTo>
                              <a:lnTo>
                                <a:pt x="10854" y="674"/>
                              </a:lnTo>
                              <a:lnTo>
                                <a:pt x="10866" y="644"/>
                              </a:lnTo>
                              <a:lnTo>
                                <a:pt x="10879" y="617"/>
                              </a:lnTo>
                              <a:lnTo>
                                <a:pt x="10894" y="592"/>
                              </a:lnTo>
                              <a:lnTo>
                                <a:pt x="10903" y="582"/>
                              </a:lnTo>
                              <a:lnTo>
                                <a:pt x="10911" y="571"/>
                              </a:lnTo>
                              <a:lnTo>
                                <a:pt x="10919" y="560"/>
                              </a:lnTo>
                              <a:lnTo>
                                <a:pt x="10929" y="552"/>
                              </a:lnTo>
                              <a:lnTo>
                                <a:pt x="10938" y="543"/>
                              </a:lnTo>
                              <a:lnTo>
                                <a:pt x="10949" y="536"/>
                              </a:lnTo>
                              <a:lnTo>
                                <a:pt x="10959" y="527"/>
                              </a:lnTo>
                              <a:lnTo>
                                <a:pt x="10970" y="521"/>
                              </a:lnTo>
                              <a:lnTo>
                                <a:pt x="10981" y="515"/>
                              </a:lnTo>
                              <a:lnTo>
                                <a:pt x="10992" y="510"/>
                              </a:lnTo>
                              <a:lnTo>
                                <a:pt x="11016" y="501"/>
                              </a:lnTo>
                              <a:lnTo>
                                <a:pt x="11041" y="494"/>
                              </a:lnTo>
                              <a:lnTo>
                                <a:pt x="11067" y="491"/>
                              </a:lnTo>
                              <a:lnTo>
                                <a:pt x="11094" y="489"/>
                              </a:lnTo>
                              <a:lnTo>
                                <a:pt x="11094" y="489"/>
                              </a:lnTo>
                              <a:lnTo>
                                <a:pt x="11110" y="491"/>
                              </a:lnTo>
                              <a:lnTo>
                                <a:pt x="11126" y="492"/>
                              </a:lnTo>
                              <a:lnTo>
                                <a:pt x="11141" y="493"/>
                              </a:lnTo>
                              <a:lnTo>
                                <a:pt x="11155" y="495"/>
                              </a:lnTo>
                              <a:lnTo>
                                <a:pt x="11169" y="499"/>
                              </a:lnTo>
                              <a:lnTo>
                                <a:pt x="11182" y="504"/>
                              </a:lnTo>
                              <a:lnTo>
                                <a:pt x="11195" y="508"/>
                              </a:lnTo>
                              <a:lnTo>
                                <a:pt x="11208" y="514"/>
                              </a:lnTo>
                              <a:lnTo>
                                <a:pt x="11220" y="520"/>
                              </a:lnTo>
                              <a:lnTo>
                                <a:pt x="11232" y="527"/>
                              </a:lnTo>
                              <a:lnTo>
                                <a:pt x="11243" y="534"/>
                              </a:lnTo>
                              <a:lnTo>
                                <a:pt x="11253" y="543"/>
                              </a:lnTo>
                              <a:lnTo>
                                <a:pt x="11263" y="551"/>
                              </a:lnTo>
                              <a:lnTo>
                                <a:pt x="11272" y="560"/>
                              </a:lnTo>
                              <a:lnTo>
                                <a:pt x="11281" y="571"/>
                              </a:lnTo>
                              <a:lnTo>
                                <a:pt x="11290" y="582"/>
                              </a:lnTo>
                              <a:lnTo>
                                <a:pt x="11305" y="604"/>
                              </a:lnTo>
                              <a:lnTo>
                                <a:pt x="11319" y="629"/>
                              </a:lnTo>
                              <a:lnTo>
                                <a:pt x="11331" y="656"/>
                              </a:lnTo>
                              <a:lnTo>
                                <a:pt x="11342" y="685"/>
                              </a:lnTo>
                              <a:lnTo>
                                <a:pt x="11350" y="716"/>
                              </a:lnTo>
                              <a:lnTo>
                                <a:pt x="11356" y="749"/>
                              </a:lnTo>
                              <a:lnTo>
                                <a:pt x="11361" y="782"/>
                              </a:lnTo>
                              <a:lnTo>
                                <a:pt x="11364" y="819"/>
                              </a:lnTo>
                              <a:lnTo>
                                <a:pt x="10826" y="819"/>
                              </a:lnTo>
                              <a:lnTo>
                                <a:pt x="10826" y="819"/>
                              </a:lnTo>
                              <a:close/>
                              <a:moveTo>
                                <a:pt x="10189" y="250"/>
                              </a:moveTo>
                              <a:lnTo>
                                <a:pt x="10189" y="387"/>
                              </a:lnTo>
                              <a:lnTo>
                                <a:pt x="10052" y="387"/>
                              </a:lnTo>
                              <a:lnTo>
                                <a:pt x="10052" y="507"/>
                              </a:lnTo>
                              <a:lnTo>
                                <a:pt x="10189" y="507"/>
                              </a:lnTo>
                              <a:lnTo>
                                <a:pt x="10189" y="1384"/>
                              </a:lnTo>
                              <a:lnTo>
                                <a:pt x="10330" y="1384"/>
                              </a:lnTo>
                              <a:lnTo>
                                <a:pt x="10330" y="507"/>
                              </a:lnTo>
                              <a:lnTo>
                                <a:pt x="10526" y="507"/>
                              </a:lnTo>
                              <a:lnTo>
                                <a:pt x="10526" y="387"/>
                              </a:lnTo>
                              <a:lnTo>
                                <a:pt x="10330" y="387"/>
                              </a:lnTo>
                              <a:lnTo>
                                <a:pt x="10330" y="239"/>
                              </a:lnTo>
                              <a:lnTo>
                                <a:pt x="10330" y="239"/>
                              </a:lnTo>
                              <a:lnTo>
                                <a:pt x="10331" y="224"/>
                              </a:lnTo>
                              <a:lnTo>
                                <a:pt x="10333" y="211"/>
                              </a:lnTo>
                              <a:lnTo>
                                <a:pt x="10335" y="198"/>
                              </a:lnTo>
                              <a:lnTo>
                                <a:pt x="10339" y="187"/>
                              </a:lnTo>
                              <a:lnTo>
                                <a:pt x="10343" y="178"/>
                              </a:lnTo>
                              <a:lnTo>
                                <a:pt x="10348" y="169"/>
                              </a:lnTo>
                              <a:lnTo>
                                <a:pt x="10354" y="161"/>
                              </a:lnTo>
                              <a:lnTo>
                                <a:pt x="10360" y="156"/>
                              </a:lnTo>
                              <a:lnTo>
                                <a:pt x="10367" y="150"/>
                              </a:lnTo>
                              <a:lnTo>
                                <a:pt x="10375" y="145"/>
                              </a:lnTo>
                              <a:lnTo>
                                <a:pt x="10383" y="141"/>
                              </a:lnTo>
                              <a:lnTo>
                                <a:pt x="10393" y="139"/>
                              </a:lnTo>
                              <a:lnTo>
                                <a:pt x="10402" y="137"/>
                              </a:lnTo>
                              <a:lnTo>
                                <a:pt x="10412" y="135"/>
                              </a:lnTo>
                              <a:lnTo>
                                <a:pt x="10433" y="134"/>
                              </a:lnTo>
                              <a:lnTo>
                                <a:pt x="10433" y="134"/>
                              </a:lnTo>
                              <a:lnTo>
                                <a:pt x="10451" y="135"/>
                              </a:lnTo>
                              <a:lnTo>
                                <a:pt x="10466" y="135"/>
                              </a:lnTo>
                              <a:lnTo>
                                <a:pt x="10481" y="138"/>
                              </a:lnTo>
                              <a:lnTo>
                                <a:pt x="10497" y="140"/>
                              </a:lnTo>
                              <a:lnTo>
                                <a:pt x="10511" y="144"/>
                              </a:lnTo>
                              <a:lnTo>
                                <a:pt x="10524" y="147"/>
                              </a:lnTo>
                              <a:lnTo>
                                <a:pt x="10537" y="152"/>
                              </a:lnTo>
                              <a:lnTo>
                                <a:pt x="10549" y="157"/>
                              </a:lnTo>
                              <a:lnTo>
                                <a:pt x="10549" y="22"/>
                              </a:lnTo>
                              <a:lnTo>
                                <a:pt x="10549" y="22"/>
                              </a:lnTo>
                              <a:lnTo>
                                <a:pt x="10523" y="15"/>
                              </a:lnTo>
                              <a:lnTo>
                                <a:pt x="10496" y="9"/>
                              </a:lnTo>
                              <a:lnTo>
                                <a:pt x="10462" y="7"/>
                              </a:lnTo>
                              <a:lnTo>
                                <a:pt x="10424" y="6"/>
                              </a:lnTo>
                              <a:lnTo>
                                <a:pt x="10424" y="6"/>
                              </a:lnTo>
                              <a:lnTo>
                                <a:pt x="10399" y="7"/>
                              </a:lnTo>
                              <a:lnTo>
                                <a:pt x="10374" y="9"/>
                              </a:lnTo>
                              <a:lnTo>
                                <a:pt x="10350" y="13"/>
                              </a:lnTo>
                              <a:lnTo>
                                <a:pt x="10328" y="19"/>
                              </a:lnTo>
                              <a:lnTo>
                                <a:pt x="10308" y="27"/>
                              </a:lnTo>
                              <a:lnTo>
                                <a:pt x="10288" y="36"/>
                              </a:lnTo>
                              <a:lnTo>
                                <a:pt x="10270" y="47"/>
                              </a:lnTo>
                              <a:lnTo>
                                <a:pt x="10254" y="61"/>
                              </a:lnTo>
                              <a:lnTo>
                                <a:pt x="10239" y="76"/>
                              </a:lnTo>
                              <a:lnTo>
                                <a:pt x="10226" y="94"/>
                              </a:lnTo>
                              <a:lnTo>
                                <a:pt x="10215" y="114"/>
                              </a:lnTo>
                              <a:lnTo>
                                <a:pt x="10205" y="137"/>
                              </a:lnTo>
                              <a:lnTo>
                                <a:pt x="10198" y="161"/>
                              </a:lnTo>
                              <a:lnTo>
                                <a:pt x="10193" y="189"/>
                              </a:lnTo>
                              <a:lnTo>
                                <a:pt x="10190" y="218"/>
                              </a:lnTo>
                              <a:lnTo>
                                <a:pt x="10189" y="250"/>
                              </a:lnTo>
                              <a:lnTo>
                                <a:pt x="10189" y="250"/>
                              </a:lnTo>
                              <a:lnTo>
                                <a:pt x="10189" y="250"/>
                              </a:lnTo>
                              <a:close/>
                              <a:moveTo>
                                <a:pt x="9600" y="1384"/>
                              </a:moveTo>
                              <a:lnTo>
                                <a:pt x="9743" y="1384"/>
                              </a:lnTo>
                              <a:lnTo>
                                <a:pt x="9743" y="387"/>
                              </a:lnTo>
                              <a:lnTo>
                                <a:pt x="9600" y="387"/>
                              </a:lnTo>
                              <a:lnTo>
                                <a:pt x="9600" y="1384"/>
                              </a:lnTo>
                              <a:lnTo>
                                <a:pt x="9600" y="1384"/>
                              </a:lnTo>
                              <a:close/>
                              <a:moveTo>
                                <a:pt x="9674" y="6"/>
                              </a:moveTo>
                              <a:lnTo>
                                <a:pt x="9674" y="6"/>
                              </a:lnTo>
                              <a:lnTo>
                                <a:pt x="9662" y="6"/>
                              </a:lnTo>
                              <a:lnTo>
                                <a:pt x="9653" y="8"/>
                              </a:lnTo>
                              <a:lnTo>
                                <a:pt x="9642" y="10"/>
                              </a:lnTo>
                              <a:lnTo>
                                <a:pt x="9633" y="14"/>
                              </a:lnTo>
                              <a:lnTo>
                                <a:pt x="9623" y="17"/>
                              </a:lnTo>
                              <a:lnTo>
                                <a:pt x="9615" y="23"/>
                              </a:lnTo>
                              <a:lnTo>
                                <a:pt x="9607" y="29"/>
                              </a:lnTo>
                              <a:lnTo>
                                <a:pt x="9600" y="35"/>
                              </a:lnTo>
                              <a:lnTo>
                                <a:pt x="9593" y="42"/>
                              </a:lnTo>
                              <a:lnTo>
                                <a:pt x="9587" y="51"/>
                              </a:lnTo>
                              <a:lnTo>
                                <a:pt x="9582" y="59"/>
                              </a:lnTo>
                              <a:lnTo>
                                <a:pt x="9577" y="68"/>
                              </a:lnTo>
                              <a:lnTo>
                                <a:pt x="9574" y="78"/>
                              </a:lnTo>
                              <a:lnTo>
                                <a:pt x="9571" y="87"/>
                              </a:lnTo>
                              <a:lnTo>
                                <a:pt x="9570" y="98"/>
                              </a:lnTo>
                              <a:lnTo>
                                <a:pt x="9569" y="107"/>
                              </a:lnTo>
                              <a:lnTo>
                                <a:pt x="9569" y="107"/>
                              </a:lnTo>
                              <a:lnTo>
                                <a:pt x="9570" y="118"/>
                              </a:lnTo>
                              <a:lnTo>
                                <a:pt x="9571" y="128"/>
                              </a:lnTo>
                              <a:lnTo>
                                <a:pt x="9574" y="138"/>
                              </a:lnTo>
                              <a:lnTo>
                                <a:pt x="9577" y="147"/>
                              </a:lnTo>
                              <a:lnTo>
                                <a:pt x="9582" y="156"/>
                              </a:lnTo>
                              <a:lnTo>
                                <a:pt x="9587" y="164"/>
                              </a:lnTo>
                              <a:lnTo>
                                <a:pt x="9593" y="172"/>
                              </a:lnTo>
                              <a:lnTo>
                                <a:pt x="9600" y="179"/>
                              </a:lnTo>
                              <a:lnTo>
                                <a:pt x="9607" y="185"/>
                              </a:lnTo>
                              <a:lnTo>
                                <a:pt x="9615" y="191"/>
                              </a:lnTo>
                              <a:lnTo>
                                <a:pt x="9623" y="197"/>
                              </a:lnTo>
                              <a:lnTo>
                                <a:pt x="9633" y="200"/>
                              </a:lnTo>
                              <a:lnTo>
                                <a:pt x="9642" y="204"/>
                              </a:lnTo>
                              <a:lnTo>
                                <a:pt x="9653" y="206"/>
                              </a:lnTo>
                              <a:lnTo>
                                <a:pt x="9662" y="209"/>
                              </a:lnTo>
                              <a:lnTo>
                                <a:pt x="9674" y="209"/>
                              </a:lnTo>
                              <a:lnTo>
                                <a:pt x="9674" y="209"/>
                              </a:lnTo>
                              <a:lnTo>
                                <a:pt x="9684" y="209"/>
                              </a:lnTo>
                              <a:lnTo>
                                <a:pt x="9693" y="206"/>
                              </a:lnTo>
                              <a:lnTo>
                                <a:pt x="9702" y="204"/>
                              </a:lnTo>
                              <a:lnTo>
                                <a:pt x="9712" y="200"/>
                              </a:lnTo>
                              <a:lnTo>
                                <a:pt x="9720" y="197"/>
                              </a:lnTo>
                              <a:lnTo>
                                <a:pt x="9728" y="191"/>
                              </a:lnTo>
                              <a:lnTo>
                                <a:pt x="9736" y="185"/>
                              </a:lnTo>
                              <a:lnTo>
                                <a:pt x="9743" y="179"/>
                              </a:lnTo>
                              <a:lnTo>
                                <a:pt x="9750" y="172"/>
                              </a:lnTo>
                              <a:lnTo>
                                <a:pt x="9756" y="164"/>
                              </a:lnTo>
                              <a:lnTo>
                                <a:pt x="9760" y="156"/>
                              </a:lnTo>
                              <a:lnTo>
                                <a:pt x="9764" y="147"/>
                              </a:lnTo>
                              <a:lnTo>
                                <a:pt x="9767" y="138"/>
                              </a:lnTo>
                              <a:lnTo>
                                <a:pt x="9770" y="128"/>
                              </a:lnTo>
                              <a:lnTo>
                                <a:pt x="9772" y="118"/>
                              </a:lnTo>
                              <a:lnTo>
                                <a:pt x="9772" y="107"/>
                              </a:lnTo>
                              <a:lnTo>
                                <a:pt x="9772" y="107"/>
                              </a:lnTo>
                              <a:lnTo>
                                <a:pt x="9772" y="98"/>
                              </a:lnTo>
                              <a:lnTo>
                                <a:pt x="9770" y="87"/>
                              </a:lnTo>
                              <a:lnTo>
                                <a:pt x="9767" y="78"/>
                              </a:lnTo>
                              <a:lnTo>
                                <a:pt x="9764" y="68"/>
                              </a:lnTo>
                              <a:lnTo>
                                <a:pt x="9760" y="59"/>
                              </a:lnTo>
                              <a:lnTo>
                                <a:pt x="9756" y="51"/>
                              </a:lnTo>
                              <a:lnTo>
                                <a:pt x="9750" y="42"/>
                              </a:lnTo>
                              <a:lnTo>
                                <a:pt x="9743" y="35"/>
                              </a:lnTo>
                              <a:lnTo>
                                <a:pt x="9736" y="29"/>
                              </a:lnTo>
                              <a:lnTo>
                                <a:pt x="9728" y="23"/>
                              </a:lnTo>
                              <a:lnTo>
                                <a:pt x="9720" y="17"/>
                              </a:lnTo>
                              <a:lnTo>
                                <a:pt x="9712" y="14"/>
                              </a:lnTo>
                              <a:lnTo>
                                <a:pt x="9702" y="10"/>
                              </a:lnTo>
                              <a:lnTo>
                                <a:pt x="9693" y="8"/>
                              </a:lnTo>
                              <a:lnTo>
                                <a:pt x="9684" y="6"/>
                              </a:lnTo>
                              <a:lnTo>
                                <a:pt x="9674" y="6"/>
                              </a:lnTo>
                              <a:lnTo>
                                <a:pt x="9674" y="6"/>
                              </a:lnTo>
                              <a:lnTo>
                                <a:pt x="9674" y="6"/>
                              </a:lnTo>
                              <a:close/>
                              <a:moveTo>
                                <a:pt x="9063" y="1384"/>
                              </a:moveTo>
                              <a:lnTo>
                                <a:pt x="9204" y="1384"/>
                              </a:lnTo>
                              <a:lnTo>
                                <a:pt x="9204" y="0"/>
                              </a:lnTo>
                              <a:lnTo>
                                <a:pt x="9063" y="80"/>
                              </a:lnTo>
                              <a:lnTo>
                                <a:pt x="9063" y="1384"/>
                              </a:lnTo>
                              <a:lnTo>
                                <a:pt x="9063" y="1384"/>
                              </a:lnTo>
                              <a:close/>
                              <a:moveTo>
                                <a:pt x="7872" y="511"/>
                              </a:moveTo>
                              <a:lnTo>
                                <a:pt x="7872" y="387"/>
                              </a:lnTo>
                              <a:lnTo>
                                <a:pt x="7731" y="387"/>
                              </a:lnTo>
                              <a:lnTo>
                                <a:pt x="7731" y="1384"/>
                              </a:lnTo>
                              <a:lnTo>
                                <a:pt x="7872" y="1384"/>
                              </a:lnTo>
                              <a:lnTo>
                                <a:pt x="7872" y="800"/>
                              </a:lnTo>
                              <a:lnTo>
                                <a:pt x="7872" y="800"/>
                              </a:lnTo>
                              <a:lnTo>
                                <a:pt x="7873" y="764"/>
                              </a:lnTo>
                              <a:lnTo>
                                <a:pt x="7876" y="731"/>
                              </a:lnTo>
                              <a:lnTo>
                                <a:pt x="7880" y="701"/>
                              </a:lnTo>
                              <a:lnTo>
                                <a:pt x="7887" y="672"/>
                              </a:lnTo>
                              <a:lnTo>
                                <a:pt x="7895" y="645"/>
                              </a:lnTo>
                              <a:lnTo>
                                <a:pt x="7904" y="620"/>
                              </a:lnTo>
                              <a:lnTo>
                                <a:pt x="7916" y="598"/>
                              </a:lnTo>
                              <a:lnTo>
                                <a:pt x="7929" y="577"/>
                              </a:lnTo>
                              <a:lnTo>
                                <a:pt x="7943" y="559"/>
                              </a:lnTo>
                              <a:lnTo>
                                <a:pt x="7959" y="543"/>
                              </a:lnTo>
                              <a:lnTo>
                                <a:pt x="7977" y="530"/>
                              </a:lnTo>
                              <a:lnTo>
                                <a:pt x="7987" y="523"/>
                              </a:lnTo>
                              <a:lnTo>
                                <a:pt x="7997" y="518"/>
                              </a:lnTo>
                              <a:lnTo>
                                <a:pt x="8007" y="513"/>
                              </a:lnTo>
                              <a:lnTo>
                                <a:pt x="8017" y="508"/>
                              </a:lnTo>
                              <a:lnTo>
                                <a:pt x="8040" y="502"/>
                              </a:lnTo>
                              <a:lnTo>
                                <a:pt x="8063" y="499"/>
                              </a:lnTo>
                              <a:lnTo>
                                <a:pt x="8089" y="498"/>
                              </a:lnTo>
                              <a:lnTo>
                                <a:pt x="8089" y="498"/>
                              </a:lnTo>
                              <a:lnTo>
                                <a:pt x="8113" y="498"/>
                              </a:lnTo>
                              <a:lnTo>
                                <a:pt x="8135" y="500"/>
                              </a:lnTo>
                              <a:lnTo>
                                <a:pt x="8155" y="504"/>
                              </a:lnTo>
                              <a:lnTo>
                                <a:pt x="8174" y="507"/>
                              </a:lnTo>
                              <a:lnTo>
                                <a:pt x="8192" y="513"/>
                              </a:lnTo>
                              <a:lnTo>
                                <a:pt x="8208" y="520"/>
                              </a:lnTo>
                              <a:lnTo>
                                <a:pt x="8224" y="527"/>
                              </a:lnTo>
                              <a:lnTo>
                                <a:pt x="8239" y="536"/>
                              </a:lnTo>
                              <a:lnTo>
                                <a:pt x="8276" y="390"/>
                              </a:lnTo>
                              <a:lnTo>
                                <a:pt x="8276" y="390"/>
                              </a:lnTo>
                              <a:lnTo>
                                <a:pt x="8262" y="386"/>
                              </a:lnTo>
                              <a:lnTo>
                                <a:pt x="8247" y="381"/>
                              </a:lnTo>
                              <a:lnTo>
                                <a:pt x="8231" y="376"/>
                              </a:lnTo>
                              <a:lnTo>
                                <a:pt x="8212" y="373"/>
                              </a:lnTo>
                              <a:lnTo>
                                <a:pt x="8192" y="370"/>
                              </a:lnTo>
                              <a:lnTo>
                                <a:pt x="8171" y="368"/>
                              </a:lnTo>
                              <a:lnTo>
                                <a:pt x="8146" y="367"/>
                              </a:lnTo>
                              <a:lnTo>
                                <a:pt x="8120" y="367"/>
                              </a:lnTo>
                              <a:lnTo>
                                <a:pt x="8120" y="367"/>
                              </a:lnTo>
                              <a:lnTo>
                                <a:pt x="8100" y="367"/>
                              </a:lnTo>
                              <a:lnTo>
                                <a:pt x="8080" y="369"/>
                              </a:lnTo>
                              <a:lnTo>
                                <a:pt x="8061" y="373"/>
                              </a:lnTo>
                              <a:lnTo>
                                <a:pt x="8042" y="377"/>
                              </a:lnTo>
                              <a:lnTo>
                                <a:pt x="8024" y="383"/>
                              </a:lnTo>
                              <a:lnTo>
                                <a:pt x="8007" y="390"/>
                              </a:lnTo>
                              <a:lnTo>
                                <a:pt x="7990" y="399"/>
                              </a:lnTo>
                              <a:lnTo>
                                <a:pt x="7974" y="408"/>
                              </a:lnTo>
                              <a:lnTo>
                                <a:pt x="7957" y="419"/>
                              </a:lnTo>
                              <a:lnTo>
                                <a:pt x="7943" y="429"/>
                              </a:lnTo>
                              <a:lnTo>
                                <a:pt x="7929" y="441"/>
                              </a:lnTo>
                              <a:lnTo>
                                <a:pt x="7916" y="454"/>
                              </a:lnTo>
                              <a:lnTo>
                                <a:pt x="7903" y="467"/>
                              </a:lnTo>
                              <a:lnTo>
                                <a:pt x="7892" y="481"/>
                              </a:lnTo>
                              <a:lnTo>
                                <a:pt x="7882" y="495"/>
                              </a:lnTo>
                              <a:lnTo>
                                <a:pt x="7872" y="511"/>
                              </a:lnTo>
                              <a:lnTo>
                                <a:pt x="7872" y="511"/>
                              </a:lnTo>
                              <a:lnTo>
                                <a:pt x="7872" y="511"/>
                              </a:lnTo>
                              <a:close/>
                              <a:moveTo>
                                <a:pt x="7000" y="367"/>
                              </a:moveTo>
                              <a:lnTo>
                                <a:pt x="7000" y="367"/>
                              </a:lnTo>
                              <a:lnTo>
                                <a:pt x="6978" y="367"/>
                              </a:lnTo>
                              <a:lnTo>
                                <a:pt x="6955" y="368"/>
                              </a:lnTo>
                              <a:lnTo>
                                <a:pt x="6934" y="371"/>
                              </a:lnTo>
                              <a:lnTo>
                                <a:pt x="6912" y="375"/>
                              </a:lnTo>
                              <a:lnTo>
                                <a:pt x="6890" y="380"/>
                              </a:lnTo>
                              <a:lnTo>
                                <a:pt x="6870" y="386"/>
                              </a:lnTo>
                              <a:lnTo>
                                <a:pt x="6849" y="392"/>
                              </a:lnTo>
                              <a:lnTo>
                                <a:pt x="6830" y="400"/>
                              </a:lnTo>
                              <a:lnTo>
                                <a:pt x="6810" y="409"/>
                              </a:lnTo>
                              <a:lnTo>
                                <a:pt x="6791" y="419"/>
                              </a:lnTo>
                              <a:lnTo>
                                <a:pt x="6773" y="429"/>
                              </a:lnTo>
                              <a:lnTo>
                                <a:pt x="6756" y="441"/>
                              </a:lnTo>
                              <a:lnTo>
                                <a:pt x="6738" y="454"/>
                              </a:lnTo>
                              <a:lnTo>
                                <a:pt x="6722" y="468"/>
                              </a:lnTo>
                              <a:lnTo>
                                <a:pt x="6706" y="484"/>
                              </a:lnTo>
                              <a:lnTo>
                                <a:pt x="6691" y="500"/>
                              </a:lnTo>
                              <a:lnTo>
                                <a:pt x="6677" y="517"/>
                              </a:lnTo>
                              <a:lnTo>
                                <a:pt x="6663" y="534"/>
                              </a:lnTo>
                              <a:lnTo>
                                <a:pt x="6650" y="553"/>
                              </a:lnTo>
                              <a:lnTo>
                                <a:pt x="6638" y="573"/>
                              </a:lnTo>
                              <a:lnTo>
                                <a:pt x="6626" y="595"/>
                              </a:lnTo>
                              <a:lnTo>
                                <a:pt x="6615" y="616"/>
                              </a:lnTo>
                              <a:lnTo>
                                <a:pt x="6606" y="638"/>
                              </a:lnTo>
                              <a:lnTo>
                                <a:pt x="6598" y="663"/>
                              </a:lnTo>
                              <a:lnTo>
                                <a:pt x="6589" y="688"/>
                              </a:lnTo>
                              <a:lnTo>
                                <a:pt x="6583" y="713"/>
                              </a:lnTo>
                              <a:lnTo>
                                <a:pt x="6578" y="740"/>
                              </a:lnTo>
                              <a:lnTo>
                                <a:pt x="6572" y="767"/>
                              </a:lnTo>
                              <a:lnTo>
                                <a:pt x="6568" y="795"/>
                              </a:lnTo>
                              <a:lnTo>
                                <a:pt x="6566" y="825"/>
                              </a:lnTo>
                              <a:lnTo>
                                <a:pt x="6565" y="855"/>
                              </a:lnTo>
                              <a:lnTo>
                                <a:pt x="6563" y="886"/>
                              </a:lnTo>
                              <a:lnTo>
                                <a:pt x="6563" y="886"/>
                              </a:lnTo>
                              <a:lnTo>
                                <a:pt x="6563" y="918"/>
                              </a:lnTo>
                              <a:lnTo>
                                <a:pt x="6566" y="949"/>
                              </a:lnTo>
                              <a:lnTo>
                                <a:pt x="6568" y="977"/>
                              </a:lnTo>
                              <a:lnTo>
                                <a:pt x="6572" y="1006"/>
                              </a:lnTo>
                              <a:lnTo>
                                <a:pt x="6576" y="1034"/>
                              </a:lnTo>
                              <a:lnTo>
                                <a:pt x="6582" y="1059"/>
                              </a:lnTo>
                              <a:lnTo>
                                <a:pt x="6589" y="1085"/>
                              </a:lnTo>
                              <a:lnTo>
                                <a:pt x="6596" y="1110"/>
                              </a:lnTo>
                              <a:lnTo>
                                <a:pt x="6605" y="1134"/>
                              </a:lnTo>
                              <a:lnTo>
                                <a:pt x="6614" y="1156"/>
                              </a:lnTo>
                              <a:lnTo>
                                <a:pt x="6625" y="1179"/>
                              </a:lnTo>
                              <a:lnTo>
                                <a:pt x="6635" y="1199"/>
                              </a:lnTo>
                              <a:lnTo>
                                <a:pt x="6647" y="1219"/>
                              </a:lnTo>
                              <a:lnTo>
                                <a:pt x="6660" y="1238"/>
                              </a:lnTo>
                              <a:lnTo>
                                <a:pt x="6673" y="1255"/>
                              </a:lnTo>
                              <a:lnTo>
                                <a:pt x="6687" y="1273"/>
                              </a:lnTo>
                              <a:lnTo>
                                <a:pt x="6702" y="1288"/>
                              </a:lnTo>
                              <a:lnTo>
                                <a:pt x="6717" y="1304"/>
                              </a:lnTo>
                              <a:lnTo>
                                <a:pt x="6733" y="1318"/>
                              </a:lnTo>
                              <a:lnTo>
                                <a:pt x="6750" y="1330"/>
                              </a:lnTo>
                              <a:lnTo>
                                <a:pt x="6768" y="1343"/>
                              </a:lnTo>
                              <a:lnTo>
                                <a:pt x="6785" y="1353"/>
                              </a:lnTo>
                              <a:lnTo>
                                <a:pt x="6804" y="1363"/>
                              </a:lnTo>
                              <a:lnTo>
                                <a:pt x="6823" y="1372"/>
                              </a:lnTo>
                              <a:lnTo>
                                <a:pt x="6843" y="1379"/>
                              </a:lnTo>
                              <a:lnTo>
                                <a:pt x="6863" y="1386"/>
                              </a:lnTo>
                              <a:lnTo>
                                <a:pt x="6883" y="1392"/>
                              </a:lnTo>
                              <a:lnTo>
                                <a:pt x="6904" y="1397"/>
                              </a:lnTo>
                              <a:lnTo>
                                <a:pt x="6926" y="1401"/>
                              </a:lnTo>
                              <a:lnTo>
                                <a:pt x="6948" y="1403"/>
                              </a:lnTo>
                              <a:lnTo>
                                <a:pt x="6971" y="1405"/>
                              </a:lnTo>
                              <a:lnTo>
                                <a:pt x="6993" y="1405"/>
                              </a:lnTo>
                              <a:lnTo>
                                <a:pt x="6993" y="1405"/>
                              </a:lnTo>
                              <a:lnTo>
                                <a:pt x="7015" y="1404"/>
                              </a:lnTo>
                              <a:lnTo>
                                <a:pt x="7038" y="1403"/>
                              </a:lnTo>
                              <a:lnTo>
                                <a:pt x="7060" y="1401"/>
                              </a:lnTo>
                              <a:lnTo>
                                <a:pt x="7081" y="1397"/>
                              </a:lnTo>
                              <a:lnTo>
                                <a:pt x="7103" y="1391"/>
                              </a:lnTo>
                              <a:lnTo>
                                <a:pt x="7124" y="1385"/>
                              </a:lnTo>
                              <a:lnTo>
                                <a:pt x="7144" y="1378"/>
                              </a:lnTo>
                              <a:lnTo>
                                <a:pt x="7164" y="1371"/>
                              </a:lnTo>
                              <a:lnTo>
                                <a:pt x="7183" y="1362"/>
                              </a:lnTo>
                              <a:lnTo>
                                <a:pt x="7202" y="1351"/>
                              </a:lnTo>
                              <a:lnTo>
                                <a:pt x="7221" y="1340"/>
                              </a:lnTo>
                              <a:lnTo>
                                <a:pt x="7238" y="1327"/>
                              </a:lnTo>
                              <a:lnTo>
                                <a:pt x="7255" y="1314"/>
                              </a:lnTo>
                              <a:lnTo>
                                <a:pt x="7271" y="1300"/>
                              </a:lnTo>
                              <a:lnTo>
                                <a:pt x="7288" y="1285"/>
                              </a:lnTo>
                              <a:lnTo>
                                <a:pt x="7302" y="1268"/>
                              </a:lnTo>
                              <a:lnTo>
                                <a:pt x="7318" y="1252"/>
                              </a:lnTo>
                              <a:lnTo>
                                <a:pt x="7330" y="1233"/>
                              </a:lnTo>
                              <a:lnTo>
                                <a:pt x="7343" y="1214"/>
                              </a:lnTo>
                              <a:lnTo>
                                <a:pt x="7355" y="1194"/>
                              </a:lnTo>
                              <a:lnTo>
                                <a:pt x="7367" y="1173"/>
                              </a:lnTo>
                              <a:lnTo>
                                <a:pt x="7378" y="1150"/>
                              </a:lnTo>
                              <a:lnTo>
                                <a:pt x="7387" y="1128"/>
                              </a:lnTo>
                              <a:lnTo>
                                <a:pt x="7395" y="1104"/>
                              </a:lnTo>
                              <a:lnTo>
                                <a:pt x="7404" y="1078"/>
                              </a:lnTo>
                              <a:lnTo>
                                <a:pt x="7411" y="1054"/>
                              </a:lnTo>
                              <a:lnTo>
                                <a:pt x="7417" y="1026"/>
                              </a:lnTo>
                              <a:lnTo>
                                <a:pt x="7421" y="998"/>
                              </a:lnTo>
                              <a:lnTo>
                                <a:pt x="7425" y="970"/>
                              </a:lnTo>
                              <a:lnTo>
                                <a:pt x="7427" y="940"/>
                              </a:lnTo>
                              <a:lnTo>
                                <a:pt x="7430" y="910"/>
                              </a:lnTo>
                              <a:lnTo>
                                <a:pt x="7430" y="879"/>
                              </a:lnTo>
                              <a:lnTo>
                                <a:pt x="7430" y="879"/>
                              </a:lnTo>
                              <a:lnTo>
                                <a:pt x="7430" y="848"/>
                              </a:lnTo>
                              <a:lnTo>
                                <a:pt x="7427" y="818"/>
                              </a:lnTo>
                              <a:lnTo>
                                <a:pt x="7425" y="788"/>
                              </a:lnTo>
                              <a:lnTo>
                                <a:pt x="7421" y="760"/>
                              </a:lnTo>
                              <a:lnTo>
                                <a:pt x="7417" y="733"/>
                              </a:lnTo>
                              <a:lnTo>
                                <a:pt x="7411" y="707"/>
                              </a:lnTo>
                              <a:lnTo>
                                <a:pt x="7405" y="681"/>
                              </a:lnTo>
                              <a:lnTo>
                                <a:pt x="7397" y="656"/>
                              </a:lnTo>
                              <a:lnTo>
                                <a:pt x="7388" y="632"/>
                              </a:lnTo>
                              <a:lnTo>
                                <a:pt x="7379" y="610"/>
                              </a:lnTo>
                              <a:lnTo>
                                <a:pt x="7369" y="589"/>
                              </a:lnTo>
                              <a:lnTo>
                                <a:pt x="7358" y="569"/>
                              </a:lnTo>
                              <a:lnTo>
                                <a:pt x="7346" y="549"/>
                              </a:lnTo>
                              <a:lnTo>
                                <a:pt x="7334" y="530"/>
                              </a:lnTo>
                              <a:lnTo>
                                <a:pt x="7320" y="512"/>
                              </a:lnTo>
                              <a:lnTo>
                                <a:pt x="7307" y="495"/>
                              </a:lnTo>
                              <a:lnTo>
                                <a:pt x="7292" y="480"/>
                              </a:lnTo>
                              <a:lnTo>
                                <a:pt x="7276" y="466"/>
                              </a:lnTo>
                              <a:lnTo>
                                <a:pt x="7260" y="452"/>
                              </a:lnTo>
                              <a:lnTo>
                                <a:pt x="7243" y="439"/>
                              </a:lnTo>
                              <a:lnTo>
                                <a:pt x="7225" y="428"/>
                              </a:lnTo>
                              <a:lnTo>
                                <a:pt x="7208" y="418"/>
                              </a:lnTo>
                              <a:lnTo>
                                <a:pt x="7189" y="407"/>
                              </a:lnTo>
                              <a:lnTo>
                                <a:pt x="7170" y="399"/>
                              </a:lnTo>
                              <a:lnTo>
                                <a:pt x="7150" y="392"/>
                              </a:lnTo>
                              <a:lnTo>
                                <a:pt x="7130" y="384"/>
                              </a:lnTo>
                              <a:lnTo>
                                <a:pt x="7110" y="379"/>
                              </a:lnTo>
                              <a:lnTo>
                                <a:pt x="7089" y="374"/>
                              </a:lnTo>
                              <a:lnTo>
                                <a:pt x="7067" y="370"/>
                              </a:lnTo>
                              <a:lnTo>
                                <a:pt x="7045" y="368"/>
                              </a:lnTo>
                              <a:lnTo>
                                <a:pt x="7022" y="367"/>
                              </a:lnTo>
                              <a:lnTo>
                                <a:pt x="7000" y="367"/>
                              </a:lnTo>
                              <a:lnTo>
                                <a:pt x="7000" y="367"/>
                              </a:lnTo>
                              <a:lnTo>
                                <a:pt x="7000" y="367"/>
                              </a:lnTo>
                              <a:close/>
                              <a:moveTo>
                                <a:pt x="6997" y="1281"/>
                              </a:moveTo>
                              <a:lnTo>
                                <a:pt x="6997" y="1281"/>
                              </a:lnTo>
                              <a:lnTo>
                                <a:pt x="6980" y="1281"/>
                              </a:lnTo>
                              <a:lnTo>
                                <a:pt x="6965" y="1280"/>
                              </a:lnTo>
                              <a:lnTo>
                                <a:pt x="6949" y="1278"/>
                              </a:lnTo>
                              <a:lnTo>
                                <a:pt x="6934" y="1275"/>
                              </a:lnTo>
                              <a:lnTo>
                                <a:pt x="6920" y="1272"/>
                              </a:lnTo>
                              <a:lnTo>
                                <a:pt x="6906" y="1267"/>
                              </a:lnTo>
                              <a:lnTo>
                                <a:pt x="6891" y="1262"/>
                              </a:lnTo>
                              <a:lnTo>
                                <a:pt x="6879" y="1255"/>
                              </a:lnTo>
                              <a:lnTo>
                                <a:pt x="6866" y="1249"/>
                              </a:lnTo>
                              <a:lnTo>
                                <a:pt x="6853" y="1241"/>
                              </a:lnTo>
                              <a:lnTo>
                                <a:pt x="6841" y="1233"/>
                              </a:lnTo>
                              <a:lnTo>
                                <a:pt x="6829" y="1225"/>
                              </a:lnTo>
                              <a:lnTo>
                                <a:pt x="6818" y="1214"/>
                              </a:lnTo>
                              <a:lnTo>
                                <a:pt x="6808" y="1203"/>
                              </a:lnTo>
                              <a:lnTo>
                                <a:pt x="6797" y="1193"/>
                              </a:lnTo>
                              <a:lnTo>
                                <a:pt x="6788" y="1180"/>
                              </a:lnTo>
                              <a:lnTo>
                                <a:pt x="6778" y="1167"/>
                              </a:lnTo>
                              <a:lnTo>
                                <a:pt x="6770" y="1154"/>
                              </a:lnTo>
                              <a:lnTo>
                                <a:pt x="6762" y="1140"/>
                              </a:lnTo>
                              <a:lnTo>
                                <a:pt x="6753" y="1124"/>
                              </a:lnTo>
                              <a:lnTo>
                                <a:pt x="6746" y="1108"/>
                              </a:lnTo>
                              <a:lnTo>
                                <a:pt x="6740" y="1091"/>
                              </a:lnTo>
                              <a:lnTo>
                                <a:pt x="6735" y="1074"/>
                              </a:lnTo>
                              <a:lnTo>
                                <a:pt x="6729" y="1056"/>
                              </a:lnTo>
                              <a:lnTo>
                                <a:pt x="6724" y="1037"/>
                              </a:lnTo>
                              <a:lnTo>
                                <a:pt x="6719" y="1017"/>
                              </a:lnTo>
                              <a:lnTo>
                                <a:pt x="6716" y="997"/>
                              </a:lnTo>
                              <a:lnTo>
                                <a:pt x="6713" y="976"/>
                              </a:lnTo>
                              <a:lnTo>
                                <a:pt x="6711" y="953"/>
                              </a:lnTo>
                              <a:lnTo>
                                <a:pt x="6709" y="931"/>
                              </a:lnTo>
                              <a:lnTo>
                                <a:pt x="6707" y="882"/>
                              </a:lnTo>
                              <a:lnTo>
                                <a:pt x="6707" y="882"/>
                              </a:lnTo>
                              <a:lnTo>
                                <a:pt x="6709" y="835"/>
                              </a:lnTo>
                              <a:lnTo>
                                <a:pt x="6711" y="813"/>
                              </a:lnTo>
                              <a:lnTo>
                                <a:pt x="6713" y="790"/>
                              </a:lnTo>
                              <a:lnTo>
                                <a:pt x="6716" y="769"/>
                              </a:lnTo>
                              <a:lnTo>
                                <a:pt x="6719" y="749"/>
                              </a:lnTo>
                              <a:lnTo>
                                <a:pt x="6724" y="730"/>
                              </a:lnTo>
                              <a:lnTo>
                                <a:pt x="6729" y="711"/>
                              </a:lnTo>
                              <a:lnTo>
                                <a:pt x="6735" y="692"/>
                              </a:lnTo>
                              <a:lnTo>
                                <a:pt x="6740" y="676"/>
                              </a:lnTo>
                              <a:lnTo>
                                <a:pt x="6746" y="659"/>
                              </a:lnTo>
                              <a:lnTo>
                                <a:pt x="6753" y="643"/>
                              </a:lnTo>
                              <a:lnTo>
                                <a:pt x="6762" y="629"/>
                              </a:lnTo>
                              <a:lnTo>
                                <a:pt x="6770" y="615"/>
                              </a:lnTo>
                              <a:lnTo>
                                <a:pt x="6778" y="600"/>
                              </a:lnTo>
                              <a:lnTo>
                                <a:pt x="6788" y="587"/>
                              </a:lnTo>
                              <a:lnTo>
                                <a:pt x="6797" y="576"/>
                              </a:lnTo>
                              <a:lnTo>
                                <a:pt x="6808" y="565"/>
                              </a:lnTo>
                              <a:lnTo>
                                <a:pt x="6818" y="554"/>
                              </a:lnTo>
                              <a:lnTo>
                                <a:pt x="6829" y="545"/>
                              </a:lnTo>
                              <a:lnTo>
                                <a:pt x="6841" y="537"/>
                              </a:lnTo>
                              <a:lnTo>
                                <a:pt x="6853" y="528"/>
                              </a:lnTo>
                              <a:lnTo>
                                <a:pt x="6866" y="521"/>
                              </a:lnTo>
                              <a:lnTo>
                                <a:pt x="6879" y="514"/>
                              </a:lnTo>
                              <a:lnTo>
                                <a:pt x="6891" y="508"/>
                              </a:lnTo>
                              <a:lnTo>
                                <a:pt x="6906" y="504"/>
                              </a:lnTo>
                              <a:lnTo>
                                <a:pt x="6920" y="499"/>
                              </a:lnTo>
                              <a:lnTo>
                                <a:pt x="6934" y="495"/>
                              </a:lnTo>
                              <a:lnTo>
                                <a:pt x="6949" y="493"/>
                              </a:lnTo>
                              <a:lnTo>
                                <a:pt x="6965" y="492"/>
                              </a:lnTo>
                              <a:lnTo>
                                <a:pt x="6980" y="491"/>
                              </a:lnTo>
                              <a:lnTo>
                                <a:pt x="6997" y="489"/>
                              </a:lnTo>
                              <a:lnTo>
                                <a:pt x="6997" y="489"/>
                              </a:lnTo>
                              <a:lnTo>
                                <a:pt x="7013" y="491"/>
                              </a:lnTo>
                              <a:lnTo>
                                <a:pt x="7028" y="492"/>
                              </a:lnTo>
                              <a:lnTo>
                                <a:pt x="7044" y="493"/>
                              </a:lnTo>
                              <a:lnTo>
                                <a:pt x="7059" y="495"/>
                              </a:lnTo>
                              <a:lnTo>
                                <a:pt x="7073" y="499"/>
                              </a:lnTo>
                              <a:lnTo>
                                <a:pt x="7087" y="504"/>
                              </a:lnTo>
                              <a:lnTo>
                                <a:pt x="7102" y="508"/>
                              </a:lnTo>
                              <a:lnTo>
                                <a:pt x="7115" y="514"/>
                              </a:lnTo>
                              <a:lnTo>
                                <a:pt x="7128" y="521"/>
                              </a:lnTo>
                              <a:lnTo>
                                <a:pt x="7140" y="528"/>
                              </a:lnTo>
                              <a:lnTo>
                                <a:pt x="7152" y="537"/>
                              </a:lnTo>
                              <a:lnTo>
                                <a:pt x="7164" y="545"/>
                              </a:lnTo>
                              <a:lnTo>
                                <a:pt x="7176" y="554"/>
                              </a:lnTo>
                              <a:lnTo>
                                <a:pt x="7187" y="565"/>
                              </a:lnTo>
                              <a:lnTo>
                                <a:pt x="7197" y="576"/>
                              </a:lnTo>
                              <a:lnTo>
                                <a:pt x="7207" y="587"/>
                              </a:lnTo>
                              <a:lnTo>
                                <a:pt x="7216" y="600"/>
                              </a:lnTo>
                              <a:lnTo>
                                <a:pt x="7225" y="615"/>
                              </a:lnTo>
                              <a:lnTo>
                                <a:pt x="7234" y="629"/>
                              </a:lnTo>
                              <a:lnTo>
                                <a:pt x="7241" y="643"/>
                              </a:lnTo>
                              <a:lnTo>
                                <a:pt x="7248" y="659"/>
                              </a:lnTo>
                              <a:lnTo>
                                <a:pt x="7255" y="676"/>
                              </a:lnTo>
                              <a:lnTo>
                                <a:pt x="7261" y="692"/>
                              </a:lnTo>
                              <a:lnTo>
                                <a:pt x="7267" y="711"/>
                              </a:lnTo>
                              <a:lnTo>
                                <a:pt x="7271" y="730"/>
                              </a:lnTo>
                              <a:lnTo>
                                <a:pt x="7275" y="749"/>
                              </a:lnTo>
                              <a:lnTo>
                                <a:pt x="7279" y="769"/>
                              </a:lnTo>
                              <a:lnTo>
                                <a:pt x="7282" y="790"/>
                              </a:lnTo>
                              <a:lnTo>
                                <a:pt x="7284" y="813"/>
                              </a:lnTo>
                              <a:lnTo>
                                <a:pt x="7286" y="835"/>
                              </a:lnTo>
                              <a:lnTo>
                                <a:pt x="7287" y="882"/>
                              </a:lnTo>
                              <a:lnTo>
                                <a:pt x="7287" y="882"/>
                              </a:lnTo>
                              <a:lnTo>
                                <a:pt x="7286" y="931"/>
                              </a:lnTo>
                              <a:lnTo>
                                <a:pt x="7284" y="953"/>
                              </a:lnTo>
                              <a:lnTo>
                                <a:pt x="7282" y="976"/>
                              </a:lnTo>
                              <a:lnTo>
                                <a:pt x="7279" y="997"/>
                              </a:lnTo>
                              <a:lnTo>
                                <a:pt x="7275" y="1017"/>
                              </a:lnTo>
                              <a:lnTo>
                                <a:pt x="7271" y="1037"/>
                              </a:lnTo>
                              <a:lnTo>
                                <a:pt x="7267" y="1056"/>
                              </a:lnTo>
                              <a:lnTo>
                                <a:pt x="7261" y="1074"/>
                              </a:lnTo>
                              <a:lnTo>
                                <a:pt x="7255" y="1091"/>
                              </a:lnTo>
                              <a:lnTo>
                                <a:pt x="7248" y="1108"/>
                              </a:lnTo>
                              <a:lnTo>
                                <a:pt x="7241" y="1124"/>
                              </a:lnTo>
                              <a:lnTo>
                                <a:pt x="7234" y="1140"/>
                              </a:lnTo>
                              <a:lnTo>
                                <a:pt x="7225" y="1154"/>
                              </a:lnTo>
                              <a:lnTo>
                                <a:pt x="7216" y="1167"/>
                              </a:lnTo>
                              <a:lnTo>
                                <a:pt x="7207" y="1180"/>
                              </a:lnTo>
                              <a:lnTo>
                                <a:pt x="7197" y="1193"/>
                              </a:lnTo>
                              <a:lnTo>
                                <a:pt x="7187" y="1203"/>
                              </a:lnTo>
                              <a:lnTo>
                                <a:pt x="7176" y="1214"/>
                              </a:lnTo>
                              <a:lnTo>
                                <a:pt x="7164" y="1225"/>
                              </a:lnTo>
                              <a:lnTo>
                                <a:pt x="7152" y="1233"/>
                              </a:lnTo>
                              <a:lnTo>
                                <a:pt x="7140" y="1241"/>
                              </a:lnTo>
                              <a:lnTo>
                                <a:pt x="7128" y="1249"/>
                              </a:lnTo>
                              <a:lnTo>
                                <a:pt x="7115" y="1255"/>
                              </a:lnTo>
                              <a:lnTo>
                                <a:pt x="7102" y="1262"/>
                              </a:lnTo>
                              <a:lnTo>
                                <a:pt x="7087" y="1267"/>
                              </a:lnTo>
                              <a:lnTo>
                                <a:pt x="7073" y="1272"/>
                              </a:lnTo>
                              <a:lnTo>
                                <a:pt x="7059" y="1275"/>
                              </a:lnTo>
                              <a:lnTo>
                                <a:pt x="7044" y="1278"/>
                              </a:lnTo>
                              <a:lnTo>
                                <a:pt x="7028" y="1280"/>
                              </a:lnTo>
                              <a:lnTo>
                                <a:pt x="7013" y="1281"/>
                              </a:lnTo>
                              <a:lnTo>
                                <a:pt x="6997" y="1281"/>
                              </a:lnTo>
                              <a:lnTo>
                                <a:pt x="6997" y="1281"/>
                              </a:lnTo>
                              <a:lnTo>
                                <a:pt x="6997" y="1281"/>
                              </a:lnTo>
                              <a:close/>
                              <a:moveTo>
                                <a:pt x="6047" y="250"/>
                              </a:moveTo>
                              <a:lnTo>
                                <a:pt x="6047" y="387"/>
                              </a:lnTo>
                              <a:lnTo>
                                <a:pt x="5910" y="387"/>
                              </a:lnTo>
                              <a:lnTo>
                                <a:pt x="5910" y="507"/>
                              </a:lnTo>
                              <a:lnTo>
                                <a:pt x="6047" y="507"/>
                              </a:lnTo>
                              <a:lnTo>
                                <a:pt x="6047" y="1384"/>
                              </a:lnTo>
                              <a:lnTo>
                                <a:pt x="6189" y="1384"/>
                              </a:lnTo>
                              <a:lnTo>
                                <a:pt x="6189" y="507"/>
                              </a:lnTo>
                              <a:lnTo>
                                <a:pt x="6385" y="507"/>
                              </a:lnTo>
                              <a:lnTo>
                                <a:pt x="6385" y="387"/>
                              </a:lnTo>
                              <a:lnTo>
                                <a:pt x="6189" y="387"/>
                              </a:lnTo>
                              <a:lnTo>
                                <a:pt x="6189" y="239"/>
                              </a:lnTo>
                              <a:lnTo>
                                <a:pt x="6189" y="239"/>
                              </a:lnTo>
                              <a:lnTo>
                                <a:pt x="6191" y="224"/>
                              </a:lnTo>
                              <a:lnTo>
                                <a:pt x="6192" y="211"/>
                              </a:lnTo>
                              <a:lnTo>
                                <a:pt x="6194" y="198"/>
                              </a:lnTo>
                              <a:lnTo>
                                <a:pt x="6198" y="187"/>
                              </a:lnTo>
                              <a:lnTo>
                                <a:pt x="6201" y="178"/>
                              </a:lnTo>
                              <a:lnTo>
                                <a:pt x="6206" y="169"/>
                              </a:lnTo>
                              <a:lnTo>
                                <a:pt x="6212" y="161"/>
                              </a:lnTo>
                              <a:lnTo>
                                <a:pt x="6219" y="156"/>
                              </a:lnTo>
                              <a:lnTo>
                                <a:pt x="6226" y="150"/>
                              </a:lnTo>
                              <a:lnTo>
                                <a:pt x="6233" y="145"/>
                              </a:lnTo>
                              <a:lnTo>
                                <a:pt x="6241" y="141"/>
                              </a:lnTo>
                              <a:lnTo>
                                <a:pt x="6251" y="139"/>
                              </a:lnTo>
                              <a:lnTo>
                                <a:pt x="6260" y="137"/>
                              </a:lnTo>
                              <a:lnTo>
                                <a:pt x="6271" y="135"/>
                              </a:lnTo>
                              <a:lnTo>
                                <a:pt x="6292" y="134"/>
                              </a:lnTo>
                              <a:lnTo>
                                <a:pt x="6292" y="134"/>
                              </a:lnTo>
                              <a:lnTo>
                                <a:pt x="6309" y="135"/>
                              </a:lnTo>
                              <a:lnTo>
                                <a:pt x="6324" y="135"/>
                              </a:lnTo>
                              <a:lnTo>
                                <a:pt x="6340" y="138"/>
                              </a:lnTo>
                              <a:lnTo>
                                <a:pt x="6355" y="140"/>
                              </a:lnTo>
                              <a:lnTo>
                                <a:pt x="6369" y="144"/>
                              </a:lnTo>
                              <a:lnTo>
                                <a:pt x="6382" y="147"/>
                              </a:lnTo>
                              <a:lnTo>
                                <a:pt x="6395" y="152"/>
                              </a:lnTo>
                              <a:lnTo>
                                <a:pt x="6408" y="157"/>
                              </a:lnTo>
                              <a:lnTo>
                                <a:pt x="6408" y="22"/>
                              </a:lnTo>
                              <a:lnTo>
                                <a:pt x="6408" y="22"/>
                              </a:lnTo>
                              <a:lnTo>
                                <a:pt x="6382" y="15"/>
                              </a:lnTo>
                              <a:lnTo>
                                <a:pt x="6353" y="9"/>
                              </a:lnTo>
                              <a:lnTo>
                                <a:pt x="6322" y="7"/>
                              </a:lnTo>
                              <a:lnTo>
                                <a:pt x="6281" y="6"/>
                              </a:lnTo>
                              <a:lnTo>
                                <a:pt x="6281" y="6"/>
                              </a:lnTo>
                              <a:lnTo>
                                <a:pt x="6257" y="7"/>
                              </a:lnTo>
                              <a:lnTo>
                                <a:pt x="6232" y="9"/>
                              </a:lnTo>
                              <a:lnTo>
                                <a:pt x="6208" y="13"/>
                              </a:lnTo>
                              <a:lnTo>
                                <a:pt x="6187" y="19"/>
                              </a:lnTo>
                              <a:lnTo>
                                <a:pt x="6166" y="27"/>
                              </a:lnTo>
                              <a:lnTo>
                                <a:pt x="6147" y="36"/>
                              </a:lnTo>
                              <a:lnTo>
                                <a:pt x="6129" y="47"/>
                              </a:lnTo>
                              <a:lnTo>
                                <a:pt x="6113" y="61"/>
                              </a:lnTo>
                              <a:lnTo>
                                <a:pt x="6097" y="76"/>
                              </a:lnTo>
                              <a:lnTo>
                                <a:pt x="6084" y="94"/>
                              </a:lnTo>
                              <a:lnTo>
                                <a:pt x="6074" y="114"/>
                              </a:lnTo>
                              <a:lnTo>
                                <a:pt x="6064" y="137"/>
                              </a:lnTo>
                              <a:lnTo>
                                <a:pt x="6057" y="161"/>
                              </a:lnTo>
                              <a:lnTo>
                                <a:pt x="6051" y="189"/>
                              </a:lnTo>
                              <a:lnTo>
                                <a:pt x="6048" y="218"/>
                              </a:lnTo>
                              <a:lnTo>
                                <a:pt x="6047" y="250"/>
                              </a:lnTo>
                              <a:lnTo>
                                <a:pt x="6047" y="250"/>
                              </a:lnTo>
                              <a:lnTo>
                                <a:pt x="6047" y="250"/>
                              </a:lnTo>
                              <a:close/>
                              <a:moveTo>
                                <a:pt x="4933" y="499"/>
                              </a:moveTo>
                              <a:lnTo>
                                <a:pt x="4933" y="499"/>
                              </a:lnTo>
                              <a:lnTo>
                                <a:pt x="4918" y="485"/>
                              </a:lnTo>
                              <a:lnTo>
                                <a:pt x="4905" y="471"/>
                              </a:lnTo>
                              <a:lnTo>
                                <a:pt x="4891" y="458"/>
                              </a:lnTo>
                              <a:lnTo>
                                <a:pt x="4876" y="445"/>
                              </a:lnTo>
                              <a:lnTo>
                                <a:pt x="4861" y="433"/>
                              </a:lnTo>
                              <a:lnTo>
                                <a:pt x="4845" y="422"/>
                              </a:lnTo>
                              <a:lnTo>
                                <a:pt x="4829" y="412"/>
                              </a:lnTo>
                              <a:lnTo>
                                <a:pt x="4812" y="402"/>
                              </a:lnTo>
                              <a:lnTo>
                                <a:pt x="4794" y="395"/>
                              </a:lnTo>
                              <a:lnTo>
                                <a:pt x="4777" y="387"/>
                              </a:lnTo>
                              <a:lnTo>
                                <a:pt x="4758" y="381"/>
                              </a:lnTo>
                              <a:lnTo>
                                <a:pt x="4738" y="376"/>
                              </a:lnTo>
                              <a:lnTo>
                                <a:pt x="4718" y="371"/>
                              </a:lnTo>
                              <a:lnTo>
                                <a:pt x="4697" y="369"/>
                              </a:lnTo>
                              <a:lnTo>
                                <a:pt x="4674" y="367"/>
                              </a:lnTo>
                              <a:lnTo>
                                <a:pt x="4652" y="367"/>
                              </a:lnTo>
                              <a:lnTo>
                                <a:pt x="4652" y="367"/>
                              </a:lnTo>
                              <a:lnTo>
                                <a:pt x="4632" y="367"/>
                              </a:lnTo>
                              <a:lnTo>
                                <a:pt x="4613" y="368"/>
                              </a:lnTo>
                              <a:lnTo>
                                <a:pt x="4594" y="371"/>
                              </a:lnTo>
                              <a:lnTo>
                                <a:pt x="4575" y="375"/>
                              </a:lnTo>
                              <a:lnTo>
                                <a:pt x="4557" y="380"/>
                              </a:lnTo>
                              <a:lnTo>
                                <a:pt x="4538" y="386"/>
                              </a:lnTo>
                              <a:lnTo>
                                <a:pt x="4522" y="393"/>
                              </a:lnTo>
                              <a:lnTo>
                                <a:pt x="4504" y="400"/>
                              </a:lnTo>
                              <a:lnTo>
                                <a:pt x="4488" y="409"/>
                              </a:lnTo>
                              <a:lnTo>
                                <a:pt x="4471" y="419"/>
                              </a:lnTo>
                              <a:lnTo>
                                <a:pt x="4456" y="430"/>
                              </a:lnTo>
                              <a:lnTo>
                                <a:pt x="4440" y="442"/>
                              </a:lnTo>
                              <a:lnTo>
                                <a:pt x="4425" y="455"/>
                              </a:lnTo>
                              <a:lnTo>
                                <a:pt x="4411" y="469"/>
                              </a:lnTo>
                              <a:lnTo>
                                <a:pt x="4398" y="485"/>
                              </a:lnTo>
                              <a:lnTo>
                                <a:pt x="4385" y="501"/>
                              </a:lnTo>
                              <a:lnTo>
                                <a:pt x="4372" y="519"/>
                              </a:lnTo>
                              <a:lnTo>
                                <a:pt x="4360" y="537"/>
                              </a:lnTo>
                              <a:lnTo>
                                <a:pt x="4350" y="557"/>
                              </a:lnTo>
                              <a:lnTo>
                                <a:pt x="4339" y="577"/>
                              </a:lnTo>
                              <a:lnTo>
                                <a:pt x="4330" y="598"/>
                              </a:lnTo>
                              <a:lnTo>
                                <a:pt x="4320" y="620"/>
                              </a:lnTo>
                              <a:lnTo>
                                <a:pt x="4312" y="644"/>
                              </a:lnTo>
                              <a:lnTo>
                                <a:pt x="4305" y="669"/>
                              </a:lnTo>
                              <a:lnTo>
                                <a:pt x="4298" y="695"/>
                              </a:lnTo>
                              <a:lnTo>
                                <a:pt x="4292" y="721"/>
                              </a:lnTo>
                              <a:lnTo>
                                <a:pt x="4287" y="748"/>
                              </a:lnTo>
                              <a:lnTo>
                                <a:pt x="4282" y="777"/>
                              </a:lnTo>
                              <a:lnTo>
                                <a:pt x="4279" y="807"/>
                              </a:lnTo>
                              <a:lnTo>
                                <a:pt x="4276" y="838"/>
                              </a:lnTo>
                              <a:lnTo>
                                <a:pt x="4275" y="868"/>
                              </a:lnTo>
                              <a:lnTo>
                                <a:pt x="4275" y="901"/>
                              </a:lnTo>
                              <a:lnTo>
                                <a:pt x="4275" y="901"/>
                              </a:lnTo>
                              <a:lnTo>
                                <a:pt x="4275" y="933"/>
                              </a:lnTo>
                              <a:lnTo>
                                <a:pt x="4276" y="965"/>
                              </a:lnTo>
                              <a:lnTo>
                                <a:pt x="4279" y="995"/>
                              </a:lnTo>
                              <a:lnTo>
                                <a:pt x="4282" y="1024"/>
                              </a:lnTo>
                              <a:lnTo>
                                <a:pt x="4286" y="1052"/>
                              </a:lnTo>
                              <a:lnTo>
                                <a:pt x="4291" y="1078"/>
                              </a:lnTo>
                              <a:lnTo>
                                <a:pt x="4296" y="1104"/>
                              </a:lnTo>
                              <a:lnTo>
                                <a:pt x="4302" y="1128"/>
                              </a:lnTo>
                              <a:lnTo>
                                <a:pt x="4309" y="1152"/>
                              </a:lnTo>
                              <a:lnTo>
                                <a:pt x="4318" y="1174"/>
                              </a:lnTo>
                              <a:lnTo>
                                <a:pt x="4326" y="1195"/>
                              </a:lnTo>
                              <a:lnTo>
                                <a:pt x="4335" y="1215"/>
                              </a:lnTo>
                              <a:lnTo>
                                <a:pt x="4345" y="1234"/>
                              </a:lnTo>
                              <a:lnTo>
                                <a:pt x="4355" y="1252"/>
                              </a:lnTo>
                              <a:lnTo>
                                <a:pt x="4367" y="1270"/>
                              </a:lnTo>
                              <a:lnTo>
                                <a:pt x="4379" y="1285"/>
                              </a:lnTo>
                              <a:lnTo>
                                <a:pt x="4391" y="1300"/>
                              </a:lnTo>
                              <a:lnTo>
                                <a:pt x="4404" y="1314"/>
                              </a:lnTo>
                              <a:lnTo>
                                <a:pt x="4418" y="1326"/>
                              </a:lnTo>
                              <a:lnTo>
                                <a:pt x="4431" y="1338"/>
                              </a:lnTo>
                              <a:lnTo>
                                <a:pt x="4446" y="1350"/>
                              </a:lnTo>
                              <a:lnTo>
                                <a:pt x="4460" y="1359"/>
                              </a:lnTo>
                              <a:lnTo>
                                <a:pt x="4476" y="1367"/>
                              </a:lnTo>
                              <a:lnTo>
                                <a:pt x="4492" y="1376"/>
                              </a:lnTo>
                              <a:lnTo>
                                <a:pt x="4509" y="1383"/>
                              </a:lnTo>
                              <a:lnTo>
                                <a:pt x="4525" y="1389"/>
                              </a:lnTo>
                              <a:lnTo>
                                <a:pt x="4542" y="1393"/>
                              </a:lnTo>
                              <a:lnTo>
                                <a:pt x="4560" y="1398"/>
                              </a:lnTo>
                              <a:lnTo>
                                <a:pt x="4577" y="1402"/>
                              </a:lnTo>
                              <a:lnTo>
                                <a:pt x="4595" y="1403"/>
                              </a:lnTo>
                              <a:lnTo>
                                <a:pt x="4614" y="1405"/>
                              </a:lnTo>
                              <a:lnTo>
                                <a:pt x="4632" y="1405"/>
                              </a:lnTo>
                              <a:lnTo>
                                <a:pt x="4632" y="1405"/>
                              </a:lnTo>
                              <a:lnTo>
                                <a:pt x="4656" y="1404"/>
                              </a:lnTo>
                              <a:lnTo>
                                <a:pt x="4681" y="1402"/>
                              </a:lnTo>
                              <a:lnTo>
                                <a:pt x="4704" y="1398"/>
                              </a:lnTo>
                              <a:lnTo>
                                <a:pt x="4726" y="1393"/>
                              </a:lnTo>
                              <a:lnTo>
                                <a:pt x="4747" y="1388"/>
                              </a:lnTo>
                              <a:lnTo>
                                <a:pt x="4767" y="1380"/>
                              </a:lnTo>
                              <a:lnTo>
                                <a:pt x="4787" y="1372"/>
                              </a:lnTo>
                              <a:lnTo>
                                <a:pt x="4806" y="1363"/>
                              </a:lnTo>
                              <a:lnTo>
                                <a:pt x="4824" y="1352"/>
                              </a:lnTo>
                              <a:lnTo>
                                <a:pt x="4842" y="1342"/>
                              </a:lnTo>
                              <a:lnTo>
                                <a:pt x="4858" y="1330"/>
                              </a:lnTo>
                              <a:lnTo>
                                <a:pt x="4875" y="1317"/>
                              </a:lnTo>
                              <a:lnTo>
                                <a:pt x="4890" y="1304"/>
                              </a:lnTo>
                              <a:lnTo>
                                <a:pt x="4904" y="1291"/>
                              </a:lnTo>
                              <a:lnTo>
                                <a:pt x="4933" y="1262"/>
                              </a:lnTo>
                              <a:lnTo>
                                <a:pt x="4933" y="1314"/>
                              </a:lnTo>
                              <a:lnTo>
                                <a:pt x="4933" y="1314"/>
                              </a:lnTo>
                              <a:lnTo>
                                <a:pt x="4931" y="1356"/>
                              </a:lnTo>
                              <a:lnTo>
                                <a:pt x="4928" y="1395"/>
                              </a:lnTo>
                              <a:lnTo>
                                <a:pt x="4925" y="1412"/>
                              </a:lnTo>
                              <a:lnTo>
                                <a:pt x="4923" y="1430"/>
                              </a:lnTo>
                              <a:lnTo>
                                <a:pt x="4920" y="1447"/>
                              </a:lnTo>
                              <a:lnTo>
                                <a:pt x="4915" y="1462"/>
                              </a:lnTo>
                              <a:lnTo>
                                <a:pt x="4910" y="1477"/>
                              </a:lnTo>
                              <a:lnTo>
                                <a:pt x="4904" y="1491"/>
                              </a:lnTo>
                              <a:lnTo>
                                <a:pt x="4898" y="1504"/>
                              </a:lnTo>
                              <a:lnTo>
                                <a:pt x="4891" y="1517"/>
                              </a:lnTo>
                              <a:lnTo>
                                <a:pt x="4883" y="1529"/>
                              </a:lnTo>
                              <a:lnTo>
                                <a:pt x="4874" y="1541"/>
                              </a:lnTo>
                              <a:lnTo>
                                <a:pt x="4864" y="1552"/>
                              </a:lnTo>
                              <a:lnTo>
                                <a:pt x="4852" y="1562"/>
                              </a:lnTo>
                              <a:lnTo>
                                <a:pt x="4840" y="1572"/>
                              </a:lnTo>
                              <a:lnTo>
                                <a:pt x="4828" y="1580"/>
                              </a:lnTo>
                              <a:lnTo>
                                <a:pt x="4815" y="1588"/>
                              </a:lnTo>
                              <a:lnTo>
                                <a:pt x="4799" y="1595"/>
                              </a:lnTo>
                              <a:lnTo>
                                <a:pt x="4783" y="1602"/>
                              </a:lnTo>
                              <a:lnTo>
                                <a:pt x="4766" y="1608"/>
                              </a:lnTo>
                              <a:lnTo>
                                <a:pt x="4747" y="1614"/>
                              </a:lnTo>
                              <a:lnTo>
                                <a:pt x="4728" y="1620"/>
                              </a:lnTo>
                              <a:lnTo>
                                <a:pt x="4707" y="1625"/>
                              </a:lnTo>
                              <a:lnTo>
                                <a:pt x="4685" y="1628"/>
                              </a:lnTo>
                              <a:lnTo>
                                <a:pt x="4636" y="1635"/>
                              </a:lnTo>
                              <a:lnTo>
                                <a:pt x="4583" y="1640"/>
                              </a:lnTo>
                              <a:lnTo>
                                <a:pt x="4524" y="1642"/>
                              </a:lnTo>
                              <a:lnTo>
                                <a:pt x="4569" y="1751"/>
                              </a:lnTo>
                              <a:lnTo>
                                <a:pt x="4569" y="1751"/>
                              </a:lnTo>
                              <a:lnTo>
                                <a:pt x="4603" y="1750"/>
                              </a:lnTo>
                              <a:lnTo>
                                <a:pt x="4636" y="1747"/>
                              </a:lnTo>
                              <a:lnTo>
                                <a:pt x="4667" y="1744"/>
                              </a:lnTo>
                              <a:lnTo>
                                <a:pt x="4698" y="1740"/>
                              </a:lnTo>
                              <a:lnTo>
                                <a:pt x="4726" y="1736"/>
                              </a:lnTo>
                              <a:lnTo>
                                <a:pt x="4753" y="1730"/>
                              </a:lnTo>
                              <a:lnTo>
                                <a:pt x="4780" y="1724"/>
                              </a:lnTo>
                              <a:lnTo>
                                <a:pt x="4805" y="1717"/>
                              </a:lnTo>
                              <a:lnTo>
                                <a:pt x="4829" y="1709"/>
                              </a:lnTo>
                              <a:lnTo>
                                <a:pt x="4851" y="1700"/>
                              </a:lnTo>
                              <a:lnTo>
                                <a:pt x="4872" y="1691"/>
                              </a:lnTo>
                              <a:lnTo>
                                <a:pt x="4892" y="1680"/>
                              </a:lnTo>
                              <a:lnTo>
                                <a:pt x="4911" y="1670"/>
                              </a:lnTo>
                              <a:lnTo>
                                <a:pt x="4929" y="1658"/>
                              </a:lnTo>
                              <a:lnTo>
                                <a:pt x="4946" y="1645"/>
                              </a:lnTo>
                              <a:lnTo>
                                <a:pt x="4961" y="1631"/>
                              </a:lnTo>
                              <a:lnTo>
                                <a:pt x="4975" y="1616"/>
                              </a:lnTo>
                              <a:lnTo>
                                <a:pt x="4989" y="1601"/>
                              </a:lnTo>
                              <a:lnTo>
                                <a:pt x="5001" y="1585"/>
                              </a:lnTo>
                              <a:lnTo>
                                <a:pt x="5013" y="1568"/>
                              </a:lnTo>
                              <a:lnTo>
                                <a:pt x="5023" y="1550"/>
                              </a:lnTo>
                              <a:lnTo>
                                <a:pt x="5032" y="1532"/>
                              </a:lnTo>
                              <a:lnTo>
                                <a:pt x="5041" y="1511"/>
                              </a:lnTo>
                              <a:lnTo>
                                <a:pt x="5048" y="1491"/>
                              </a:lnTo>
                              <a:lnTo>
                                <a:pt x="5054" y="1469"/>
                              </a:lnTo>
                              <a:lnTo>
                                <a:pt x="5060" y="1448"/>
                              </a:lnTo>
                              <a:lnTo>
                                <a:pt x="5065" y="1424"/>
                              </a:lnTo>
                              <a:lnTo>
                                <a:pt x="5068" y="1401"/>
                              </a:lnTo>
                              <a:lnTo>
                                <a:pt x="5072" y="1375"/>
                              </a:lnTo>
                              <a:lnTo>
                                <a:pt x="5073" y="1349"/>
                              </a:lnTo>
                              <a:lnTo>
                                <a:pt x="5074" y="1323"/>
                              </a:lnTo>
                              <a:lnTo>
                                <a:pt x="5075" y="1294"/>
                              </a:lnTo>
                              <a:lnTo>
                                <a:pt x="5075" y="387"/>
                              </a:lnTo>
                              <a:lnTo>
                                <a:pt x="4933" y="387"/>
                              </a:lnTo>
                              <a:lnTo>
                                <a:pt x="4933" y="499"/>
                              </a:lnTo>
                              <a:lnTo>
                                <a:pt x="4933" y="499"/>
                              </a:lnTo>
                              <a:close/>
                              <a:moveTo>
                                <a:pt x="4933" y="1137"/>
                              </a:moveTo>
                              <a:lnTo>
                                <a:pt x="4933" y="1137"/>
                              </a:lnTo>
                              <a:lnTo>
                                <a:pt x="4918" y="1153"/>
                              </a:lnTo>
                              <a:lnTo>
                                <a:pt x="4905" y="1168"/>
                              </a:lnTo>
                              <a:lnTo>
                                <a:pt x="4891" y="1183"/>
                              </a:lnTo>
                              <a:lnTo>
                                <a:pt x="4876" y="1196"/>
                              </a:lnTo>
                              <a:lnTo>
                                <a:pt x="4862" y="1209"/>
                              </a:lnTo>
                              <a:lnTo>
                                <a:pt x="4845" y="1221"/>
                              </a:lnTo>
                              <a:lnTo>
                                <a:pt x="4830" y="1232"/>
                              </a:lnTo>
                              <a:lnTo>
                                <a:pt x="4813" y="1242"/>
                              </a:lnTo>
                              <a:lnTo>
                                <a:pt x="4797" y="1251"/>
                              </a:lnTo>
                              <a:lnTo>
                                <a:pt x="4780" y="1259"/>
                              </a:lnTo>
                              <a:lnTo>
                                <a:pt x="4763" y="1266"/>
                              </a:lnTo>
                              <a:lnTo>
                                <a:pt x="4745" y="1271"/>
                              </a:lnTo>
                              <a:lnTo>
                                <a:pt x="4726" y="1275"/>
                              </a:lnTo>
                              <a:lnTo>
                                <a:pt x="4707" y="1279"/>
                              </a:lnTo>
                              <a:lnTo>
                                <a:pt x="4688" y="1281"/>
                              </a:lnTo>
                              <a:lnTo>
                                <a:pt x="4668" y="1281"/>
                              </a:lnTo>
                              <a:lnTo>
                                <a:pt x="4668" y="1281"/>
                              </a:lnTo>
                              <a:lnTo>
                                <a:pt x="4654" y="1281"/>
                              </a:lnTo>
                              <a:lnTo>
                                <a:pt x="4639" y="1280"/>
                              </a:lnTo>
                              <a:lnTo>
                                <a:pt x="4626" y="1278"/>
                              </a:lnTo>
                              <a:lnTo>
                                <a:pt x="4612" y="1275"/>
                              </a:lnTo>
                              <a:lnTo>
                                <a:pt x="4599" y="1272"/>
                              </a:lnTo>
                              <a:lnTo>
                                <a:pt x="4587" y="1267"/>
                              </a:lnTo>
                              <a:lnTo>
                                <a:pt x="4574" y="1262"/>
                              </a:lnTo>
                              <a:lnTo>
                                <a:pt x="4562" y="1257"/>
                              </a:lnTo>
                              <a:lnTo>
                                <a:pt x="4550" y="1251"/>
                              </a:lnTo>
                              <a:lnTo>
                                <a:pt x="4540" y="1244"/>
                              </a:lnTo>
                              <a:lnTo>
                                <a:pt x="4529" y="1235"/>
                              </a:lnTo>
                              <a:lnTo>
                                <a:pt x="4520" y="1227"/>
                              </a:lnTo>
                              <a:lnTo>
                                <a:pt x="4509" y="1218"/>
                              </a:lnTo>
                              <a:lnTo>
                                <a:pt x="4499" y="1207"/>
                              </a:lnTo>
                              <a:lnTo>
                                <a:pt x="4491" y="1196"/>
                              </a:lnTo>
                              <a:lnTo>
                                <a:pt x="4483" y="1185"/>
                              </a:lnTo>
                              <a:lnTo>
                                <a:pt x="4475" y="1172"/>
                              </a:lnTo>
                              <a:lnTo>
                                <a:pt x="4468" y="1159"/>
                              </a:lnTo>
                              <a:lnTo>
                                <a:pt x="4460" y="1146"/>
                              </a:lnTo>
                              <a:lnTo>
                                <a:pt x="4453" y="1130"/>
                              </a:lnTo>
                              <a:lnTo>
                                <a:pt x="4448" y="1115"/>
                              </a:lnTo>
                              <a:lnTo>
                                <a:pt x="4443" y="1100"/>
                              </a:lnTo>
                              <a:lnTo>
                                <a:pt x="4433" y="1065"/>
                              </a:lnTo>
                              <a:lnTo>
                                <a:pt x="4425" y="1028"/>
                              </a:lnTo>
                              <a:lnTo>
                                <a:pt x="4420" y="987"/>
                              </a:lnTo>
                              <a:lnTo>
                                <a:pt x="4417" y="945"/>
                              </a:lnTo>
                              <a:lnTo>
                                <a:pt x="4416" y="900"/>
                              </a:lnTo>
                              <a:lnTo>
                                <a:pt x="4416" y="900"/>
                              </a:lnTo>
                              <a:lnTo>
                                <a:pt x="4417" y="851"/>
                              </a:lnTo>
                              <a:lnTo>
                                <a:pt x="4419" y="805"/>
                              </a:lnTo>
                              <a:lnTo>
                                <a:pt x="4424" y="762"/>
                              </a:lnTo>
                              <a:lnTo>
                                <a:pt x="4431" y="723"/>
                              </a:lnTo>
                              <a:lnTo>
                                <a:pt x="4439" y="685"/>
                              </a:lnTo>
                              <a:lnTo>
                                <a:pt x="4450" y="652"/>
                              </a:lnTo>
                              <a:lnTo>
                                <a:pt x="4456" y="637"/>
                              </a:lnTo>
                              <a:lnTo>
                                <a:pt x="4463" y="622"/>
                              </a:lnTo>
                              <a:lnTo>
                                <a:pt x="4470" y="608"/>
                              </a:lnTo>
                              <a:lnTo>
                                <a:pt x="4477" y="595"/>
                              </a:lnTo>
                              <a:lnTo>
                                <a:pt x="4485" y="582"/>
                              </a:lnTo>
                              <a:lnTo>
                                <a:pt x="4494" y="570"/>
                              </a:lnTo>
                              <a:lnTo>
                                <a:pt x="4502" y="559"/>
                              </a:lnTo>
                              <a:lnTo>
                                <a:pt x="4511" y="549"/>
                              </a:lnTo>
                              <a:lnTo>
                                <a:pt x="4522" y="539"/>
                              </a:lnTo>
                              <a:lnTo>
                                <a:pt x="4532" y="531"/>
                              </a:lnTo>
                              <a:lnTo>
                                <a:pt x="4543" y="523"/>
                              </a:lnTo>
                              <a:lnTo>
                                <a:pt x="4554" y="517"/>
                              </a:lnTo>
                              <a:lnTo>
                                <a:pt x="4566" y="510"/>
                              </a:lnTo>
                              <a:lnTo>
                                <a:pt x="4579" y="505"/>
                              </a:lnTo>
                              <a:lnTo>
                                <a:pt x="4591" y="500"/>
                              </a:lnTo>
                              <a:lnTo>
                                <a:pt x="4604" y="497"/>
                              </a:lnTo>
                              <a:lnTo>
                                <a:pt x="4619" y="493"/>
                              </a:lnTo>
                              <a:lnTo>
                                <a:pt x="4633" y="492"/>
                              </a:lnTo>
                              <a:lnTo>
                                <a:pt x="4647" y="491"/>
                              </a:lnTo>
                              <a:lnTo>
                                <a:pt x="4662" y="489"/>
                              </a:lnTo>
                              <a:lnTo>
                                <a:pt x="4662" y="489"/>
                              </a:lnTo>
                              <a:lnTo>
                                <a:pt x="4685" y="491"/>
                              </a:lnTo>
                              <a:lnTo>
                                <a:pt x="4706" y="493"/>
                              </a:lnTo>
                              <a:lnTo>
                                <a:pt x="4726" y="497"/>
                              </a:lnTo>
                              <a:lnTo>
                                <a:pt x="4746" y="501"/>
                              </a:lnTo>
                              <a:lnTo>
                                <a:pt x="4766" y="507"/>
                              </a:lnTo>
                              <a:lnTo>
                                <a:pt x="4785" y="515"/>
                              </a:lnTo>
                              <a:lnTo>
                                <a:pt x="4803" y="524"/>
                              </a:lnTo>
                              <a:lnTo>
                                <a:pt x="4820" y="533"/>
                              </a:lnTo>
                              <a:lnTo>
                                <a:pt x="4838" y="544"/>
                              </a:lnTo>
                              <a:lnTo>
                                <a:pt x="4853" y="556"/>
                              </a:lnTo>
                              <a:lnTo>
                                <a:pt x="4869" y="567"/>
                              </a:lnTo>
                              <a:lnTo>
                                <a:pt x="4883" y="580"/>
                              </a:lnTo>
                              <a:lnTo>
                                <a:pt x="4897" y="595"/>
                              </a:lnTo>
                              <a:lnTo>
                                <a:pt x="4910" y="609"/>
                              </a:lnTo>
                              <a:lnTo>
                                <a:pt x="4922" y="624"/>
                              </a:lnTo>
                              <a:lnTo>
                                <a:pt x="4933" y="639"/>
                              </a:lnTo>
                              <a:lnTo>
                                <a:pt x="4933" y="1137"/>
                              </a:lnTo>
                              <a:lnTo>
                                <a:pt x="4933" y="1137"/>
                              </a:lnTo>
                              <a:close/>
                              <a:moveTo>
                                <a:pt x="3683" y="367"/>
                              </a:moveTo>
                              <a:lnTo>
                                <a:pt x="3683" y="367"/>
                              </a:lnTo>
                              <a:lnTo>
                                <a:pt x="3659" y="367"/>
                              </a:lnTo>
                              <a:lnTo>
                                <a:pt x="3637" y="369"/>
                              </a:lnTo>
                              <a:lnTo>
                                <a:pt x="3616" y="373"/>
                              </a:lnTo>
                              <a:lnTo>
                                <a:pt x="3594" y="376"/>
                              </a:lnTo>
                              <a:lnTo>
                                <a:pt x="3574" y="382"/>
                              </a:lnTo>
                              <a:lnTo>
                                <a:pt x="3555" y="389"/>
                              </a:lnTo>
                              <a:lnTo>
                                <a:pt x="3536" y="397"/>
                              </a:lnTo>
                              <a:lnTo>
                                <a:pt x="3519" y="406"/>
                              </a:lnTo>
                              <a:lnTo>
                                <a:pt x="3502" y="416"/>
                              </a:lnTo>
                              <a:lnTo>
                                <a:pt x="3486" y="427"/>
                              </a:lnTo>
                              <a:lnTo>
                                <a:pt x="3470" y="439"/>
                              </a:lnTo>
                              <a:lnTo>
                                <a:pt x="3456" y="452"/>
                              </a:lnTo>
                              <a:lnTo>
                                <a:pt x="3443" y="465"/>
                              </a:lnTo>
                              <a:lnTo>
                                <a:pt x="3430" y="479"/>
                              </a:lnTo>
                              <a:lnTo>
                                <a:pt x="3418" y="493"/>
                              </a:lnTo>
                              <a:lnTo>
                                <a:pt x="3407" y="508"/>
                              </a:lnTo>
                              <a:lnTo>
                                <a:pt x="3407" y="387"/>
                              </a:lnTo>
                              <a:lnTo>
                                <a:pt x="3265" y="387"/>
                              </a:lnTo>
                              <a:lnTo>
                                <a:pt x="3265" y="1384"/>
                              </a:lnTo>
                              <a:lnTo>
                                <a:pt x="3407" y="1384"/>
                              </a:lnTo>
                              <a:lnTo>
                                <a:pt x="3407" y="801"/>
                              </a:lnTo>
                              <a:lnTo>
                                <a:pt x="3407" y="801"/>
                              </a:lnTo>
                              <a:lnTo>
                                <a:pt x="3408" y="762"/>
                              </a:lnTo>
                              <a:lnTo>
                                <a:pt x="3411" y="726"/>
                              </a:lnTo>
                              <a:lnTo>
                                <a:pt x="3417" y="691"/>
                              </a:lnTo>
                              <a:lnTo>
                                <a:pt x="3426" y="661"/>
                              </a:lnTo>
                              <a:lnTo>
                                <a:pt x="3430" y="645"/>
                              </a:lnTo>
                              <a:lnTo>
                                <a:pt x="3436" y="632"/>
                              </a:lnTo>
                              <a:lnTo>
                                <a:pt x="3442" y="619"/>
                              </a:lnTo>
                              <a:lnTo>
                                <a:pt x="3448" y="606"/>
                              </a:lnTo>
                              <a:lnTo>
                                <a:pt x="3455" y="595"/>
                              </a:lnTo>
                              <a:lnTo>
                                <a:pt x="3462" y="584"/>
                              </a:lnTo>
                              <a:lnTo>
                                <a:pt x="3470" y="573"/>
                              </a:lnTo>
                              <a:lnTo>
                                <a:pt x="3479" y="564"/>
                              </a:lnTo>
                              <a:lnTo>
                                <a:pt x="3487" y="554"/>
                              </a:lnTo>
                              <a:lnTo>
                                <a:pt x="3496" y="546"/>
                              </a:lnTo>
                              <a:lnTo>
                                <a:pt x="3505" y="538"/>
                              </a:lnTo>
                              <a:lnTo>
                                <a:pt x="3515" y="531"/>
                              </a:lnTo>
                              <a:lnTo>
                                <a:pt x="3535" y="518"/>
                              </a:lnTo>
                              <a:lnTo>
                                <a:pt x="3557" y="507"/>
                              </a:lnTo>
                              <a:lnTo>
                                <a:pt x="3580" y="500"/>
                              </a:lnTo>
                              <a:lnTo>
                                <a:pt x="3604" y="494"/>
                              </a:lnTo>
                              <a:lnTo>
                                <a:pt x="3629" y="491"/>
                              </a:lnTo>
                              <a:lnTo>
                                <a:pt x="3654" y="489"/>
                              </a:lnTo>
                              <a:lnTo>
                                <a:pt x="3654" y="489"/>
                              </a:lnTo>
                              <a:lnTo>
                                <a:pt x="3683" y="491"/>
                              </a:lnTo>
                              <a:lnTo>
                                <a:pt x="3710" y="494"/>
                              </a:lnTo>
                              <a:lnTo>
                                <a:pt x="3735" y="500"/>
                              </a:lnTo>
                              <a:lnTo>
                                <a:pt x="3747" y="504"/>
                              </a:lnTo>
                              <a:lnTo>
                                <a:pt x="3758" y="508"/>
                              </a:lnTo>
                              <a:lnTo>
                                <a:pt x="3769" y="513"/>
                              </a:lnTo>
                              <a:lnTo>
                                <a:pt x="3780" y="519"/>
                              </a:lnTo>
                              <a:lnTo>
                                <a:pt x="3789" y="525"/>
                              </a:lnTo>
                              <a:lnTo>
                                <a:pt x="3798" y="532"/>
                              </a:lnTo>
                              <a:lnTo>
                                <a:pt x="3808" y="539"/>
                              </a:lnTo>
                              <a:lnTo>
                                <a:pt x="3816" y="547"/>
                              </a:lnTo>
                              <a:lnTo>
                                <a:pt x="3824" y="556"/>
                              </a:lnTo>
                              <a:lnTo>
                                <a:pt x="3832" y="565"/>
                              </a:lnTo>
                              <a:lnTo>
                                <a:pt x="3839" y="574"/>
                              </a:lnTo>
                              <a:lnTo>
                                <a:pt x="3846" y="585"/>
                              </a:lnTo>
                              <a:lnTo>
                                <a:pt x="3857" y="609"/>
                              </a:lnTo>
                              <a:lnTo>
                                <a:pt x="3867" y="633"/>
                              </a:lnTo>
                              <a:lnTo>
                                <a:pt x="3875" y="662"/>
                              </a:lnTo>
                              <a:lnTo>
                                <a:pt x="3881" y="692"/>
                              </a:lnTo>
                              <a:lnTo>
                                <a:pt x="3886" y="726"/>
                              </a:lnTo>
                              <a:lnTo>
                                <a:pt x="3889" y="762"/>
                              </a:lnTo>
                              <a:lnTo>
                                <a:pt x="3889" y="801"/>
                              </a:lnTo>
                              <a:lnTo>
                                <a:pt x="3889" y="1384"/>
                              </a:lnTo>
                              <a:lnTo>
                                <a:pt x="4032" y="1384"/>
                              </a:lnTo>
                              <a:lnTo>
                                <a:pt x="4032" y="776"/>
                              </a:lnTo>
                              <a:lnTo>
                                <a:pt x="4032" y="776"/>
                              </a:lnTo>
                              <a:lnTo>
                                <a:pt x="4032" y="750"/>
                              </a:lnTo>
                              <a:lnTo>
                                <a:pt x="4031" y="724"/>
                              </a:lnTo>
                              <a:lnTo>
                                <a:pt x="4029" y="701"/>
                              </a:lnTo>
                              <a:lnTo>
                                <a:pt x="4026" y="677"/>
                              </a:lnTo>
                              <a:lnTo>
                                <a:pt x="4023" y="654"/>
                              </a:lnTo>
                              <a:lnTo>
                                <a:pt x="4018" y="632"/>
                              </a:lnTo>
                              <a:lnTo>
                                <a:pt x="4013" y="611"/>
                              </a:lnTo>
                              <a:lnTo>
                                <a:pt x="4007" y="591"/>
                              </a:lnTo>
                              <a:lnTo>
                                <a:pt x="4000" y="572"/>
                              </a:lnTo>
                              <a:lnTo>
                                <a:pt x="3993" y="554"/>
                              </a:lnTo>
                              <a:lnTo>
                                <a:pt x="3986" y="537"/>
                              </a:lnTo>
                              <a:lnTo>
                                <a:pt x="3977" y="520"/>
                              </a:lnTo>
                              <a:lnTo>
                                <a:pt x="3968" y="505"/>
                              </a:lnTo>
                              <a:lnTo>
                                <a:pt x="3958" y="491"/>
                              </a:lnTo>
                              <a:lnTo>
                                <a:pt x="3947" y="477"/>
                              </a:lnTo>
                              <a:lnTo>
                                <a:pt x="3937" y="464"/>
                              </a:lnTo>
                              <a:lnTo>
                                <a:pt x="3925" y="452"/>
                              </a:lnTo>
                              <a:lnTo>
                                <a:pt x="3912" y="440"/>
                              </a:lnTo>
                              <a:lnTo>
                                <a:pt x="3899" y="430"/>
                              </a:lnTo>
                              <a:lnTo>
                                <a:pt x="3886" y="420"/>
                              </a:lnTo>
                              <a:lnTo>
                                <a:pt x="3872" y="412"/>
                              </a:lnTo>
                              <a:lnTo>
                                <a:pt x="3857" y="403"/>
                              </a:lnTo>
                              <a:lnTo>
                                <a:pt x="3842" y="396"/>
                              </a:lnTo>
                              <a:lnTo>
                                <a:pt x="3826" y="390"/>
                              </a:lnTo>
                              <a:lnTo>
                                <a:pt x="3810" y="384"/>
                              </a:lnTo>
                              <a:lnTo>
                                <a:pt x="3793" y="380"/>
                              </a:lnTo>
                              <a:lnTo>
                                <a:pt x="3776" y="375"/>
                              </a:lnTo>
                              <a:lnTo>
                                <a:pt x="3758" y="373"/>
                              </a:lnTo>
                              <a:lnTo>
                                <a:pt x="3739" y="369"/>
                              </a:lnTo>
                              <a:lnTo>
                                <a:pt x="3721" y="368"/>
                              </a:lnTo>
                              <a:lnTo>
                                <a:pt x="3702" y="367"/>
                              </a:lnTo>
                              <a:lnTo>
                                <a:pt x="3683" y="367"/>
                              </a:lnTo>
                              <a:lnTo>
                                <a:pt x="3683" y="367"/>
                              </a:lnTo>
                              <a:lnTo>
                                <a:pt x="3683" y="367"/>
                              </a:lnTo>
                              <a:close/>
                              <a:moveTo>
                                <a:pt x="2769" y="1384"/>
                              </a:moveTo>
                              <a:lnTo>
                                <a:pt x="2911" y="1384"/>
                              </a:lnTo>
                              <a:lnTo>
                                <a:pt x="2911" y="387"/>
                              </a:lnTo>
                              <a:lnTo>
                                <a:pt x="2769" y="387"/>
                              </a:lnTo>
                              <a:lnTo>
                                <a:pt x="2769" y="1384"/>
                              </a:lnTo>
                              <a:lnTo>
                                <a:pt x="2769" y="1384"/>
                              </a:lnTo>
                              <a:close/>
                              <a:moveTo>
                                <a:pt x="2843" y="6"/>
                              </a:moveTo>
                              <a:lnTo>
                                <a:pt x="2843" y="6"/>
                              </a:lnTo>
                              <a:lnTo>
                                <a:pt x="2832" y="6"/>
                              </a:lnTo>
                              <a:lnTo>
                                <a:pt x="2821" y="8"/>
                              </a:lnTo>
                              <a:lnTo>
                                <a:pt x="2812" y="10"/>
                              </a:lnTo>
                              <a:lnTo>
                                <a:pt x="2801" y="14"/>
                              </a:lnTo>
                              <a:lnTo>
                                <a:pt x="2793" y="17"/>
                              </a:lnTo>
                              <a:lnTo>
                                <a:pt x="2785" y="23"/>
                              </a:lnTo>
                              <a:lnTo>
                                <a:pt x="2776" y="29"/>
                              </a:lnTo>
                              <a:lnTo>
                                <a:pt x="2769" y="35"/>
                              </a:lnTo>
                              <a:lnTo>
                                <a:pt x="2762" y="42"/>
                              </a:lnTo>
                              <a:lnTo>
                                <a:pt x="2756" y="51"/>
                              </a:lnTo>
                              <a:lnTo>
                                <a:pt x="2752" y="59"/>
                              </a:lnTo>
                              <a:lnTo>
                                <a:pt x="2747" y="68"/>
                              </a:lnTo>
                              <a:lnTo>
                                <a:pt x="2743" y="78"/>
                              </a:lnTo>
                              <a:lnTo>
                                <a:pt x="2741" y="87"/>
                              </a:lnTo>
                              <a:lnTo>
                                <a:pt x="2740" y="98"/>
                              </a:lnTo>
                              <a:lnTo>
                                <a:pt x="2739" y="107"/>
                              </a:lnTo>
                              <a:lnTo>
                                <a:pt x="2739" y="107"/>
                              </a:lnTo>
                              <a:lnTo>
                                <a:pt x="2740" y="118"/>
                              </a:lnTo>
                              <a:lnTo>
                                <a:pt x="2741" y="128"/>
                              </a:lnTo>
                              <a:lnTo>
                                <a:pt x="2743" y="138"/>
                              </a:lnTo>
                              <a:lnTo>
                                <a:pt x="2747" y="147"/>
                              </a:lnTo>
                              <a:lnTo>
                                <a:pt x="2752" y="156"/>
                              </a:lnTo>
                              <a:lnTo>
                                <a:pt x="2756" y="164"/>
                              </a:lnTo>
                              <a:lnTo>
                                <a:pt x="2762" y="172"/>
                              </a:lnTo>
                              <a:lnTo>
                                <a:pt x="2769" y="179"/>
                              </a:lnTo>
                              <a:lnTo>
                                <a:pt x="2776" y="185"/>
                              </a:lnTo>
                              <a:lnTo>
                                <a:pt x="2785" y="191"/>
                              </a:lnTo>
                              <a:lnTo>
                                <a:pt x="2793" y="197"/>
                              </a:lnTo>
                              <a:lnTo>
                                <a:pt x="2801" y="200"/>
                              </a:lnTo>
                              <a:lnTo>
                                <a:pt x="2812" y="204"/>
                              </a:lnTo>
                              <a:lnTo>
                                <a:pt x="2821" y="206"/>
                              </a:lnTo>
                              <a:lnTo>
                                <a:pt x="2832" y="209"/>
                              </a:lnTo>
                              <a:lnTo>
                                <a:pt x="2843" y="209"/>
                              </a:lnTo>
                              <a:lnTo>
                                <a:pt x="2843" y="209"/>
                              </a:lnTo>
                              <a:lnTo>
                                <a:pt x="2853" y="209"/>
                              </a:lnTo>
                              <a:lnTo>
                                <a:pt x="2863" y="206"/>
                              </a:lnTo>
                              <a:lnTo>
                                <a:pt x="2872" y="204"/>
                              </a:lnTo>
                              <a:lnTo>
                                <a:pt x="2882" y="200"/>
                              </a:lnTo>
                              <a:lnTo>
                                <a:pt x="2890" y="197"/>
                              </a:lnTo>
                              <a:lnTo>
                                <a:pt x="2898" y="191"/>
                              </a:lnTo>
                              <a:lnTo>
                                <a:pt x="2905" y="185"/>
                              </a:lnTo>
                              <a:lnTo>
                                <a:pt x="2912" y="179"/>
                              </a:lnTo>
                              <a:lnTo>
                                <a:pt x="2919" y="172"/>
                              </a:lnTo>
                              <a:lnTo>
                                <a:pt x="2925" y="164"/>
                              </a:lnTo>
                              <a:lnTo>
                                <a:pt x="2930" y="156"/>
                              </a:lnTo>
                              <a:lnTo>
                                <a:pt x="2933" y="147"/>
                              </a:lnTo>
                              <a:lnTo>
                                <a:pt x="2937" y="138"/>
                              </a:lnTo>
                              <a:lnTo>
                                <a:pt x="2939" y="128"/>
                              </a:lnTo>
                              <a:lnTo>
                                <a:pt x="2942" y="118"/>
                              </a:lnTo>
                              <a:lnTo>
                                <a:pt x="2942" y="107"/>
                              </a:lnTo>
                              <a:lnTo>
                                <a:pt x="2942" y="107"/>
                              </a:lnTo>
                              <a:lnTo>
                                <a:pt x="2942" y="98"/>
                              </a:lnTo>
                              <a:lnTo>
                                <a:pt x="2939" y="87"/>
                              </a:lnTo>
                              <a:lnTo>
                                <a:pt x="2937" y="78"/>
                              </a:lnTo>
                              <a:lnTo>
                                <a:pt x="2933" y="68"/>
                              </a:lnTo>
                              <a:lnTo>
                                <a:pt x="2930" y="59"/>
                              </a:lnTo>
                              <a:lnTo>
                                <a:pt x="2925" y="51"/>
                              </a:lnTo>
                              <a:lnTo>
                                <a:pt x="2919" y="42"/>
                              </a:lnTo>
                              <a:lnTo>
                                <a:pt x="2912" y="35"/>
                              </a:lnTo>
                              <a:lnTo>
                                <a:pt x="2905" y="29"/>
                              </a:lnTo>
                              <a:lnTo>
                                <a:pt x="2898" y="23"/>
                              </a:lnTo>
                              <a:lnTo>
                                <a:pt x="2890" y="17"/>
                              </a:lnTo>
                              <a:lnTo>
                                <a:pt x="2882" y="14"/>
                              </a:lnTo>
                              <a:lnTo>
                                <a:pt x="2872" y="10"/>
                              </a:lnTo>
                              <a:lnTo>
                                <a:pt x="2863" y="8"/>
                              </a:lnTo>
                              <a:lnTo>
                                <a:pt x="2853" y="6"/>
                              </a:lnTo>
                              <a:lnTo>
                                <a:pt x="2843" y="6"/>
                              </a:lnTo>
                              <a:lnTo>
                                <a:pt x="2843" y="6"/>
                              </a:lnTo>
                              <a:lnTo>
                                <a:pt x="2843" y="6"/>
                              </a:lnTo>
                              <a:close/>
                              <a:moveTo>
                                <a:pt x="2152" y="511"/>
                              </a:moveTo>
                              <a:lnTo>
                                <a:pt x="2152" y="387"/>
                              </a:lnTo>
                              <a:lnTo>
                                <a:pt x="2009" y="387"/>
                              </a:lnTo>
                              <a:lnTo>
                                <a:pt x="2009" y="1384"/>
                              </a:lnTo>
                              <a:lnTo>
                                <a:pt x="2152" y="1384"/>
                              </a:lnTo>
                              <a:lnTo>
                                <a:pt x="2152" y="800"/>
                              </a:lnTo>
                              <a:lnTo>
                                <a:pt x="2152" y="800"/>
                              </a:lnTo>
                              <a:lnTo>
                                <a:pt x="2152" y="764"/>
                              </a:lnTo>
                              <a:lnTo>
                                <a:pt x="2156" y="731"/>
                              </a:lnTo>
                              <a:lnTo>
                                <a:pt x="2159" y="701"/>
                              </a:lnTo>
                              <a:lnTo>
                                <a:pt x="2166" y="672"/>
                              </a:lnTo>
                              <a:lnTo>
                                <a:pt x="2173" y="645"/>
                              </a:lnTo>
                              <a:lnTo>
                                <a:pt x="2184" y="620"/>
                              </a:lnTo>
                              <a:lnTo>
                                <a:pt x="2195" y="598"/>
                              </a:lnTo>
                              <a:lnTo>
                                <a:pt x="2208" y="577"/>
                              </a:lnTo>
                              <a:lnTo>
                                <a:pt x="2223" y="559"/>
                              </a:lnTo>
                              <a:lnTo>
                                <a:pt x="2238" y="543"/>
                              </a:lnTo>
                              <a:lnTo>
                                <a:pt x="2256" y="530"/>
                              </a:lnTo>
                              <a:lnTo>
                                <a:pt x="2266" y="523"/>
                              </a:lnTo>
                              <a:lnTo>
                                <a:pt x="2276" y="518"/>
                              </a:lnTo>
                              <a:lnTo>
                                <a:pt x="2286" y="513"/>
                              </a:lnTo>
                              <a:lnTo>
                                <a:pt x="2296" y="508"/>
                              </a:lnTo>
                              <a:lnTo>
                                <a:pt x="2319" y="502"/>
                              </a:lnTo>
                              <a:lnTo>
                                <a:pt x="2343" y="499"/>
                              </a:lnTo>
                              <a:lnTo>
                                <a:pt x="2368" y="498"/>
                              </a:lnTo>
                              <a:lnTo>
                                <a:pt x="2368" y="498"/>
                              </a:lnTo>
                              <a:lnTo>
                                <a:pt x="2392" y="498"/>
                              </a:lnTo>
                              <a:lnTo>
                                <a:pt x="2414" y="500"/>
                              </a:lnTo>
                              <a:lnTo>
                                <a:pt x="2434" y="504"/>
                              </a:lnTo>
                              <a:lnTo>
                                <a:pt x="2453" y="507"/>
                              </a:lnTo>
                              <a:lnTo>
                                <a:pt x="2471" y="513"/>
                              </a:lnTo>
                              <a:lnTo>
                                <a:pt x="2487" y="520"/>
                              </a:lnTo>
                              <a:lnTo>
                                <a:pt x="2503" y="527"/>
                              </a:lnTo>
                              <a:lnTo>
                                <a:pt x="2518" y="536"/>
                              </a:lnTo>
                              <a:lnTo>
                                <a:pt x="2555" y="390"/>
                              </a:lnTo>
                              <a:lnTo>
                                <a:pt x="2555" y="390"/>
                              </a:lnTo>
                              <a:lnTo>
                                <a:pt x="2540" y="386"/>
                              </a:lnTo>
                              <a:lnTo>
                                <a:pt x="2526" y="381"/>
                              </a:lnTo>
                              <a:lnTo>
                                <a:pt x="2510" y="376"/>
                              </a:lnTo>
                              <a:lnTo>
                                <a:pt x="2491" y="373"/>
                              </a:lnTo>
                              <a:lnTo>
                                <a:pt x="2471" y="370"/>
                              </a:lnTo>
                              <a:lnTo>
                                <a:pt x="2450" y="368"/>
                              </a:lnTo>
                              <a:lnTo>
                                <a:pt x="2425" y="367"/>
                              </a:lnTo>
                              <a:lnTo>
                                <a:pt x="2399" y="367"/>
                              </a:lnTo>
                              <a:lnTo>
                                <a:pt x="2399" y="367"/>
                              </a:lnTo>
                              <a:lnTo>
                                <a:pt x="2379" y="367"/>
                              </a:lnTo>
                              <a:lnTo>
                                <a:pt x="2359" y="369"/>
                              </a:lnTo>
                              <a:lnTo>
                                <a:pt x="2340" y="373"/>
                              </a:lnTo>
                              <a:lnTo>
                                <a:pt x="2321" y="377"/>
                              </a:lnTo>
                              <a:lnTo>
                                <a:pt x="2303" y="383"/>
                              </a:lnTo>
                              <a:lnTo>
                                <a:pt x="2286" y="390"/>
                              </a:lnTo>
                              <a:lnTo>
                                <a:pt x="2269" y="399"/>
                              </a:lnTo>
                              <a:lnTo>
                                <a:pt x="2253" y="408"/>
                              </a:lnTo>
                              <a:lnTo>
                                <a:pt x="2237" y="419"/>
                              </a:lnTo>
                              <a:lnTo>
                                <a:pt x="2222" y="429"/>
                              </a:lnTo>
                              <a:lnTo>
                                <a:pt x="2208" y="441"/>
                              </a:lnTo>
                              <a:lnTo>
                                <a:pt x="2195" y="454"/>
                              </a:lnTo>
                              <a:lnTo>
                                <a:pt x="2182" y="467"/>
                              </a:lnTo>
                              <a:lnTo>
                                <a:pt x="2171" y="481"/>
                              </a:lnTo>
                              <a:lnTo>
                                <a:pt x="2160" y="495"/>
                              </a:lnTo>
                              <a:lnTo>
                                <a:pt x="2152" y="511"/>
                              </a:lnTo>
                              <a:lnTo>
                                <a:pt x="2152" y="511"/>
                              </a:lnTo>
                              <a:lnTo>
                                <a:pt x="2152" y="511"/>
                              </a:lnTo>
                              <a:close/>
                              <a:moveTo>
                                <a:pt x="1338" y="367"/>
                              </a:moveTo>
                              <a:lnTo>
                                <a:pt x="1338" y="367"/>
                              </a:lnTo>
                              <a:lnTo>
                                <a:pt x="1314" y="367"/>
                              </a:lnTo>
                              <a:lnTo>
                                <a:pt x="1291" y="368"/>
                              </a:lnTo>
                              <a:lnTo>
                                <a:pt x="1267" y="369"/>
                              </a:lnTo>
                              <a:lnTo>
                                <a:pt x="1244" y="371"/>
                              </a:lnTo>
                              <a:lnTo>
                                <a:pt x="1199" y="379"/>
                              </a:lnTo>
                              <a:lnTo>
                                <a:pt x="1155" y="388"/>
                              </a:lnTo>
                              <a:lnTo>
                                <a:pt x="1114" y="400"/>
                              </a:lnTo>
                              <a:lnTo>
                                <a:pt x="1075" y="413"/>
                              </a:lnTo>
                              <a:lnTo>
                                <a:pt x="1038" y="429"/>
                              </a:lnTo>
                              <a:lnTo>
                                <a:pt x="1004" y="446"/>
                              </a:lnTo>
                              <a:lnTo>
                                <a:pt x="1057" y="561"/>
                              </a:lnTo>
                              <a:lnTo>
                                <a:pt x="1057" y="561"/>
                              </a:lnTo>
                              <a:lnTo>
                                <a:pt x="1088" y="545"/>
                              </a:lnTo>
                              <a:lnTo>
                                <a:pt x="1120" y="530"/>
                              </a:lnTo>
                              <a:lnTo>
                                <a:pt x="1152" y="517"/>
                              </a:lnTo>
                              <a:lnTo>
                                <a:pt x="1185" y="506"/>
                              </a:lnTo>
                              <a:lnTo>
                                <a:pt x="1219" y="498"/>
                              </a:lnTo>
                              <a:lnTo>
                                <a:pt x="1254" y="491"/>
                              </a:lnTo>
                              <a:lnTo>
                                <a:pt x="1291" y="487"/>
                              </a:lnTo>
                              <a:lnTo>
                                <a:pt x="1329" y="486"/>
                              </a:lnTo>
                              <a:lnTo>
                                <a:pt x="1329" y="486"/>
                              </a:lnTo>
                              <a:lnTo>
                                <a:pt x="1356" y="487"/>
                              </a:lnTo>
                              <a:lnTo>
                                <a:pt x="1380" y="489"/>
                              </a:lnTo>
                              <a:lnTo>
                                <a:pt x="1403" y="493"/>
                              </a:lnTo>
                              <a:lnTo>
                                <a:pt x="1424" y="499"/>
                              </a:lnTo>
                              <a:lnTo>
                                <a:pt x="1444" y="507"/>
                              </a:lnTo>
                              <a:lnTo>
                                <a:pt x="1462" y="517"/>
                              </a:lnTo>
                              <a:lnTo>
                                <a:pt x="1477" y="527"/>
                              </a:lnTo>
                              <a:lnTo>
                                <a:pt x="1491" y="540"/>
                              </a:lnTo>
                              <a:lnTo>
                                <a:pt x="1504" y="554"/>
                              </a:lnTo>
                              <a:lnTo>
                                <a:pt x="1515" y="571"/>
                              </a:lnTo>
                              <a:lnTo>
                                <a:pt x="1524" y="590"/>
                              </a:lnTo>
                              <a:lnTo>
                                <a:pt x="1533" y="609"/>
                              </a:lnTo>
                              <a:lnTo>
                                <a:pt x="1537" y="631"/>
                              </a:lnTo>
                              <a:lnTo>
                                <a:pt x="1542" y="654"/>
                              </a:lnTo>
                              <a:lnTo>
                                <a:pt x="1544" y="679"/>
                              </a:lnTo>
                              <a:lnTo>
                                <a:pt x="1546" y="707"/>
                              </a:lnTo>
                              <a:lnTo>
                                <a:pt x="1546" y="823"/>
                              </a:lnTo>
                              <a:lnTo>
                                <a:pt x="1546" y="823"/>
                              </a:lnTo>
                              <a:lnTo>
                                <a:pt x="1522" y="813"/>
                              </a:lnTo>
                              <a:lnTo>
                                <a:pt x="1496" y="801"/>
                              </a:lnTo>
                              <a:lnTo>
                                <a:pt x="1468" y="792"/>
                              </a:lnTo>
                              <a:lnTo>
                                <a:pt x="1437" y="783"/>
                              </a:lnTo>
                              <a:lnTo>
                                <a:pt x="1404" y="776"/>
                              </a:lnTo>
                              <a:lnTo>
                                <a:pt x="1370" y="772"/>
                              </a:lnTo>
                              <a:lnTo>
                                <a:pt x="1333" y="768"/>
                              </a:lnTo>
                              <a:lnTo>
                                <a:pt x="1297" y="767"/>
                              </a:lnTo>
                              <a:lnTo>
                                <a:pt x="1297" y="767"/>
                              </a:lnTo>
                              <a:lnTo>
                                <a:pt x="1260" y="768"/>
                              </a:lnTo>
                              <a:lnTo>
                                <a:pt x="1223" y="772"/>
                              </a:lnTo>
                              <a:lnTo>
                                <a:pt x="1188" y="777"/>
                              </a:lnTo>
                              <a:lnTo>
                                <a:pt x="1154" y="786"/>
                              </a:lnTo>
                              <a:lnTo>
                                <a:pt x="1121" y="796"/>
                              </a:lnTo>
                              <a:lnTo>
                                <a:pt x="1104" y="802"/>
                              </a:lnTo>
                              <a:lnTo>
                                <a:pt x="1089" y="809"/>
                              </a:lnTo>
                              <a:lnTo>
                                <a:pt x="1074" y="816"/>
                              </a:lnTo>
                              <a:lnTo>
                                <a:pt x="1059" y="825"/>
                              </a:lnTo>
                              <a:lnTo>
                                <a:pt x="1045" y="833"/>
                              </a:lnTo>
                              <a:lnTo>
                                <a:pt x="1031" y="842"/>
                              </a:lnTo>
                              <a:lnTo>
                                <a:pt x="1018" y="853"/>
                              </a:lnTo>
                              <a:lnTo>
                                <a:pt x="1006" y="864"/>
                              </a:lnTo>
                              <a:lnTo>
                                <a:pt x="995" y="874"/>
                              </a:lnTo>
                              <a:lnTo>
                                <a:pt x="984" y="886"/>
                              </a:lnTo>
                              <a:lnTo>
                                <a:pt x="973" y="899"/>
                              </a:lnTo>
                              <a:lnTo>
                                <a:pt x="964" y="913"/>
                              </a:lnTo>
                              <a:lnTo>
                                <a:pt x="954" y="927"/>
                              </a:lnTo>
                              <a:lnTo>
                                <a:pt x="946" y="941"/>
                              </a:lnTo>
                              <a:lnTo>
                                <a:pt x="939" y="957"/>
                              </a:lnTo>
                              <a:lnTo>
                                <a:pt x="933" y="973"/>
                              </a:lnTo>
                              <a:lnTo>
                                <a:pt x="927" y="990"/>
                              </a:lnTo>
                              <a:lnTo>
                                <a:pt x="923" y="1008"/>
                              </a:lnTo>
                              <a:lnTo>
                                <a:pt x="919" y="1026"/>
                              </a:lnTo>
                              <a:lnTo>
                                <a:pt x="917" y="1045"/>
                              </a:lnTo>
                              <a:lnTo>
                                <a:pt x="915" y="1065"/>
                              </a:lnTo>
                              <a:lnTo>
                                <a:pt x="914" y="1085"/>
                              </a:lnTo>
                              <a:lnTo>
                                <a:pt x="914" y="1085"/>
                              </a:lnTo>
                              <a:lnTo>
                                <a:pt x="915" y="1108"/>
                              </a:lnTo>
                              <a:lnTo>
                                <a:pt x="917" y="1129"/>
                              </a:lnTo>
                              <a:lnTo>
                                <a:pt x="919" y="1149"/>
                              </a:lnTo>
                              <a:lnTo>
                                <a:pt x="923" y="1169"/>
                              </a:lnTo>
                              <a:lnTo>
                                <a:pt x="926" y="1187"/>
                              </a:lnTo>
                              <a:lnTo>
                                <a:pt x="931" y="1205"/>
                              </a:lnTo>
                              <a:lnTo>
                                <a:pt x="937" y="1222"/>
                              </a:lnTo>
                              <a:lnTo>
                                <a:pt x="943" y="1238"/>
                              </a:lnTo>
                              <a:lnTo>
                                <a:pt x="950" y="1253"/>
                              </a:lnTo>
                              <a:lnTo>
                                <a:pt x="958" y="1267"/>
                              </a:lnTo>
                              <a:lnTo>
                                <a:pt x="966" y="1280"/>
                              </a:lnTo>
                              <a:lnTo>
                                <a:pt x="974" y="1293"/>
                              </a:lnTo>
                              <a:lnTo>
                                <a:pt x="984" y="1305"/>
                              </a:lnTo>
                              <a:lnTo>
                                <a:pt x="995" y="1316"/>
                              </a:lnTo>
                              <a:lnTo>
                                <a:pt x="1005" y="1326"/>
                              </a:lnTo>
                              <a:lnTo>
                                <a:pt x="1016" y="1336"/>
                              </a:lnTo>
                              <a:lnTo>
                                <a:pt x="1028" y="1345"/>
                              </a:lnTo>
                              <a:lnTo>
                                <a:pt x="1039" y="1353"/>
                              </a:lnTo>
                              <a:lnTo>
                                <a:pt x="1051" y="1360"/>
                              </a:lnTo>
                              <a:lnTo>
                                <a:pt x="1064" y="1367"/>
                              </a:lnTo>
                              <a:lnTo>
                                <a:pt x="1091" y="1379"/>
                              </a:lnTo>
                              <a:lnTo>
                                <a:pt x="1118" y="1389"/>
                              </a:lnTo>
                              <a:lnTo>
                                <a:pt x="1147" y="1397"/>
                              </a:lnTo>
                              <a:lnTo>
                                <a:pt x="1175" y="1402"/>
                              </a:lnTo>
                              <a:lnTo>
                                <a:pt x="1205" y="1404"/>
                              </a:lnTo>
                              <a:lnTo>
                                <a:pt x="1234" y="1405"/>
                              </a:lnTo>
                              <a:lnTo>
                                <a:pt x="1234" y="1405"/>
                              </a:lnTo>
                              <a:lnTo>
                                <a:pt x="1260" y="1404"/>
                              </a:lnTo>
                              <a:lnTo>
                                <a:pt x="1285" y="1402"/>
                              </a:lnTo>
                              <a:lnTo>
                                <a:pt x="1310" y="1398"/>
                              </a:lnTo>
                              <a:lnTo>
                                <a:pt x="1333" y="1393"/>
                              </a:lnTo>
                              <a:lnTo>
                                <a:pt x="1356" y="1388"/>
                              </a:lnTo>
                              <a:lnTo>
                                <a:pt x="1377" y="1380"/>
                              </a:lnTo>
                              <a:lnTo>
                                <a:pt x="1397" y="1372"/>
                              </a:lnTo>
                              <a:lnTo>
                                <a:pt x="1417" y="1363"/>
                              </a:lnTo>
                              <a:lnTo>
                                <a:pt x="1436" y="1352"/>
                              </a:lnTo>
                              <a:lnTo>
                                <a:pt x="1454" y="1342"/>
                              </a:lnTo>
                              <a:lnTo>
                                <a:pt x="1470" y="1330"/>
                              </a:lnTo>
                              <a:lnTo>
                                <a:pt x="1487" y="1317"/>
                              </a:lnTo>
                              <a:lnTo>
                                <a:pt x="1503" y="1304"/>
                              </a:lnTo>
                              <a:lnTo>
                                <a:pt x="1517" y="1291"/>
                              </a:lnTo>
                              <a:lnTo>
                                <a:pt x="1531" y="1277"/>
                              </a:lnTo>
                              <a:lnTo>
                                <a:pt x="1546" y="1262"/>
                              </a:lnTo>
                              <a:lnTo>
                                <a:pt x="1546" y="1384"/>
                              </a:lnTo>
                              <a:lnTo>
                                <a:pt x="1687" y="1384"/>
                              </a:lnTo>
                              <a:lnTo>
                                <a:pt x="1687" y="689"/>
                              </a:lnTo>
                              <a:lnTo>
                                <a:pt x="1687" y="689"/>
                              </a:lnTo>
                              <a:lnTo>
                                <a:pt x="1687" y="668"/>
                              </a:lnTo>
                              <a:lnTo>
                                <a:pt x="1686" y="648"/>
                              </a:lnTo>
                              <a:lnTo>
                                <a:pt x="1684" y="628"/>
                              </a:lnTo>
                              <a:lnTo>
                                <a:pt x="1681" y="609"/>
                              </a:lnTo>
                              <a:lnTo>
                                <a:pt x="1678" y="591"/>
                              </a:lnTo>
                              <a:lnTo>
                                <a:pt x="1674" y="573"/>
                              </a:lnTo>
                              <a:lnTo>
                                <a:pt x="1670" y="557"/>
                              </a:lnTo>
                              <a:lnTo>
                                <a:pt x="1664" y="541"/>
                              </a:lnTo>
                              <a:lnTo>
                                <a:pt x="1657" y="526"/>
                              </a:lnTo>
                              <a:lnTo>
                                <a:pt x="1650" y="512"/>
                              </a:lnTo>
                              <a:lnTo>
                                <a:pt x="1642" y="498"/>
                              </a:lnTo>
                              <a:lnTo>
                                <a:pt x="1634" y="485"/>
                              </a:lnTo>
                              <a:lnTo>
                                <a:pt x="1625" y="473"/>
                              </a:lnTo>
                              <a:lnTo>
                                <a:pt x="1615" y="461"/>
                              </a:lnTo>
                              <a:lnTo>
                                <a:pt x="1605" y="451"/>
                              </a:lnTo>
                              <a:lnTo>
                                <a:pt x="1594" y="441"/>
                              </a:lnTo>
                              <a:lnTo>
                                <a:pt x="1582" y="432"/>
                              </a:lnTo>
                              <a:lnTo>
                                <a:pt x="1569" y="422"/>
                              </a:lnTo>
                              <a:lnTo>
                                <a:pt x="1556" y="415"/>
                              </a:lnTo>
                              <a:lnTo>
                                <a:pt x="1543" y="407"/>
                              </a:lnTo>
                              <a:lnTo>
                                <a:pt x="1529" y="401"/>
                              </a:lnTo>
                              <a:lnTo>
                                <a:pt x="1515" y="394"/>
                              </a:lnTo>
                              <a:lnTo>
                                <a:pt x="1500" y="389"/>
                              </a:lnTo>
                              <a:lnTo>
                                <a:pt x="1483" y="384"/>
                              </a:lnTo>
                              <a:lnTo>
                                <a:pt x="1467" y="380"/>
                              </a:lnTo>
                              <a:lnTo>
                                <a:pt x="1450" y="376"/>
                              </a:lnTo>
                              <a:lnTo>
                                <a:pt x="1415" y="370"/>
                              </a:lnTo>
                              <a:lnTo>
                                <a:pt x="1378" y="367"/>
                              </a:lnTo>
                              <a:lnTo>
                                <a:pt x="1338" y="367"/>
                              </a:lnTo>
                              <a:lnTo>
                                <a:pt x="1338" y="367"/>
                              </a:lnTo>
                              <a:lnTo>
                                <a:pt x="1338" y="367"/>
                              </a:lnTo>
                              <a:close/>
                              <a:moveTo>
                                <a:pt x="1546" y="1139"/>
                              </a:moveTo>
                              <a:lnTo>
                                <a:pt x="1546" y="1139"/>
                              </a:lnTo>
                              <a:lnTo>
                                <a:pt x="1534" y="1155"/>
                              </a:lnTo>
                              <a:lnTo>
                                <a:pt x="1521" y="1169"/>
                              </a:lnTo>
                              <a:lnTo>
                                <a:pt x="1508" y="1185"/>
                              </a:lnTo>
                              <a:lnTo>
                                <a:pt x="1493" y="1198"/>
                              </a:lnTo>
                              <a:lnTo>
                                <a:pt x="1478" y="1211"/>
                              </a:lnTo>
                              <a:lnTo>
                                <a:pt x="1462" y="1224"/>
                              </a:lnTo>
                              <a:lnTo>
                                <a:pt x="1445" y="1235"/>
                              </a:lnTo>
                              <a:lnTo>
                                <a:pt x="1428" y="1246"/>
                              </a:lnTo>
                              <a:lnTo>
                                <a:pt x="1409" y="1255"/>
                              </a:lnTo>
                              <a:lnTo>
                                <a:pt x="1390" y="1264"/>
                              </a:lnTo>
                              <a:lnTo>
                                <a:pt x="1370" y="1271"/>
                              </a:lnTo>
                              <a:lnTo>
                                <a:pt x="1350" y="1278"/>
                              </a:lnTo>
                              <a:lnTo>
                                <a:pt x="1327" y="1283"/>
                              </a:lnTo>
                              <a:lnTo>
                                <a:pt x="1306" y="1286"/>
                              </a:lnTo>
                              <a:lnTo>
                                <a:pt x="1282" y="1288"/>
                              </a:lnTo>
                              <a:lnTo>
                                <a:pt x="1259" y="1290"/>
                              </a:lnTo>
                              <a:lnTo>
                                <a:pt x="1259" y="1290"/>
                              </a:lnTo>
                              <a:lnTo>
                                <a:pt x="1236" y="1288"/>
                              </a:lnTo>
                              <a:lnTo>
                                <a:pt x="1215" y="1286"/>
                              </a:lnTo>
                              <a:lnTo>
                                <a:pt x="1195" y="1283"/>
                              </a:lnTo>
                              <a:lnTo>
                                <a:pt x="1175" y="1277"/>
                              </a:lnTo>
                              <a:lnTo>
                                <a:pt x="1157" y="1270"/>
                              </a:lnTo>
                              <a:lnTo>
                                <a:pt x="1141" y="1261"/>
                              </a:lnTo>
                              <a:lnTo>
                                <a:pt x="1126" y="1251"/>
                              </a:lnTo>
                              <a:lnTo>
                                <a:pt x="1111" y="1239"/>
                              </a:lnTo>
                              <a:lnTo>
                                <a:pt x="1098" y="1225"/>
                              </a:lnTo>
                              <a:lnTo>
                                <a:pt x="1088" y="1209"/>
                              </a:lnTo>
                              <a:lnTo>
                                <a:pt x="1078" y="1192"/>
                              </a:lnTo>
                              <a:lnTo>
                                <a:pt x="1070" y="1173"/>
                              </a:lnTo>
                              <a:lnTo>
                                <a:pt x="1064" y="1152"/>
                              </a:lnTo>
                              <a:lnTo>
                                <a:pt x="1059" y="1128"/>
                              </a:lnTo>
                              <a:lnTo>
                                <a:pt x="1056" y="1103"/>
                              </a:lnTo>
                              <a:lnTo>
                                <a:pt x="1056" y="1076"/>
                              </a:lnTo>
                              <a:lnTo>
                                <a:pt x="1056" y="1076"/>
                              </a:lnTo>
                              <a:lnTo>
                                <a:pt x="1056" y="1054"/>
                              </a:lnTo>
                              <a:lnTo>
                                <a:pt x="1059" y="1032"/>
                              </a:lnTo>
                              <a:lnTo>
                                <a:pt x="1064" y="1012"/>
                              </a:lnTo>
                              <a:lnTo>
                                <a:pt x="1071" y="993"/>
                              </a:lnTo>
                              <a:lnTo>
                                <a:pt x="1081" y="976"/>
                              </a:lnTo>
                              <a:lnTo>
                                <a:pt x="1091" y="959"/>
                              </a:lnTo>
                              <a:lnTo>
                                <a:pt x="1103" y="945"/>
                              </a:lnTo>
                              <a:lnTo>
                                <a:pt x="1117" y="932"/>
                              </a:lnTo>
                              <a:lnTo>
                                <a:pt x="1134" y="920"/>
                              </a:lnTo>
                              <a:lnTo>
                                <a:pt x="1150" y="910"/>
                              </a:lnTo>
                              <a:lnTo>
                                <a:pt x="1170" y="901"/>
                              </a:lnTo>
                              <a:lnTo>
                                <a:pt x="1190" y="894"/>
                              </a:lnTo>
                              <a:lnTo>
                                <a:pt x="1213" y="888"/>
                              </a:lnTo>
                              <a:lnTo>
                                <a:pt x="1236" y="884"/>
                              </a:lnTo>
                              <a:lnTo>
                                <a:pt x="1262" y="881"/>
                              </a:lnTo>
                              <a:lnTo>
                                <a:pt x="1290" y="881"/>
                              </a:lnTo>
                              <a:lnTo>
                                <a:pt x="1290" y="881"/>
                              </a:lnTo>
                              <a:lnTo>
                                <a:pt x="1332" y="881"/>
                              </a:lnTo>
                              <a:lnTo>
                                <a:pt x="1371" y="885"/>
                              </a:lnTo>
                              <a:lnTo>
                                <a:pt x="1406" y="890"/>
                              </a:lnTo>
                              <a:lnTo>
                                <a:pt x="1438" y="895"/>
                              </a:lnTo>
                              <a:lnTo>
                                <a:pt x="1468" y="904"/>
                              </a:lnTo>
                              <a:lnTo>
                                <a:pt x="1495" y="913"/>
                              </a:lnTo>
                              <a:lnTo>
                                <a:pt x="1521" y="925"/>
                              </a:lnTo>
                              <a:lnTo>
                                <a:pt x="1546" y="938"/>
                              </a:lnTo>
                              <a:lnTo>
                                <a:pt x="1546" y="1139"/>
                              </a:lnTo>
                              <a:lnTo>
                                <a:pt x="1546" y="1139"/>
                              </a:lnTo>
                              <a:close/>
                              <a:moveTo>
                                <a:pt x="420" y="489"/>
                              </a:moveTo>
                              <a:lnTo>
                                <a:pt x="420" y="489"/>
                              </a:lnTo>
                              <a:lnTo>
                                <a:pt x="439" y="491"/>
                              </a:lnTo>
                              <a:lnTo>
                                <a:pt x="456" y="492"/>
                              </a:lnTo>
                              <a:lnTo>
                                <a:pt x="473" y="493"/>
                              </a:lnTo>
                              <a:lnTo>
                                <a:pt x="489" y="497"/>
                              </a:lnTo>
                              <a:lnTo>
                                <a:pt x="505" y="500"/>
                              </a:lnTo>
                              <a:lnTo>
                                <a:pt x="520" y="505"/>
                              </a:lnTo>
                              <a:lnTo>
                                <a:pt x="535" y="510"/>
                              </a:lnTo>
                              <a:lnTo>
                                <a:pt x="550" y="515"/>
                              </a:lnTo>
                              <a:lnTo>
                                <a:pt x="564" y="523"/>
                              </a:lnTo>
                              <a:lnTo>
                                <a:pt x="578" y="530"/>
                              </a:lnTo>
                              <a:lnTo>
                                <a:pt x="592" y="538"/>
                              </a:lnTo>
                              <a:lnTo>
                                <a:pt x="605" y="547"/>
                              </a:lnTo>
                              <a:lnTo>
                                <a:pt x="632" y="567"/>
                              </a:lnTo>
                              <a:lnTo>
                                <a:pt x="659" y="590"/>
                              </a:lnTo>
                              <a:lnTo>
                                <a:pt x="744" y="484"/>
                              </a:lnTo>
                              <a:lnTo>
                                <a:pt x="744" y="484"/>
                              </a:lnTo>
                              <a:lnTo>
                                <a:pt x="730" y="472"/>
                              </a:lnTo>
                              <a:lnTo>
                                <a:pt x="714" y="459"/>
                              </a:lnTo>
                              <a:lnTo>
                                <a:pt x="698" y="447"/>
                              </a:lnTo>
                              <a:lnTo>
                                <a:pt x="682" y="436"/>
                              </a:lnTo>
                              <a:lnTo>
                                <a:pt x="664" y="426"/>
                              </a:lnTo>
                              <a:lnTo>
                                <a:pt x="646" y="416"/>
                              </a:lnTo>
                              <a:lnTo>
                                <a:pt x="628" y="408"/>
                              </a:lnTo>
                              <a:lnTo>
                                <a:pt x="609" y="400"/>
                              </a:lnTo>
                              <a:lnTo>
                                <a:pt x="589" y="392"/>
                              </a:lnTo>
                              <a:lnTo>
                                <a:pt x="567" y="386"/>
                              </a:lnTo>
                              <a:lnTo>
                                <a:pt x="546" y="380"/>
                              </a:lnTo>
                              <a:lnTo>
                                <a:pt x="525" y="375"/>
                              </a:lnTo>
                              <a:lnTo>
                                <a:pt x="501" y="371"/>
                              </a:lnTo>
                              <a:lnTo>
                                <a:pt x="479" y="368"/>
                              </a:lnTo>
                              <a:lnTo>
                                <a:pt x="454" y="367"/>
                              </a:lnTo>
                              <a:lnTo>
                                <a:pt x="429" y="367"/>
                              </a:lnTo>
                              <a:lnTo>
                                <a:pt x="429" y="367"/>
                              </a:lnTo>
                              <a:lnTo>
                                <a:pt x="409" y="367"/>
                              </a:lnTo>
                              <a:lnTo>
                                <a:pt x="390" y="368"/>
                              </a:lnTo>
                              <a:lnTo>
                                <a:pt x="370" y="370"/>
                              </a:lnTo>
                              <a:lnTo>
                                <a:pt x="350" y="374"/>
                              </a:lnTo>
                              <a:lnTo>
                                <a:pt x="331" y="377"/>
                              </a:lnTo>
                              <a:lnTo>
                                <a:pt x="312" y="383"/>
                              </a:lnTo>
                              <a:lnTo>
                                <a:pt x="292" y="389"/>
                              </a:lnTo>
                              <a:lnTo>
                                <a:pt x="274" y="396"/>
                              </a:lnTo>
                              <a:lnTo>
                                <a:pt x="256" y="405"/>
                              </a:lnTo>
                              <a:lnTo>
                                <a:pt x="237" y="414"/>
                              </a:lnTo>
                              <a:lnTo>
                                <a:pt x="219" y="423"/>
                              </a:lnTo>
                              <a:lnTo>
                                <a:pt x="202" y="435"/>
                              </a:lnTo>
                              <a:lnTo>
                                <a:pt x="185" y="447"/>
                              </a:lnTo>
                              <a:lnTo>
                                <a:pt x="168" y="460"/>
                              </a:lnTo>
                              <a:lnTo>
                                <a:pt x="152" y="474"/>
                              </a:lnTo>
                              <a:lnTo>
                                <a:pt x="137" y="491"/>
                              </a:lnTo>
                              <a:lnTo>
                                <a:pt x="121" y="506"/>
                              </a:lnTo>
                              <a:lnTo>
                                <a:pt x="107" y="524"/>
                              </a:lnTo>
                              <a:lnTo>
                                <a:pt x="94" y="543"/>
                              </a:lnTo>
                              <a:lnTo>
                                <a:pt x="81" y="563"/>
                              </a:lnTo>
                              <a:lnTo>
                                <a:pt x="68" y="584"/>
                              </a:lnTo>
                              <a:lnTo>
                                <a:pt x="58" y="605"/>
                              </a:lnTo>
                              <a:lnTo>
                                <a:pt x="47" y="629"/>
                              </a:lnTo>
                              <a:lnTo>
                                <a:pt x="37" y="654"/>
                              </a:lnTo>
                              <a:lnTo>
                                <a:pt x="29" y="678"/>
                              </a:lnTo>
                              <a:lnTo>
                                <a:pt x="22" y="705"/>
                              </a:lnTo>
                              <a:lnTo>
                                <a:pt x="15" y="733"/>
                              </a:lnTo>
                              <a:lnTo>
                                <a:pt x="10" y="762"/>
                              </a:lnTo>
                              <a:lnTo>
                                <a:pt x="6" y="793"/>
                              </a:lnTo>
                              <a:lnTo>
                                <a:pt x="2" y="823"/>
                              </a:lnTo>
                              <a:lnTo>
                                <a:pt x="1" y="857"/>
                              </a:lnTo>
                              <a:lnTo>
                                <a:pt x="0" y="891"/>
                              </a:lnTo>
                              <a:lnTo>
                                <a:pt x="0" y="891"/>
                              </a:lnTo>
                              <a:lnTo>
                                <a:pt x="1" y="923"/>
                              </a:lnTo>
                              <a:lnTo>
                                <a:pt x="2" y="953"/>
                              </a:lnTo>
                              <a:lnTo>
                                <a:pt x="6" y="984"/>
                              </a:lnTo>
                              <a:lnTo>
                                <a:pt x="9" y="1012"/>
                              </a:lnTo>
                              <a:lnTo>
                                <a:pt x="14" y="1041"/>
                              </a:lnTo>
                              <a:lnTo>
                                <a:pt x="20" y="1067"/>
                              </a:lnTo>
                              <a:lnTo>
                                <a:pt x="27" y="1093"/>
                              </a:lnTo>
                              <a:lnTo>
                                <a:pt x="35" y="1117"/>
                              </a:lnTo>
                              <a:lnTo>
                                <a:pt x="43" y="1141"/>
                              </a:lnTo>
                              <a:lnTo>
                                <a:pt x="53" y="1165"/>
                              </a:lnTo>
                              <a:lnTo>
                                <a:pt x="63" y="1186"/>
                              </a:lnTo>
                              <a:lnTo>
                                <a:pt x="75" y="1206"/>
                              </a:lnTo>
                              <a:lnTo>
                                <a:pt x="87" y="1226"/>
                              </a:lnTo>
                              <a:lnTo>
                                <a:pt x="100" y="1245"/>
                              </a:lnTo>
                              <a:lnTo>
                                <a:pt x="114" y="1261"/>
                              </a:lnTo>
                              <a:lnTo>
                                <a:pt x="128" y="1278"/>
                              </a:lnTo>
                              <a:lnTo>
                                <a:pt x="143" y="1294"/>
                              </a:lnTo>
                              <a:lnTo>
                                <a:pt x="158" y="1308"/>
                              </a:lnTo>
                              <a:lnTo>
                                <a:pt x="174" y="1321"/>
                              </a:lnTo>
                              <a:lnTo>
                                <a:pt x="191" y="1334"/>
                              </a:lnTo>
                              <a:lnTo>
                                <a:pt x="209" y="1345"/>
                              </a:lnTo>
                              <a:lnTo>
                                <a:pt x="225" y="1356"/>
                              </a:lnTo>
                              <a:lnTo>
                                <a:pt x="244" y="1365"/>
                              </a:lnTo>
                              <a:lnTo>
                                <a:pt x="262" y="1373"/>
                              </a:lnTo>
                              <a:lnTo>
                                <a:pt x="281" y="1382"/>
                              </a:lnTo>
                              <a:lnTo>
                                <a:pt x="299" y="1388"/>
                              </a:lnTo>
                              <a:lnTo>
                                <a:pt x="320" y="1393"/>
                              </a:lnTo>
                              <a:lnTo>
                                <a:pt x="340" y="1397"/>
                              </a:lnTo>
                              <a:lnTo>
                                <a:pt x="358" y="1401"/>
                              </a:lnTo>
                              <a:lnTo>
                                <a:pt x="380" y="1403"/>
                              </a:lnTo>
                              <a:lnTo>
                                <a:pt x="400" y="1405"/>
                              </a:lnTo>
                              <a:lnTo>
                                <a:pt x="420" y="1405"/>
                              </a:lnTo>
                              <a:lnTo>
                                <a:pt x="420" y="1405"/>
                              </a:lnTo>
                              <a:lnTo>
                                <a:pt x="446" y="1404"/>
                              </a:lnTo>
                              <a:lnTo>
                                <a:pt x="471" y="1403"/>
                              </a:lnTo>
                              <a:lnTo>
                                <a:pt x="494" y="1399"/>
                              </a:lnTo>
                              <a:lnTo>
                                <a:pt x="518" y="1396"/>
                              </a:lnTo>
                              <a:lnTo>
                                <a:pt x="540" y="1390"/>
                              </a:lnTo>
                              <a:lnTo>
                                <a:pt x="561" y="1384"/>
                              </a:lnTo>
                              <a:lnTo>
                                <a:pt x="582" y="1377"/>
                              </a:lnTo>
                              <a:lnTo>
                                <a:pt x="602" y="1367"/>
                              </a:lnTo>
                              <a:lnTo>
                                <a:pt x="620" y="1358"/>
                              </a:lnTo>
                              <a:lnTo>
                                <a:pt x="639" y="1347"/>
                              </a:lnTo>
                              <a:lnTo>
                                <a:pt x="657" y="1337"/>
                              </a:lnTo>
                              <a:lnTo>
                                <a:pt x="675" y="1324"/>
                              </a:lnTo>
                              <a:lnTo>
                                <a:pt x="692" y="1311"/>
                              </a:lnTo>
                              <a:lnTo>
                                <a:pt x="709" y="1297"/>
                              </a:lnTo>
                              <a:lnTo>
                                <a:pt x="724" y="1283"/>
                              </a:lnTo>
                              <a:lnTo>
                                <a:pt x="741" y="1267"/>
                              </a:lnTo>
                              <a:lnTo>
                                <a:pt x="656" y="1175"/>
                              </a:lnTo>
                              <a:lnTo>
                                <a:pt x="656" y="1175"/>
                              </a:lnTo>
                              <a:lnTo>
                                <a:pt x="630" y="1199"/>
                              </a:lnTo>
                              <a:lnTo>
                                <a:pt x="604" y="1220"/>
                              </a:lnTo>
                              <a:lnTo>
                                <a:pt x="591" y="1229"/>
                              </a:lnTo>
                              <a:lnTo>
                                <a:pt x="578" y="1238"/>
                              </a:lnTo>
                              <a:lnTo>
                                <a:pt x="565" y="1246"/>
                              </a:lnTo>
                              <a:lnTo>
                                <a:pt x="551" y="1253"/>
                              </a:lnTo>
                              <a:lnTo>
                                <a:pt x="537" y="1260"/>
                              </a:lnTo>
                              <a:lnTo>
                                <a:pt x="523" y="1265"/>
                              </a:lnTo>
                              <a:lnTo>
                                <a:pt x="508" y="1271"/>
                              </a:lnTo>
                              <a:lnTo>
                                <a:pt x="493" y="1274"/>
                              </a:lnTo>
                              <a:lnTo>
                                <a:pt x="476" y="1278"/>
                              </a:lnTo>
                              <a:lnTo>
                                <a:pt x="460" y="1280"/>
                              </a:lnTo>
                              <a:lnTo>
                                <a:pt x="443" y="1281"/>
                              </a:lnTo>
                              <a:lnTo>
                                <a:pt x="426" y="1281"/>
                              </a:lnTo>
                              <a:lnTo>
                                <a:pt x="426" y="1281"/>
                              </a:lnTo>
                              <a:lnTo>
                                <a:pt x="409" y="1281"/>
                              </a:lnTo>
                              <a:lnTo>
                                <a:pt x="393" y="1280"/>
                              </a:lnTo>
                              <a:lnTo>
                                <a:pt x="377" y="1278"/>
                              </a:lnTo>
                              <a:lnTo>
                                <a:pt x="363" y="1274"/>
                              </a:lnTo>
                              <a:lnTo>
                                <a:pt x="348" y="1271"/>
                              </a:lnTo>
                              <a:lnTo>
                                <a:pt x="334" y="1265"/>
                              </a:lnTo>
                              <a:lnTo>
                                <a:pt x="321" y="1260"/>
                              </a:lnTo>
                              <a:lnTo>
                                <a:pt x="307" y="1253"/>
                              </a:lnTo>
                              <a:lnTo>
                                <a:pt x="295" y="1246"/>
                              </a:lnTo>
                              <a:lnTo>
                                <a:pt x="282" y="1238"/>
                              </a:lnTo>
                              <a:lnTo>
                                <a:pt x="270" y="1228"/>
                              </a:lnTo>
                              <a:lnTo>
                                <a:pt x="259" y="1219"/>
                              </a:lnTo>
                              <a:lnTo>
                                <a:pt x="248" y="1208"/>
                              </a:lnTo>
                              <a:lnTo>
                                <a:pt x="238" y="1196"/>
                              </a:lnTo>
                              <a:lnTo>
                                <a:pt x="227" y="1185"/>
                              </a:lnTo>
                              <a:lnTo>
                                <a:pt x="219" y="1172"/>
                              </a:lnTo>
                              <a:lnTo>
                                <a:pt x="210" y="1159"/>
                              </a:lnTo>
                              <a:lnTo>
                                <a:pt x="202" y="1144"/>
                              </a:lnTo>
                              <a:lnTo>
                                <a:pt x="194" y="1129"/>
                              </a:lnTo>
                              <a:lnTo>
                                <a:pt x="186" y="1114"/>
                              </a:lnTo>
                              <a:lnTo>
                                <a:pt x="180" y="1097"/>
                              </a:lnTo>
                              <a:lnTo>
                                <a:pt x="174" y="1081"/>
                              </a:lnTo>
                              <a:lnTo>
                                <a:pt x="168" y="1063"/>
                              </a:lnTo>
                              <a:lnTo>
                                <a:pt x="164" y="1045"/>
                              </a:lnTo>
                              <a:lnTo>
                                <a:pt x="155" y="1008"/>
                              </a:lnTo>
                              <a:lnTo>
                                <a:pt x="150" y="966"/>
                              </a:lnTo>
                              <a:lnTo>
                                <a:pt x="146" y="924"/>
                              </a:lnTo>
                              <a:lnTo>
                                <a:pt x="145" y="879"/>
                              </a:lnTo>
                              <a:lnTo>
                                <a:pt x="145" y="879"/>
                              </a:lnTo>
                              <a:lnTo>
                                <a:pt x="145" y="855"/>
                              </a:lnTo>
                              <a:lnTo>
                                <a:pt x="146" y="833"/>
                              </a:lnTo>
                              <a:lnTo>
                                <a:pt x="147" y="812"/>
                              </a:lnTo>
                              <a:lnTo>
                                <a:pt x="150" y="790"/>
                              </a:lnTo>
                              <a:lnTo>
                                <a:pt x="153" y="770"/>
                              </a:lnTo>
                              <a:lnTo>
                                <a:pt x="157" y="750"/>
                              </a:lnTo>
                              <a:lnTo>
                                <a:pt x="160" y="731"/>
                              </a:lnTo>
                              <a:lnTo>
                                <a:pt x="165" y="713"/>
                              </a:lnTo>
                              <a:lnTo>
                                <a:pt x="171" y="695"/>
                              </a:lnTo>
                              <a:lnTo>
                                <a:pt x="177" y="678"/>
                              </a:lnTo>
                              <a:lnTo>
                                <a:pt x="184" y="662"/>
                              </a:lnTo>
                              <a:lnTo>
                                <a:pt x="191" y="646"/>
                              </a:lnTo>
                              <a:lnTo>
                                <a:pt x="198" y="631"/>
                              </a:lnTo>
                              <a:lnTo>
                                <a:pt x="206" y="617"/>
                              </a:lnTo>
                              <a:lnTo>
                                <a:pt x="215" y="604"/>
                              </a:lnTo>
                              <a:lnTo>
                                <a:pt x="224" y="591"/>
                              </a:lnTo>
                              <a:lnTo>
                                <a:pt x="233" y="579"/>
                              </a:lnTo>
                              <a:lnTo>
                                <a:pt x="243" y="567"/>
                              </a:lnTo>
                              <a:lnTo>
                                <a:pt x="253" y="557"/>
                              </a:lnTo>
                              <a:lnTo>
                                <a:pt x="264" y="547"/>
                              </a:lnTo>
                              <a:lnTo>
                                <a:pt x="276" y="538"/>
                              </a:lnTo>
                              <a:lnTo>
                                <a:pt x="286" y="530"/>
                              </a:lnTo>
                              <a:lnTo>
                                <a:pt x="298" y="523"/>
                              </a:lnTo>
                              <a:lnTo>
                                <a:pt x="311" y="515"/>
                              </a:lnTo>
                              <a:lnTo>
                                <a:pt x="324" y="510"/>
                              </a:lnTo>
                              <a:lnTo>
                                <a:pt x="336" y="505"/>
                              </a:lnTo>
                              <a:lnTo>
                                <a:pt x="350" y="500"/>
                              </a:lnTo>
                              <a:lnTo>
                                <a:pt x="363" y="497"/>
                              </a:lnTo>
                              <a:lnTo>
                                <a:pt x="377" y="493"/>
                              </a:lnTo>
                              <a:lnTo>
                                <a:pt x="392" y="492"/>
                              </a:lnTo>
                              <a:lnTo>
                                <a:pt x="406" y="491"/>
                              </a:lnTo>
                              <a:lnTo>
                                <a:pt x="420" y="489"/>
                              </a:lnTo>
                              <a:lnTo>
                                <a:pt x="420" y="489"/>
                              </a:lnTo>
                              <a:lnTo>
                                <a:pt x="420" y="48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3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AEA1FCF" id="Gruppieren 15" o:spid="_x0000_s1026" style="position:absolute;margin-left:26.05pt;margin-top:43.4pt;width:122.15pt;height:53.25pt;z-index:251658240;mso-position-horizontal-relative:page;mso-position-vertical-relative:page" coordsize="57543,2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8EfXcAAFfoAgAOAAAAZHJzL2Uyb0RvYy54bWzsfW1vXbmR5vcF9j8I+rhAx/e83XuOEWew&#10;naSDBTK7AUbzA9SSbAsjS15J3e7sYP77PkVW8ZC6p/hQbnWnZ1f5kOO26xbJqiJZLFY9/P0//fTp&#10;5uTHq/uH67vbd6fd73anJ1e3F3eX17cf3p3+69l338ynJw+P57eX5zd3t1fvTv9+9XD6T3/4r//l&#10;918+v73q7z7e3Vxe3Z+Aye3D2y+f351+fHz8/PbNm4eLj1efzh9+d/f56hb/+P7u/tP5I/7z/sOb&#10;y/vzL+D+6eZNv9vt33y5u7/8fH93cfXwgL/9U/zH0z8E/u/fX108/q/37x+uHk9u3p2ib4/h/+/D&#10;/38v///mD78/f/vh/vzzx+sL7cb5V/Ti0/n1LRpNrP50/nh+8sP99RGrT9cX93cPd+8ff3dx9+nN&#10;3fv31xdXYQwYTbd7Mpq/3N/98DmM5cPbLx8+JzFBtE/k9NVsL/7nj3+7P7m+hO6m05Pb80/Q0V/u&#10;f/j8+frq/ur2BH8JCX35/OEtCP9y//lfPv/tPg4Tf/zr3cW/PeCf3zz9d/nvDyvxT+/vP8mPMNqT&#10;n4Lo/55Ef/XT48kF/rKbpm7YoQsX+Lf9Yd8fQsvnby8+QoFHP7v4+Gf94XSYxuEA1coP+2k3z3P4&#10;5Zvzt7Hd0LvUmy+fYWcPqygffp4o/+Xj+eeroKEHkZCKcjFJfnd/dSW2e6JiDEQmw4dcgNm/SBcf&#10;IOeT77/8890l9HH+w+NdMK4nghz7ed9DZMfS3I/dMKlMumnY7/alTCDWHx4e/3J1F/Ry/uNfHx7j&#10;RLjEn4J+L9UWzsDl/acbzIn/9uak3/XdyZfw0YmTyLqMbEBzJx9Pxnk4PCXrMzIY/OBwG3KyeR4c&#10;bmNG1i2L1zeIaB3Cod873PYZWbdMe6dvh4ysn+bF4YZ1LzXaLbvF4QZTSWT9eOgdbl2uhm6eeodd&#10;l+uhHw6dxy9XRHeYDx6/QhOwN49foYpDN3r8Cl30ndu/Qhn7wVNGV2ijGz1tdIU6pmny+lfoY7e4&#10;dlzoA7PN4dcX+th1B0d+faGPzjXlPtcHzMqbGX2hjx2sdHvayvKR7K+bR8/++kIfu272+OX6gF15&#10;+uhzfSyuOvpcHd2h99gNuTqWnTc7hlwb3X6aHW0MuTZmkG0LbyiUgY3IY5crY+5ddoUuxoM72FwX&#10;c7fzeleoYth7pjfkqph33kwbClX0884Z7JirYu68iTYWquj2nuGNpSq8wY65KpbemxZjoQmsZtuK&#10;HXNN7A+e5MZCEYu35o25IqbJFVyhB3cFGHM9+EYiu3+a2PPszYgpV8Mwj45Sp0ILe09uU66FYeeN&#10;dCq0MHpym3It9L2nhanQws7llmuhc1eSKdfCwXUCpkIL3jqyz5VwgFVum9s+V4I3zH2uAm8a7HMF&#10;eOLf5+KHIJxO5dIfvH16nwv/4Ml+n8t+caWVi77zpZWLvoe+tz1NORKkCdCNnskectn3GIHDLZd+&#10;t/c0ecjlP0wut1wDHfaNbRXgCLQOYcQQnL7lOuiwMDvcciX4y9Ch0MLBlVuuhf3gLbhzoYXJk9uc&#10;a2HGIWN7pHOhBXermnMtdB32IIddrgZ3+cZxctVC12O5crjlavC55Vroht7lVqjBH2quhm50O7cU&#10;eoC6tm1kyfXQTaO3GC2FInBqcdgVitgP3mCXXBF977IrNHHAmWpbE0uuiX72joVLoYqDO/eXXBU4&#10;VnuDLVQxuztMt8t1McICtoXX7QplzK4/2O1ybUyuV9PtCnUs2Ma35dftcn3MOKR5PcwV0u9mb6J1&#10;u1wjM05VHsNcJX03ePbX7XKdLO7G0+1ypfTd4g65PGDvYPlOF8sTdu8Lscu1glXIW0m7LldLP7iT&#10;rutytXT+voEVL1uysGJ5zjU6lRF2fe8qpjxnT1jIHdMpD9r93rXurtDMHh6qw7HPpwscN2916Mqz&#10;9uz6LBhnPurBdRnhg2SE8Gf9PuaaqUXJivO2BMiyUSNi+cHib+cfLSR38dOtxuTwp5NzCavvQjDw&#10;892DhEUlQIcA4FknoTawAJUE8BxijFyIhyZiDEqILXRY5wxLEuIQ8aPdwOwV4qWpGzI1hRozr2WI&#10;Mu8CedsgZVIF8rZhyowJ5G0DlekQyNuGKrYu5DDllqGKIQfytqFKUCiQtw1VYj6BvG2oEtIJ5G1D&#10;lZCNkCMm0zJUCckE8rahDjrUoW2ogw41Bqyp+UrIJHSmbagSEhFyxDxahiohj0DeNlSJaQTytqFK&#10;0CKQt2l11KEi7NDSdwk7CHfEFZrIdagIHDSR61ARGWgi16FObUOVo3/oe9tQ5XAv5Di9t3RGzu+B&#10;vG2ockgP5G1DlXN4IG8b6l6Hum8bqpylhTsOyy1DPehQcRpuItehxhs/OvkOOtRD21DlPBv63jZU&#10;ObAKOU6kLX2XE2kgbxvqrENNV5T1PXXWoc5tQ511qHPbUOVMKH3Hoa9lqHLmC+RtQ5UzXSBvM2A5&#10;swXytqHKmSyQtw01nLmEXg5VLYMNZ6r4g7bhhjNT/EHbgMOZKP6gbcjhzBN/0Djo1XFqHHRynXAk&#10;aZJScp5ingCdu+HAEcaAA0VbC6roDueFph+YCyXHgbYfqF2Lt9/2A7XsDs589oM4ePXV75F48jTl&#10;5P70BCkn38tvzt9+Pn8UF9/+ePIFyQu4XT89+fjuNFycy798uvvx6uwu0DyKrx8pID+7WkebK83N&#10;7Sat3MZrP43Cvp9Lri2Ucc3AWcika7zsazzlxIie9kvyeozCvokSpyyhxD0/6edOeSK4wihjP/sD&#10;douoI2vVvrF1yRqIrSMvgFBKkFL6uT/UW0eUAWfbQIkbwnrrcnkhlMgjIJTqFfYTPLI6T00JQS4M&#10;4ynREWkdeQd1nrNJCak2hFI3/35EtKnaTyQxxNaRpUAo5d5W+jkQW+pwG6qUaQUzfdtX9Y6Uh0iJ&#10;nIZ66wd1xfoeHl91RAe5I5V+9unYYa3a11rXhbNHBkSd5x6GEXjisp9QyuWPtN4lr85ata+2jnQK&#10;pUxevVHY1yhNnsjNqrc+qSeEARFbQvJFbB3ZFYSnnkD7HZy4quRHucaRse9wvKlTSrQtUKYdyMZs&#10;Xx071rhAielMxo4Im1LilFptHYkdSslmR6dnzG4+jISnjghZQWS+Iw0kto48jzrPndp8N7NVcaeH&#10;W9w7ER0haSS2jqyQauuL+oLdAeeOmjgXuSCDLhEJJYRqcpJBUueoM6M7IGJdbVrCl9L0nmxaSEZR&#10;QhwvaxxndfZxuVhXzqy23u2RLlnlqAfaDpkpdULJUJDBTEh8qHI08SBXs06owaAOCQp1QpPjiAyO&#10;atO6YnYjG7UuWR0yXuoc5Q5BRo1LOEIYl8sOSS8vRahN90zgNpiejlqnAjJp6n00gXeYjlWBawgN&#10;JyGiGY35IOumzlBjFDOj0yP4IbnXtjDbNy7QNmGQn1NvV8+5uKQmdHFnmMhGO+vJFlfohF/cFTid&#10;tsvmlO4ddErpKo+EgXr/dMEZMbOqhqA7O7KD6nTQg8wnpD0QurgHDmRrmdVeZB+u9k8DcUjeqNNJ&#10;dhL61xOnZ9bdHBlHdX5whQM/3JZW+yenOllnsKdW6eTWVejIHnXQMA9CIDV2B90miHONFKfQKjlV&#10;HCTBTpRbd1cP6qmTtQWpUIFbXcDIIg5UdfVHJ+3n08T9vN4jPdOS0UnSKheVnueI3BG6Fl5MiVFQ&#10;xCJ0HWT21ekpm9lruB1F3+BzVw2xs9MbmU+dnZ7I/EQuV5AJm++dni/Z+gH3KOqLrEdwzCIdWd/g&#10;EkY6sl7CGQ10bP2FdxvpyHqObOtIR1wueOqBjvlwiY7sc8106JfYMttfOw3ws/3a5Mf2/073EVl0&#10;agsm6mRC/5B+VqdTJ3hBpLHKTyORcKAIoWTHQDCSqVbnKBlBgZCcSO0AxaamejKS1FZteImSoQ5w&#10;M53udMzztnEwV97C+zgckAXcRI1MueqIQ66NiHokPn9IJhHCibhRnVQLBEKctqp2Y9GEiUU9dOHC&#10;QbDu6dlMwQpGRq2uBaZM3WTlOBIGs083Weac2zc66Ujmi4TI1quOukdoL3A8kONvL9nSIkfU/dU5&#10;arwWYYQ6IRKAlCPst6YZ8VhD00iJqxPqkQjhk/qoB0kYlsHMxCgGvfDqZuxCtT4in1A5km1g1GVW&#10;atOqHCfN1OgWhKRqTSPzMDaNzMIq4X6JOwGuM+qDMecU5lYnFIWIHCUHsdr0rOGqXi74aoOZJWdd&#10;ONJzMqKYkZCExhc9B/QdXO5a04vmXPSyE1YJYdixaSyUVUITODIgq4SQirLsaYhQg0YIi9cbhz+p&#10;ykHuHmldN5B+YP20i0RJl6zzRBJpFNJA4gTYfdWxHMmMkNTLyBOplaR13WJxxUL6CYuMPOlGgjRN&#10;pSSzAvu68UQ3agaCq8y4EPVyN1CntOsQpGwSSpPSgV0e9JoXges6Yp9iQsHkkd5JWpf0bpnAaz24&#10;bU32TYF+tc+FadN2ChwpyNhXSnL5iouVOOOyK13rn311Kw3XwxjRr0R5cXP3cBVNQS6rQ3JpurWW&#10;y+6sgvzh7ub68rvrmxu5q364//D9H2/uT348F8yF3X749s+qqoLsJuSp3t7Jz8zi5OdABNCLccEG&#10;CBgK/76IKX/bL998t58P34zfjdM3y2E3f7Prlm9xPTMu45+++w/Jiu3Gtx+vLy+vbv96fXtleA7d&#10;2Fbkr8gSEYkhIDrItfwyYb6FcVUGucP/tgYJAIfbS4zu/O3Hq/PLP+ufH8+vb+Kf35Q9DkLGsO0b&#10;BAEAgwgIIEAMD2+/v7v8O8AB7u8ilgWwN/CHj3f3/+f05AtwLN6dPvzvH87vr05Pbv7HLdANFlSF&#10;YBV4DP8xTgc5ldzn//J9/i/ntxdg9e708RSpxvLHPz5GsIwfPt9ff/iIlrogi9u7/w5QgvfXAhsQ&#10;+hd7pf8BgIXY118caUEWzQhakaAWwvolggIew4tBLcR1NKg4WGjArPjlUBa0xkTb+/AzURY0Y/6I&#10;G5b8VCEn2RdZLrqkohsCBNanRIZ8Ca9v2JQSWd+MsqAVB0d9w+K9cmtGWdDS6iNu8DdXbs9GWThi&#10;J97myq8dZcEbrNzgrvyejbJw3L9CF3BhHc2W5R8JZeGYX6GNdpQFLf445lfo49koC0f8xLNe5deO&#10;suCZsoSnE79noCxo0dBx/3J9PANlweWX6+PZKAvH3cvVIXfkjrnIQTCJZUF5dyiROmIn8d5E9myU&#10;hWN2hTKaURa03OqYXaELv4BeonxpFAll4ZhdoYrnoiwcsytU0YyyoPWcR+wkqJIGgTOTV8AklxGJ&#10;brYSx2N2uSqaURa8Ve/rUBbcoeaK8Mub5Wy9jtRQFo5HmuvBNxKJ86zcDGXhiNvXoSx4cpOjWmoU&#10;RxFntm6jLBz3LZ8Pz0VZOOaWa6EZZcEdaaEFFzcgV8LBEKqOuvbVKAvHnHIFeOKXY3LSkmG+HLPK&#10;pe9WLMoNRuJ18GbAz0FZOO5YLvpmlAVvw5cIUBrAc1EWjvr2s1AWjrnlKmhFWUAx9vbmJ0kQaaT+&#10;MiR3dYkMcT6PW66FZpQFrdc+GunXoSx4k/PrUBa8s8jXoSy43HIttKMsuEPN1dCOsuD1ThJ5VuU3&#10;oyx4apWg6cruuSgLR1Yi8eyV3XNRFo7ZFapoRVkAkNv2/JJI9tq7dpQFTxdfjbLg2crPRVk4EmAn&#10;d21pyM9AWfD2iZDgsTJsR1nwZZgr5StQFo7HXJ6wn4Gy4KqlPGM/A2XB29N+NsrCxqjzudI/H2Vh&#10;g2OhmWegLHiLzdejLLjmWJy2JbTuOLSIARcTofcOoFKYtc4YCZdnHBG5fkVZ2ICR0OunV5SFI4CN&#10;V5QFD03kFWXBk4zmKJ6l2+l6obfe+J+l1Mc6uaaXvKIsHM3VV5QFzyI1V+Qs1QLVTUyzg85S2gIh&#10;j7mnZ+n+vk6uKaivKAtHBvyKslCDr3pFWYiZEvXZZclR8OUs6Yj9QKfv/x8oC4gXE5QFUJSJNhWU&#10;hUj7HOwEkhKEdxFwakP7OAvVk5xAiROjJDk1oCxY4hQpWJVHVTRxiiSvIhcg9rMFZSFKSfIC6mlb&#10;i24NLSgL0WiRslZPDsVbDjgPipQaUBa0ny+KsqD9/M2jLOjYOcqC4UYMpGQRV9Mq+QaUBUQxRUcN&#10;KAsqz/93UBa0EhmApyGCgxCFpf7ZV1MVJ8MgaUBZQLBE5PmSKAuGa/KCKAu9riEvi7IQLVkyN+qr&#10;zXNQFrSQoQFlIa7JkudRbx2pkUFHL4uyoK1zlIU4NX/bKAtxqjegLKjG8aZHVeaSDCzT4h+CshD3&#10;1ZdEWVCOtCTciv45yoJa5AuiLGgfWa0XXh6JmnlBlAXj+HIoCyqeF0RZUI6sFAZJOUE8HGUhGjhF&#10;WdBqTI6yEPmxKstZUQeYMzbrAZdVgc5aCtKMngD5WBZ5hEErt87ULnFZDOmKTqlmlIUoP1bliyda&#10;gn5/fZSF2D+cNeryUzAZVnU9S66T+B0plGl6sG90ZV4eZcF2gHqly2zFfuRwY/hgpKa+GWVBraC+&#10;Ox0kDw/CI7UtUk8TNjHCTQvOLAZgCrBvVMSvi7IQ9/N6jxpRFiIrIiqtKn0ZlIW4VBOLaEZZ0M2J&#10;oIK0oyxEm2CoJebxsvmJLJc4j0nxLOqeo8mS9eMfh7IQ+8fWXyvpY6g5cJfDeNn+YGgMFGVB92G2&#10;z3XNdHFesP21HWUhyo/t/8jzDnLhKAuR34uhLJhry1EWYgcpyoIdSFFWX90RDZyAgizowZGCLBgd&#10;QRxQB4qDMSg/5njbOBjIgsmFYyyooDnGgvbwBTEWlCNy6qq6s9UNq1J9D7VlqwFjIdp1A8aCLfzE&#10;vnp5riccVUlN+38OjAUdzOHFMBbgYEYniHhyvwTGgpoZ3mSqmtkvgbGgk4tjLOjNADtYCoyGyPEF&#10;MRYMyIljLMSp0ICxEK1HXoSqClwwecJgOMaCNU0xFqKuJaux3rQidADSt24UkIqO5kUxFsz9w/ZQ&#10;OwfjRSxtvQFjIdpaC8aCUaZ0ATtk2FcD2HjmPSqoAWNB7bIBY0FVxDEWLND+khgLZu0Tx1jQfv6D&#10;MBZU7w0YC3Er618UY0HtswFjIfZTEkHrlmzICfTq9VkYC7GfLRgLL0D5irFwe/qKsfBbx1jAcvAE&#10;YyHswi+NsQAMLIlGy/4dTl6/ONAC1gW3XCBLIJf1JUsgz6ERsKCnQgpw85LmsaIlMqRqeAnu2PAS&#10;GY53XuEBRJTIBDHH6RscnESGjHiveANuYiIT9B+HG6IKiazDpbJXnpOR9dhlHW6SbL6yg7PmsCvL&#10;QOAzePwKRezs9V01oxXK4kkRSOfyK1QBh83rX6EL+HNe/3JlLPa46HH3CmVIWaDzJmauDSCVeb0r&#10;ij8AZOawE6c5aeMweXPiCcqC+wZo8bwm0OOc3hVlHwIu5/Uu18WweIMtaj4EJs9jl6tisBdPj1QB&#10;sNpVJnhXxIPQEKD7JDtgE3qDzVUh0IVO7wqIBSm73a6CewKx4D68K68mpt4hluGxyxcoCXV4vctV&#10;gUogj10+KwQY02OXqwIYnh67QhUIP3nsclXYM7FHihV3fRVJI8KCvVh8xK0EWPDrpAuABayfzlAF&#10;ZXvtHEKazlAlOL/S4Q3ibTMpEBYQmfW4FXo4eCA6AviXGkV82eOWqwFha69vuR4QJXe4FQgLwCZx&#10;uBUIC4j1e9zK+eCNtERY6L3pUCAs4GLF61s+HXDv4vWt0IK9+H5kcQL6mrQAjG6PW64Fd3/FizEr&#10;s4O3xiFQuVLZO9ZHHSvwFdy9Rgo0Uvdx9+jITDKjEplnaQXEAqDnPV65/P2O5eKHI+oxy8XvSyyX&#10;Pq46PGa5+H1dyvObSRgz9t3t2V6CLLh2JrDjKzcXTaIEWXDngJSVrNxmb4cRKMhE5s9PqTpJZHho&#10;wxtprgR/7ShAFircci3465okJq99mz2dFiALOM8481PSPVZug+dzlSAL4ohue4QCoLmy6zzrfYKy&#10;gOOPw67Qw85b2eQNtdSqXEh57Irp0LmDzRUhD/047OSKPTU7u+vuE5gFd4uRC7WVnTshnsAs+L3L&#10;VYGAtGPDJcwCnpHyBpurYjl4E0zQTtMg4GB6qpAo9Uq3w4llezGR276VDo97Od0L0OsrIXDTHYZP&#10;gRYmbx+UW4Os6X70vJunSAuDe/qSnJ+1j3gszu1jvkzBm/N2/vB468oRj9+5HHO94KLD72OhmD02&#10;9m3FIICfDUYe+/M0Ux6y8Tihx7E8ZSOt3uVYaGZ2owDd03O2Z9wBZn+VI542c/tYaAaPS7p9zOdL&#10;t2DjcuQoaUapaXks0+VYaGbZe6uhFE9lHH24Hvj/GaGU0Xh9LI/ceMzU62Nx5payIJdj7lhJ2ZDL&#10;MZ8zQGr31rFXsIUHeZr3DEaCwOWZ3f2RgjsYgFBj5jUV9GHeBXIrZyDcobpAblj4hBwzJpDb3Soh&#10;15Gma846ud7InsGUW4b6CrbgFXC/gi14knkFW/Ako0nbZ+ll2PpclYO+rAQ4yrfM1VewBU/ur2AL&#10;nmT0jZgzHB1bTEwfJDpLTwbXDViTr89w9GvhrqmUZyknjXDXfTW9W03IdV/F0aypM+ZBtLoQ5kOk&#10;IvF6d8K5KuzzqSqS/cD8iPT4LPuBeRLpGS72A/Ml0osr5AcrSlWbhqVONjo3qe6HtWCDTo+xsR/Y&#10;oF/BFh4/6ssd8k6I5HXIueH0xcAW5L4+aJNm5yTKltygyLOFMppGS2aSZlDRbKe++ZWaXp//bcjK&#10;an9NR/epnr/Q0/7qjz672fCSUHvmnKaFCCSirqWWV2hfzS9EZkKwEMk9qFPixjlS0qxBKw1BAj/J&#10;SHvGC1L6iGTPX6XCOiQrGM/CRNqDUqajmUnHviqlndwoCE/+IpcikzW88tWa1bq0Jsou+jgeT72V&#10;m0kZDn0wTQ+j9Ak2e+ObJhy3PxNnxk6TonXHok/ZIVEjjpo9jrc3gbNU8MmK41lyefOTgKM+AUYf&#10;GRzVejqWUo8EkDBq+hBie9p/cyGBrkKSDVJdWwar3GDFDr0W/dInKtsfvdQX3zr6jKYGWjr6MKcV&#10;zLKnPqG6qBn2eGin7wHyUpnmB06bn0yVhBisFMBgMKfclkb72kai5Tx8H4nbCH8o1vANaFkUKilD&#10;H1mhlT482dHCLe0hLQRT2TAAhuYCNG2XFr7FdQxRcbJlm2BYZV64nREt0weVdT/AmhzSGXzgnSH2&#10;kb75rM4PrW5sfZNapwqtvlS4Roa+kKpScVCOZ1Ize/uq+TdXm0Z3q7l6NZ3CrD37WrtxDeHVtdHV&#10;4dW60aZp9a++9srQF7Bkhbk5kLeHOw28yYvBVTm3Vk9LJpd4OKwaG0/0BjqCvtBJAqHwQ5pjtX+6&#10;S/CpGQ/ByGGp8lPQDDwMUyVTxw9+S61z+lwrpkiNSiEVCAKApHFCHgRNQN5Lk3Wl3q/Iqi7YuMTX&#10;J2EbMkMjlSqy3ivkULUMsBWmQhVERI9cq9Ao0eNBQ4HEKGZ7mZyYmKzQQZfMYm1Gkc1p1ksINqOQ&#10;vhXaZfgLs8bi2Yy3AwjFb9E5xVYk8b/DTCAr3KxBBrZizuoVshU44e5AjrXpbLhAbIewExzDX5jV&#10;i2I7WDtd3JkY/oLhEbEd2+THPIBZkQEpnpPudBQfSj0ZijelnhFcqHpoJk04+qC6rbIcZMsc1hSf&#10;Nm/CvtGrQKJKnOs9AwLT+lCKrYB8KOVIwBpS08z5nvXYT735WeNBkh9Xnym2wlHQNyyVYSmkc0rX&#10;QqT0E11r1IhD3ekqh9IEMhhdvuD6E8J0CsVRr7aQCDZk3AAIZKDVlHMQQhPPAUe9atN2rsVTm3VC&#10;BZuRfL46oUVFDojs1ZpGFp4qm+FDAmpbp5cYe52nYr804FiaA0ixMUNmWPC10t21TWr76pEBEyEq&#10;cmbOMbLBIiXFBUXSoVISK5KiP6WEKVelNFogV0Cb65R66pMExDrlJGVK4sfvKI5Jiham20uTo31V&#10;nkhmjDwpxuzegu2QQr2fe+A2hH7i7WBCaRcNSGwklHrZi/Awad1cZEAz1M8KiJrF2dFzbGE9CTbg&#10;FeuVd08xkG2z6CmuslTmB3lyrGbD48Mr1XV5Ivky8kRyJaE0yY8EjgOasfMonPyqzSNRM7aORExC&#10;qZhuPcfoNpvnuN977Sdzx7pn4JPbhR3HPFdoJYqjDmx2nUd4+K4qJaSA6jkD77ozSuXJMeQ1XIaz&#10;Rt2W4rWvnKdROk1aV570Sjfx/FmUr4ALr4ALd/e/dcAFbMBPABeCB7YNuHBye/fny+vHv91d3z4+&#10;IDgV5ltBKv/x8Plv9yfff/nnu8urd6fnPzzenf7h9+dvf3p//0m+d+/fSxJzjyf2dnZlt9vv5wjq&#10;uAIxAL4HB1fEIi8wufGewQjfKy7rxunih4fHv1zdBa7nPyIdBP+cvbi3luLDaUvZ9wMqh76cjEtc&#10;+nOABWxJiQpXLFKFIh9pNCeDwBKZzwwrYqKakMa/zQvn90TVDeEh0q2eQQgrmd8z7GqJbAn13FvM&#10;sAInqsowsUmtZEsoNt/iBh8mkUkd0JbEiuKQfggPoW/xKmpDcEUjdReb/HIV9GMoIt7klyuhMlSk&#10;b6yDQImEFF1s8sv1MIei5M3u5XrA1bDUUG6ya9QEQsBr9wZ5htbhl+sCHZNy3a3+yS6YdDYso1T/&#10;bPVPzvSJrhtD+e8mv1wdYyzz2uRXqgPvlDv9y9UxYpnw+perA2htUqu/2b9cH2Pnml8JwzCE8qlN&#10;frk+kEzg6UNCHav8etjBdv8KHIaxP3jrk/jhK78ulNNs9a8AYhgjtsuWPvCUTcZvF+BYNvkV+pDK&#10;y217kehc6t8yeuqVbKRENiJ5ymOXTw+EvD3pFdrA+zseu1wbh4CyszVYOeCvvcOjVg67AozhgMV2&#10;W7cFFgMwZTzZFWAM2Aw9doUqsEN6vctVsUcZvdO7UhUBB2DLUko0BmjMYVeoAulmXu9yVYxAlNhm&#10;V8AxjNj/HXYFHsPg7tsSZF41K5WH22ZcAjIAKcTpXaEKJG957HJVAD7VY1eooju4g81nhYAZOb0r&#10;VBFBQLY0W4AyIGDnsJPQ6Sq7neuoFLgMgIDZ7lyByzAsgM/Z1kQBzBCq27dmrARxUt8GPJnjccsV&#10;4clNciVWZofRm69ys5HoPBORg34iqjgC8tRRopMhOnIrsBmGQ+/NLwmuJH5DKKfeElwBzjAc3JVT&#10;wuEruwBqscmu1AO2p22tFvAMQ4Cx2mRXaGIOuDNbFixh67V3obR9k12hizlU3m+yy3Uxunt2AdAw&#10;zO6eXSA0jGh1e0YUCA2wYc/sCoiGyV3XC4SGQQCltlVRQDRMo9Rib8lOgoqriKXe32GXqwKnN49d&#10;oQrfjCV+vzbrmrEECFeyw+itJgVEw+wuTgVCA853nuwKiIYIAbYlO8mTXnvnr05yNZzo8MCNIzsB&#10;UE9kw7xIxfmWGcsdTaJbBs89kWzdRIaDmTvYXBULWt02lBKgYcAZ2+neE4CGnesshkKitYcz1sbt&#10;AT8BaOhccwnPumYcA0Delgg7ye5IhEjv8zbHEqBhOASAhm2OuVbgW3pqQe+zpodh8Wy6BGjwjbor&#10;juCDP0mQxpi1XGNYeFMTDnOOXiQ2nKTo7ZQlNsNYY1copdwrkVL54VKrgs6lPChEblBSpX+HP52c&#10;3x49g4z1AxGmMwsz10uwMGwhtjh3nRhzX4gtLF0nxswWYruvqxPDPoTYAvN14rWQTQNohFzHmC7e&#10;CbmOsrWGTceZLiYJdx1pKjOpk2uE/xUB4MjKNRv9LD1gWxfkKwKAV1Ws1/VnKau/LkhNTzlLl9F1&#10;cjn0hjWjbTnSzKmzVKtGuNuK1LYkaVLlGXJIYuSdcNe5mrIo6uSaj/OKAHA0VzVL9Qwnrxa5vyIA&#10;eHP1FQHAk4zW6Z0hHaDFxIJnL+uSeO5tPzAvImV41FeD4JfHFtoWJ6u8QZfalqfgVccWGge9Ok6N&#10;g34pBAB4spCWuq33VxePJzcCVH/yGP7//t3p/enJ9+9OvxdVnL+VCniltWL4cPyQYvhwJhWiT3c/&#10;XsXHSmPuFS4Iw05jh1Y0uZKUaVqTgq/MpMIEp+XIcodwdjQSY2Tf2HYi1OtVtxZK+bWR2fWwtWXf&#10;ss02KlzZVkcgKc2yT9e5db3AglKyWW5iQDXhxq0mNrkhjgJmAtlQrknDvq4VGIF9X47QEmJyS4vc&#10;5RL36cg8a+zTu9pMCrhyw2mRih+vLeHQy8lGTXPKZozJyL5xNCjajQrllIvVGcoLbDXdy7V5lBCl&#10;3JCl9c++vtSNwr4vSenrXy7dw+hwq65icNXfyW0UtDVida5KrFfUhZWnDcq+qq7jxo3Avv8AQl9Y&#10;cpMQTWGdAJ60tmhtUPaNgxsOWicKo7X91Cjsa5SqLFDWc4YlWcF6Wi/Wk3sbo6yrFRd8tlSQPH7M&#10;mGgpsJj6wipJENo6KdECJIDtSTgc1cxvWKxmeiRFaWPKkx+RElzjKckV2k8UEdYpNbcZaQL1fo47&#10;dZJpkQcmXIzddAOC5NXWkbQR+8kgR1CqpSMacNtX52n1G0M6eZtd2jfa52ggKt1AcsUlGUT7Cc+t&#10;2rpUpcqqg3JSc0+tVftq60AGUUpinyOytJUSycP11jVXHC80Eyn1Vg6D/DrC0ypDWE772JstdVgi&#10;6v202QGzY5QqT4TBGaWuDDsoq9661qXBTpmUtKIQtwZsRImSVKZIok3U5o5TxvUbCNtsQHGxQTIN&#10;IdSa/IV4kFCl7bPM4nS24WqTNK1J/1KUWteO2vCMtaFOqOn5M3GJRjFxmZMHknaOaR79QKT91Js2&#10;zIIDXWJ0u2LQJ/AZo/UemJnLPAiDIcW/SCKKg9mz6bDTIguk1tZH3U6oxRhIUKpztKP2nmySkt0X&#10;Rr0n1ZLYJ+JU2NMlXQsxkPVE+ihpF7CePXn7cUSpWSCciLeTzGwi5URjrxvphLlTnwpaxzURsABs&#10;JVGOE6k6Qrpi3PEQICBNaxkV8rMIoWqGlX4igyvKEfsz4xgHA1fvxQhj0wMfTBTPAIewrhmd1wNd&#10;cfUMyormoZnYRwaJA11HN6zHEl3vo96G9XQz1vOqvO5d5yh34pgzDKMjTYWOqRDYWoGjADVVm8Zt&#10;eSSkS4pGq6gLIvWBMhhEaUjTVndOcP6wmunhIAVJzTe0r3mo2Nqk6QQ1a/9uX6XbaYUxcxR2tpaR&#10;uYrMvdBuutCx9uxr7eq5jW2D4urIODAZasobFtUyqXCVXMDAD2UfdX5W/szaTYGYOj9DPiAhhXRK&#10;rYt5sJLJ+hoiyUVhtHXLxxEqWlV9tiOpo4lsp8sM4WZkNIT1nAjDcdzC7M6+0f5ehmctgqK1zEiO&#10;VMPwAyhHpNZX+1qf9WJ45WkE9jVCLWEfyF6NTCLdjGDF1emA3M04DQlaECwuzv+BLPQI3GjTJM4A&#10;U9edFWtktY+zZMzLUgEvgBDqmoK77TqhenpDgpA3QdtXBT5rfBcps4SjhsAwKkKoUxKBI0aoPk+6&#10;o7K+2df6qKAT8A0Zx7hEIjf1pQnJao80Vx0McTwkHzboGgmvpI8q8BGZqHVdqwpHJEDWCdUoJoKL&#10;IUm2oY/IoiUc1XAncm5NU2Fiu9ysAFkTVuz6YCQbD3MGqbl1woNGZBmyEJaUaD0TgVxCNDgeRyfi&#10;KgwCFxL6SKBNsKZH65mY9SDdMXJsJeQrbvMa/isS1rYnKQcS9zAJ39+ejkhtYbHvk11n5WkE9jVC&#10;NRGJyNetU90XJD8TQqlglOGQsAFmkI6brhu61woSVb2PGqdBRjUh1CVrxkyqc9RLbi0gdq+u0z0F&#10;i8lJFncQD9K0600vKnAWDkTitXLEUag6GBmEaGYBEludUFci5H4zwjjLkSfCRqPRuxbKuAwiWts4&#10;HiSTEDWaiBArJmurSR0xLbZcqyKRlU3Gnu6wJFBWFfxsORVytqxTargPD+IRKaW7to7macAlEPuQ&#10;7HfSuvn2HV02dDXo2G3Cej5iwQHJudd+Elwm7GtxiUG4tX7qx3kq8SQ6sg0LPBsp+SLcvKz/ioT+&#10;jiUZ+1EB/Eo6piaJUa20tgXZN25FibJu+anxRjLe7sZorGf21R6+CKXJFXuJ5G/94ff6h5DThT/n&#10;OBcPdzfXl99d39xITtfD/Yfv/3hzf/LjuaSH4dbr2z/rLC3Ibm6F+PZOfmZLiPzN1U+PmjaGP538&#10;cH/97vTfF4Hl+LZfvvluPx++Gb8bp29w5T1/gzvqb5c94kfjn777D8Hz6Ma3H68vL69u/3p9e3Xy&#10;06eb24e3+Mt3px8fHz+/ffPm4eLj1afzh999ur64v3u4e//4u4u7T28A/nF9cfXm8v78y/XthzeA&#10;Dtq9+XR+/QoU89sHisG6+QQoJvgMBfoLTPLzX+8u/u3hFwKKGXAIi7HBFScGiQM7uZSPODGAoEqF&#10;KD8PJyaUYKMwKXplOQIMvJFU0TTEEuwpopPlVNg9EhUi8FIgtckNck10B2CZoLRugxuC34kKd/xS&#10;qLfJDXJIdDjjOtzgHiYq3AhJKfwmN+z+ia6LtesbfcPSv1ItoVhtkxt8zUTXh9q3DWaSc5uogKIo&#10;rx1vchOPNBEOsXh1i1+hB/hbLr9cEWOsD93iV2hiFyAYtvuXq2IPum3FCgJtGkZ1vLkyKuPNtQEw&#10;EVe3As65Noy3J5wOyp1GosMDRlL9uzlgCRkmwm6KFZgbEpToR6Kb5OFrj2GuESTzBOyELYa5SqYI&#10;GLPdw1wlOE2Eis4thrlOpvjC8TbDXCeHCNuxxS/XybiHbXkjznUyAYho22ZKxJghoBRs9q+AjNHy&#10;843+SWQmaWREwbjXP3HyE+EQK7y3+OUKGfcBIWe7f7lCBP/KGW+hD9QiuP3L9YFXtzx+rfqQS940&#10;3gBnsTFauXdJRMiwcbUrgcSV0DM+OXasVPC7vMGK558I+yHU1m51L1fGsEBpjvEhyLjyA+yyIzwJ&#10;vaRmAeHmKkPOjonwsPdmrySsJTI8suGLL1eGPLa+bSwlbEx8in7T+ArcGFR7ewIsgWP2gJhwBFgg&#10;xwB63BsxYq/ZiCMe2nYPc42AoTvkXCUS/XF7mKsEcQLPpOVJkVUniMu5DHOddBOwybaVglDuyhCp&#10;Oa4RSpw/tTwdvElSQMgcJn8PkeN+4td7Nl1gyMxTwJDZ1Ihc3TWwy/Wx7P31uYCRQYzFcxIkay81&#10;ixicO+dKKBnFftlYFCTamRhiQQ2gXpsjlqhSohSgk20FF2AyuMZ3FSz3XIkf4AZchvkkWcbF9QML&#10;PJmuWzw/RlIkU8MLbkA9my4QZRCl8nZhKVlZGfa+pyXPXCRCCNubxhLqS3Qzqq28HhaoMohgej0s&#10;YGUARO6ajYT8U8tInPFkWADLLEgdd3uYzxM5zzhmI3kha8NYhF2tSCbMSulPFakOWOlQMuU6MwW+&#10;TDdEfI+NuVIAzIQ54o1assnXtneuf1RgzCBe6y8QBcoMLu8cMRYoM5hTWOicPUoOyqmLe3eTl0h2&#10;IpMYuXuMKJBmgJfs9bBQy25/cN0aAahOTQ8RdXJDK6EiNdEh5O6PuUSbGYAQtL2GlWAz0DQWJ0eM&#10;T+BmXE+zRJuBZnaue/MEb8bv5BPV7NwpI4WxmSh9jqVuKlOmxJvp3cW7xJuBXIG36EmyOMej9shT&#10;jlwXZfoeaizz5ewQwYW2TKgEfkUadKWX+bxBkNTtZaEdqN+diSHhOx+Q5zvJIzbZyMMG4goznzxo&#10;wdtqQqZi1jheB3EVVJ7rBT/VmT7FwR5Kr4hTymfX5n1HNOSHr4S7fYAe3HRUOsGKXkmnIlyFKPor&#10;NNAG9tFa4a4XB6RIH3MQNzdnKSGNkMOHC+R2xUrIMXcCud3MEXJMi0Bud9d1cs3NfYUGOoIb0cSc&#10;V2igI8loWehZyr+qm5hmpbxCAx0JUt8oPUvJAXVBSrhApnbK7CTkuiylRCRCrstSyvwg5Los4bAe&#10;b08JuS5LqQioTq55R2ep/oGQ61BThhQh16GmUlRCrkNNuRGEXIeasofq5JrKcpaStgi5DjUl4xJy&#10;HWpKJSXkOtRU7E7Idagpj6xOroVyZ6lGj5DrUHHcazExOe7J9MBhrolch4qjWhO5DvUVGgg5EtDb&#10;FmZkOOAE5wPHlxahygNn0Vtp9Z3kcBJbaNMyIlX2gzY9h3NFbKHNg7LyprMuFb3VzRpXxtql9GAn&#10;+4ENOlUAhR9IEszPwkOKJ4YAiCQHQcl+WVNqLfE1to0bfdXoSlFm/SA1LAyLFYQauEsr3ZIyF6w9&#10;+5Y9bKVDQLmehxh32UaypELrlH1j5xDKRfQL5tRKt8rZGNm3HO1vh87ytI5tp99JMBGDz2TpWQ9e&#10;vGiUO94QjFOavpbWTqjwEPIEXly2TOj2jcLH09JxFwAmdJ0Qz66FkctjyVWOuL+PhMl1sSbtq00P&#10;CkwxkwIgPDARhU4fqBsVZWkmtfWSphP6iDyc+mBGLQk9kLxYvAIclX3AUlgVz6hlq3tSmA2orChH&#10;pBEQjlo+tk+rtQnavipwAfwR452S62QE9jVCdWtw30aalki4cCQv6OJl8mbCKEdWUoTcqGgUrBwd&#10;hIgXoY/stXDJtgqESKcio5arKHAc0inH5Gdfk6OicAwk4x/WEwczkIcqk5n1tI9at96ns5L1zb7W&#10;Ry2FYcXj+Pc4aqxWRDw6CymAmQha5NixwQx6eOrS0cwGYV8dDPIGI0c2XUUjoWmCCyNJc5GQzeuQ&#10;miiDYSrs1asgFRZ9L2kGYEjQKPCsrK48xGrxnm/gR6AR+s5Kx8iyg/e1Az8sfNUFT8oUZBwEaQGX&#10;DDqrzEk13dpXdSzPEgs/Nqd2kvchdKR/8si80GEe1MYB6Dqlq/taQBmMpsX8o0UrKRhdDz819K++&#10;7yIsHuky18QkZ98owW6vwBLPoNzFVxvhnxsv+yrPWWFEcGvB5H3sQhkv+5qmf11K3+2TdE21OZtk&#10;nte3QWqjsq9KbNEoIlI8ieHZLkJqnWChcSXAFXeVI5781e0mHYGsb/Y1Dchdi8whUmAGnBAVEFbq&#10;2ixC9kS0UpTyEEIbNYygzlG9Q8DrEULzGNLJ3EZrXxu11nfhjb46x3A7DPGMpNYda1tcs5BuTDjq&#10;4WpMgTzrm321jzjoBs2gUINx1EMsG7VxREZgI0e2AttJkRUhJ/FMpHAfhHENnpjzvFMV7pljulOU&#10;yX16eMIEbV8zCt129tjO6vaohsugrjAV4uRC0gXhqIgfe+ws9aYNZYvJEblJwXr2ZBbiaXJ1GlJw&#10;1sRi3yge7HrKkbgryNuKK8WezGvcP8dFih2U0nbWTMhX3KPl3kZrXxv1r0job0+S/R/UmW3o3v6U&#10;0AsyWhuUfePgVkrBbqrZ3WAumaSutlHOZNkaJq1IbSZEDmlb082EbBvFFta23yZC4uolPbbSUR0m&#10;jr8SpW+j46S4h1b0BFfSs9EtWrNN+0YbHad04IuFWa6DOkpwVlwZtF9fbkfZCpSyvt6iwiMeMcCz&#10;7vaMyCZXningbSOxr47oYOXyDCV+TIXLSJKsmr4U82jrpAx9NIARYKbV3a5R4D2DlCS0U1sdEH/R&#10;1vEbQmnYbyNxIxH8iftSJ5GTauuL5oN0KDkglAoAg1LAugcEcBrVu8QR661bWf/IQE4XyYcU+xzI&#10;Goo6JV3tJSxSa31C5ZPyJCcCqc5SSuLeINJn/YSh1ls3oIKeWAhKyHR2CGxtnaek1IqUeqJNBN/V&#10;6hjYISjVlrp0cWpz0r5xbgJ0U/vJgApAGR1+ONX1NQRlbDoiuderjj3kyMnYxWdtpCRgPVJEF+WJ&#10;JOZWngSjdB3RjjjfkFK0pQWzpD4guyAh5ydwjFpnGCtQehw4UjzrTe90pZm5EcfBMCTlaWfXGeTe&#10;A9BWypGsR5iT0YJnZkI7qf2CCckyXxW4rRwMclmKJiNHOnMV1AZFPNWmx0WjwqjoIoQKXXUgd1w4&#10;IuttD7kmRfFJFPiBQQUvep5nRw4gX0TxsIMWXljQ81NKJ7K1x77qH8x2fiITFrcZcdRIpa3LEfWs&#10;QYV7MrHxukJc/lBOUOcoV1ZiZqhsrRNOOrkmFJzU7BG7vHKkhBrbnEiYG95AHPXExDNqcuAE96Da&#10;RyD7xlGTuMiI5x0iITNcAUYOcmRuBtDZIiG5fBjl9YXAkQTLcO8ZCUdy3QvYhGi4KAmpiwfVL6Fp&#10;drMH7yvqWm5KqwK3Z3/k7rWNkC0piWMzIcHNxGBUPAwMe1CoWxRbkcEoEhDAdhlhtB4AjxFC1TUK&#10;wgmh5msygM3RLuxQ1kM42p0rW83kKRIxXLnhq+oalcqRkKBcImarHEnwFvNfL5KYUeDkGJsml4p4&#10;KEabZkdR+ArKkZzw2gn14lMsvSrHKQ2mHrLGwdr6SMxMto2gQhhwtWkACSgh46hXbQOJoGKtV45s&#10;SbEtjh2tsIjpqInrOqIgPg6GhKzxmlfcFUbmfMx2mcDcmQRPzRapWSrVMbnYPQYSSHQ1IxdHOJ9H&#10;gbPFfj2mkX2mnXCneTP0jCavF8qoBR++Zo/wcZUQ7mGNEK6rnrfJoQIeaRQPiYIitBKX8JSnbc6g&#10;fc0p1AM0SfYYZ22XbZizBqHYindQe2AGZrOFYBuOe3XzWh1MsjTt9ZKMrDfyjkcwhLp2J70MJc5G&#10;I5k4Vg2NWroY2/UsyaI+BIlCSaPMc1B3kqnBfD/qnuo5nyArj/aSHznvCvZKGAbzyO0lEmbuvV01&#10;Ef8Ht1yhXXK9hodP4nrKXGLEjQM/kgqEx4XUVhDdqC5AdocrNZJVQntcSJ7bqRPqtadk+9QJdZ+T&#10;sdcJDWuUPS5nTxPg1pdwNPNiUXh7xqInBoE3/aKB4f6k2jR88LhAsxAn3hNUD4TMKRCab1gPB+IN&#10;jWiMLAsRhMqRnJ0FMyhOK3KKBKG6AeSkuxLi4FAziq8ghNdJOMbBsHQGiCeeSyccwOoc1dsUz5gQ&#10;Rl2zPFvoOh7b9wzE3hyLPclIgT3GpvckPJ4sfJ+K48ylsK+6FilVgFgP0m/UV2GhBeCTxFWUHYkt&#10;qYg+vmZJRYAAqGpGUKxi0+wcsD7IQxZSy0g5kJg83gyKvuFM8uPSS3IzychHPm7UtbxRXbNHbEdK&#10;SKYr3qSI4pnZCU3uVIIfgQ2s2rRc0wRCJvBet1bBwa5ytLexBU29SjhqUgSL8AsUWegjq5VoJ5z0&#10;ZLGQ1D6kg0XxLCwoLnlMIkdJLq2OWoK4gZBUX+DuOvoosrTUOQqSkzRNLkDgvGvT7Oo4patIHmK1&#10;bXlNUdoGsguZ2XIJECnZIS29qryjpxuNQwhmHOmnHSV3zM4PegODS0cydVZKciGMRIBoHLgYJHMi&#10;UQpUTl3yNiJAwhNKk1LHT4HmxjKvM2kT8KKkdd11cHvKKDXpVZC+6jz3uhYJrgqhtItreTuyKs+9&#10;emu4GGatY8jBkoFrSXjqRoprVNZPDRmhspNISXyW0Dogu+utAz3PKMnYJTtGeZIRPYNST7IYEWkd&#10;EThrnYxdHvBWyRN54klaoyRSAuqjUrK5aVczsLq6a4s7BdVRxy4LrWiPz45efQScIMma3FvKVcdS&#10;rlDComOnB39L1pCU4eo8Sm9+y718ndL6KdkldUq99hWEPUJpawgA7KqU6WkWAd98MUoLAwxkVUzv&#10;K0JFdXmur9fTt953GEiYHXBlqyMaZROMlPRAbvE+mXp1HZnNj8wDsuBLh4h6nWdvcV2awtars4Tt&#10;iNhSbyNiNdmYxbp+AsGq3k9k4kZ5Ane1TonHyZWSufoSmA86mthl1Ubiph0R7atHxV+Z0k82xcts&#10;uuavWvCSTZGmb5Ig9ykrJUtzRkBZddtMyfKcBUs3KKyZkOU5p042E7KEaADgxs2umZCcXJMeW+lo&#10;mnPi+CtR+jZ6mBTdJeuJZ6MHyzfKaG3u2TfOwURJJCZQysGcWulmskzg5ibqnjDcS/2MLDytdHTI&#10;mGvxJNtOuSdnhS3dmJztq/Le0KJR2PclKX17muVRqriip3XMsydBvn5Ka721b+x1oiTqSq230lFl&#10;JY6/EqUv2UWuxXWvNF/Ok+wWrUnUvlGyC7Lyn3I1CvsqJTJqjbJ+FkcYST3uieTyLVOyFnJqR667&#10;nt6YnyIA6GZVpJ97Sw2XvJWa34c3qZTnSPx93JuoTSOXkvDU6wt4iKSf9oxqx3LRkMFsrRNPdpk1&#10;AwdlBnXfHImwyeOuR/1wC6VSgudfH/uC43KwZbyQRygtMR21WITS5odAv1S1aXctHXvKFRdwupr1&#10;JLKCugn136QAvta6lKYbU2L0IF1P+HWfG6R2LGOBJZDa/OzIdgpSO3IIWjUZliZ10vMruFqqgyR4&#10;E656OSXyZZRRrCyKjebVThdyC7pSsmz6lZLsPFhJmhyPRMdafg5hnJ3ixdUkueyR0imTU2pkCWEc&#10;i1wg1gktnAdAckJp29GOmCbunS3UTtKNlr0drVjFCrYO3bh2JKtVnpyIC5iUetTHbmFHKTOpU6bJ&#10;TgIW2Ax1+USZFuGpZyEE1IjkJ6tp6kgaI+7nLZhIrhlwQW8HUBLSWia99EfYkSzzdmRACJtIfkor&#10;Irk0XiarzmNh8UUeeg8bFwrD65JHGYdRkhElF6xLCJvmetnXnDULabFQOxxA3bRfkjJZMtveDaQJ&#10;Jk9WBsNKAyWRUoJpopKXaGPUEbnkWPCmmFGy1m1loFY3JKtjloxHYbR1NjsGc36BMlC3uj6FfJi7&#10;1GuOBl8Z1qA8W20kUSlKnoQIccltOmKrogFQYaEl6ydgyWLrdPXubfVmV5V45kP7uWN7XLpmYJev&#10;eKFdXUW6xwGcQ0dEUnOAUqF7NuumXOc1be6d2sfCtmxZM4Uj9VSMkLhIOEXEtauVjjWcGDYQqhSJ&#10;YzhLVkyQIpllINT8BuK+glC3SuYSy0tNahRk2cDjtBqSkvSgmusxz1pdhtLiupswW5I+7vLq03G2&#10;WkJ624vqRB17T5aNWcLOYYHpSaUO6mR1KerJvdu82I0Sgz1E4zodZY2vyhM+Z+wnqwmZrc4Ugq9L&#10;HvC+ulkhYa/aujy9FVtnYJNLOt6N7Mxs5cKoJCcup9U082gFzt/aTxYF6GyjZo+4o1TBohXMhceD&#10;MbF1FP7X5WnpY4gBEnemt+MLjVKJsQVLljfda7aEGnLdgmg0zZCiKbiIvKWmrZP5/pxIosVf9O0j&#10;FwTlZXj6kVIkINmUXrvihUo3ic3ttm90vyWxST22la+R2DeRWvYOA3qRt8TMFMh1KUjNbWJQLyC1&#10;lA+pBKkZGBwrc0QZ2AtILZ2BTQWQWjSQzS9kW+iOT/FeQGruNbstB6ldLzDEF5Bq1RtOyfVDJYD1&#10;U1/Bvi5X2c7CHGegL+BqGD64kGdc7XjDYF/AVaEYUV/BuEooNPSVAb9AA4bWwcoTQWprF7uLBani&#10;0MnL20QCg15CdwPJAQFXi1Ww0giQ2oGdwb/gxGRRFYb/IqTJt2HDQoZ0VAFDgAFX+MZBW6y8UEhV&#10;sQwDBqS2H8O5IyoQMw0dYDE14ao+GwN3eSapdYCFkNEBXbUZEswqLAYFI5TRe8AVFhOVBpcYGAx4&#10;6sGQ5YqDUsNQDA5GrDoaFTv7yFSJhsKA8EGpXs5M16pBg7QMEgY89aKBYcKAUu/3GCgMKFVHAi1S&#10;X6ktwMJgYWRJjdbMcGFAqRmfDBjm//J2rrtxXMvZvhWCPz/AW5ye7jkIloF4bzsI4HwwEN4ATVIi&#10;EYlUSMpyEuTe89aqqjVDS11PM1vJnz30dnn1OtSqVce3TPj7GW17yDy1ifwNrWKVjguChtGYkZFM&#10;2DB6+4JDCBxGlFFQuAHTz55e11k3YKaJMlQ1wocxHcHtXgKIEWVIR0KIMX3KxySIGFGGK4YwYl5C&#10;uYtsQkKJ0dIjDkkwMaKMYAfhxIgyxOKEWmfCEUyAFKPIX7ihJiiUsBihy+8JvHqijFJEFcDXt/hs&#10;E+o5ocVozFA2CC7GKN1GJQgBUYbLnYL0RulvByHGGKXv0ghFIi+jjK+D4Wlj+u0wxaSUn6L0t4Ng&#10;YzRmGBCEG2OU/nUCjhFlnDshxxila2MEHSPKrJSFRF9RJqoHyTqV/blUJPQY3c3wTawhane4xWsI&#10;1ppkcE62jN/6NBOo01CDgDJ0ZsJxkTEY2HnflDK8lgvGjMCEgTrVK0pIT94lxQaaCqwO3zBmIr9Z&#10;0WD99X28sOQ2NPPedQbCxLfX0NVfttbOQoKtIbJqb3FwMsDJiDL0JcKTkSYQ5g85LUUYGqCZNuV+&#10;yo4J+Um3Qx6AkHWUviMHgMsQfBGso7sbSeD8N81/KeU6QJvY8EvsNCqlMT05DCRwv0tZS6cSGt5D&#10;OF8grKshI5wB7m+desgaSPcQYTiLoTxFhJFwQQJR0sufTOS3BLAFhBldi/QioewIDZXkVpdG9Y1Q&#10;RXm4A4guDHxwh6mqyW8Y0qXLBL67DW0PnCVn2/As1XF7E1TO2yApuj4KkT8995m2iSOG9w+qzjRi&#10;pISRNS18VZf5ADgjJ20oWXQD5M11WQZYElZ67DcAMGcU+wm9HqJuIgzRDLkkIsy4gmRkKe0F1OC8&#10;SLgzGjMD61ACrMBpxpPIz3PW004g70NjpqtTEq1eUfpPCXxGY4abz/pwwZihiRH8jMYMLxPhz0jF&#10;iGgHelnPhvAyrfGiDeG6ZS10iBxRwqDRPFMPhIwwUSa4E9qnQ8R6zc9Z73ynhMIP+3rYaMspAYnm&#10;sCKCojFKlwqERSPKqN8jMBqj9HeH0GhEGRKE4GiMMqSXfEiw8+GXIECaA88TIo0o4x5tkJes+Nac&#10;5Wb/1fPMakxDnADKEPGESqN5Bi8RLI0oI2JnYJHw9bjvW0g3kqSN95eQaUQZ0QeCprEXwc+dsGlE&#10;GZEiAqcRZfCS5czUaxcGZDtNgqfRoxketh3g09iD7daHBZjrr9utMF4ihBpTVGKX8IVNbwPGHeSH&#10;9K8TSI30rsWUFm+wFRFMjbTwUMM5w996Vrcx0XtjzY4bJQChyJBNhQWgakQZEoywaswMcF6ythvl&#10;uQspJaNo9CBJLvohIVyNvp/17HrBaQIJxUKANRo1vIGmNtKocfhiV+B8DZY7QEdl96kdqlgGPFgv&#10;I40JEGyNdiCXRbg1R5tFwDVGGvqtOUCAXeS6M7bW95E0NEdE59AEeoQaI2oJ2CavDhzBIVOF4Gt0&#10;s0KqIH6NSDNljABsRJrpwJQsL9LcAYKwEev1XEV89neZ0EAwMho18Rqor/HLSCPyjDg2EuzhKMO0&#10;TpEejoB4oJdNUna/Rk1PAqEaSKYkvASB2Yg0czspr1WkofjxhVHGQ3hb0Akn8EB/iOSOI93PUsr8&#10;cqNvwcJrTgqQNia0U75CfqlIZZa0UQnUxkRW7ACh2og0QbQI1kYvXOZuEq7Ny0hTvhKyjUYNN5UO&#10;C3X6xIgibBu9xjr6tq8EbiPSngWGBn8mi2Dqro4g88AJ30akoeQgwI09hvFuYc6ebkEwIUHc6BqG&#10;JoyV+Xa54xZQWq5Ioz5iRSg3EkR5Wgsi6JmGRjg3ktpf5q5mFkj+9hzT/2vSzLlVau/Hi6ebH76P&#10;P355fGp/X356fPrH6/sPP3x/8frx/v3t1c+379+3f3h499tf3z+c/H7x/s2pVIP1jz+FAvOM7P2d&#10;Ed/d23+W+o39P9d/PLVPtL9OPj3cvjn9Txkr49mPw/67nze77Xfjz+P0nWphd9+drfY/qsBb4PZ/&#10;+/m/TvVfr8bXN7dXV9d3v9zeXZ/88eH93eNr/Z9vTm+enj6+fvXq8fLm+sPF418+3F4+3D/ev336&#10;y+X9h1f3b9/eXl6/unq4+Hx79+6VcOjOXn24uL07PfksU8Vyatu6ikVKt0/V69kiH+4/3V1pdRev&#10;b64vrn6Kv58ubt/736+ez7htrDYgf32vP398fP348deHH763v367v/r3Xx9OHu6ftLunJ79fP+iP&#10;m/uH/9BsHy4+vjl9/LdPFw/Xpyfv/+nuUdOXJBDZU/sHoX9agtrD8b/57fjfXNxdaqg3p0+nJ/7n&#10;X5/0T/pPPn18uH13oy+t2l7c3f/Dp6f7t7dPdnKHWcU/fH786HPVH3EIoll2CJ/vH678BOyvjw/3&#10;l9ePjzqVf7m5+Hitb9vHLv//79qB2ytrpHB6cnfx4frN6c8P19dv7x8+nLjnOMj+pW2bGPTjL/eX&#10;//p4cnf/09Xt06/3t3dPmo9L82ek9g+21ye/ff7n+yuNe6F1tiX/8fah8bqY5eQPgclI6ZwSKUI8&#10;svHMa+faSxGoEc3eUgtPLqWay+YfunsvRzq+QRe/66wbo7y7CvZ/dxVLO9cgbz+8v3hz+v9enSiQ&#10;NZ2dfNavekLavbp4fSCUVtEJ1/vx5OZE4HVtlcdUMsE7lSTbZpgbTpK8Ewq/ZWY4HUGn0nDbzdxw&#10;UmQOhMpumxlPxsyBzPLl5sbT+3kgFGLZzHjSSQ5kesumufH0bhwI5WeeGc9cQgc6O4a5Aa1wrFMK&#10;WmNuwGcHolDl/Pken4ge2LkBnx+JqvtmZ3h8Jgp/zA347Eyk561nB3x+KHMsaNpf3xlpWGezh2Kl&#10;cgfK9dwMTax1MuXpjnMTtDBwJ9zO8aAFyTuVcF52s8Mdn4jsmZkNtCz6w3ibYnrHB7KZG+34OJRE&#10;O3tDTGfon52GuRtiToFOtpOjana1x4ex3swdhjl3+3hK/psdzwpuO6HKw2fWa67VTqaY7OyFs/h0&#10;J1THm7nxjk9jI//m3HrN9urjyREzd7zmgOl0W7tHMwLatMhOKFE+x39mSHU62cvzIvr4RMbd3A6a&#10;CtDHkw41KxDMQ9oJJXznhKDFaTudsJVmBYKZWZ1QWHEzR2K2SCdTZuksy5jp3gnnRaBlM3ay7bBd&#10;zZ2IpUEdCMWqX38zzct5IJPBMDve8YEoh3vuzslVdxhQ/b9nJ2jZ1f3LwzAnUc0J2ck2ygeam6Dl&#10;DHfCuRti7tdOZD24Zkd7dhx6W7++fRbyOIw3ruZXe3wcwnefG+/4OBRMmj0Oi4v0DxcXzpwcnU6R&#10;pNkJmuemE0okDDMztDTVTqcdnH2QLNLQCVdK5Z4b8PmRTPMzPD6SldDM5gZ8dib7+TfdouOHGcoL&#10;Mjfgs0ORdjzHNBZyPgyocriZAS2A3+lUVzfL0+Yf6YSbYe5MzI/TyVQoODtBcyV2QkHLzM3v+EiU&#10;vjGrJVjOQh9PGetz4x2fyFp27dwGWm7Q0XhzMsHC8AcypY3MjvfsQNa7uQHNnOkDKgN7dgPNBXJE&#10;ODve8YFI454VM+Z/6uPN8os5NTvVsNvOrtdiiwdC7fPXpZZ5vw9k1XjH56FdmRnu+DhULzq/2uPj&#10;UEXtzHhW8HmY3nqYlQiWyNkJVdA1N97xaciTN6vFmNusjydf9tx4x8chyTa7XgEHHcZT+H5uvOPj&#10;EH7XHDdbtnSfnnDf5oY7Pg6Fu+and3wcKlmdU8ulOB99uFqwBRUPU1zJeTAzR5lGx4RyOMwtWl7i&#10;I0rVUcyO+OxUlLo7P+LxsVh98eyQxwdjUcj5IZ8fzfyIx2dTvCQK0h2tWnXqc1N8ZrQLKn92hs9s&#10;dhUfzw54fDCzrKMAz9H8trOSX96cI7phnOVtizEfcY7yfWYneHwoMprmV3x8Jgrhzo94fCjKrpsf&#10;8fhQlPQ9u4nPrHZluc+O+Mxq3+yPpyi3dHeZXdykF+3yj7two+kv+TLfmRfTnGUf7x/NfWc+Nfnl&#10;zjOgIyr7tzPEOmsjzvztmlgnacQJxFAT65CMOKOANbH234gze6Mmjsyl8x4LBPJYY0/VBPJYpdjR&#10;XMBt54oNjCjqeU91g9FjpR0vrCY3NrKNEZcsmUxUQJwrUrWIPJbqDl5caiTknMv3smj0WGrPyamX&#10;Gnlz570QHsiTc5ctNar3z+X3WDL3yDs570FsmEwstZdg1OTms7BT7RnwQB5LlcNhydwj+Hkuf8Ii&#10;8riovUYPJhNL7UVgNbk5A2yp7qtHFouEo/Oeagijp0RattRITzzvSfAweiy1I6TU5JFNcN6rEIA8&#10;TrUXAgF5LFVpsEtONeptzmXhLiKPpfaS+HoykX9+3rMGgDyW2jPegDyW2rNygTxfmmVLjQzuc1XG&#10;LtmZSCY+7+mS9WSiru1cZt2i0WOpMtsWkcdSe5Y8TCZOVUnBS0YPmJ3zjglbjx6FbOe9LBDIY6kd&#10;SxXIY6k9iwfIY6k9A7UmbwaNyaVDEiT9B8HDZo0s2UyF41zyydxc+B/EihVpXPgfxJrNVFg0pYPi&#10;tEydkFcx1rBUd4r0XqlmCxfd1ael+lNkV+kLCxedKpSVSR7tkj9FoUk/XF8+nVhOh9IJ2v8qNeDh&#10;9OS3N6e/2X/jeSJBaykjlj3hYeqTG/1lkWijOqCzJdKJRbLt/bPuA/7xA82f8mBa1Ps5bVLk7xej&#10;dtUqKfL3QCmjyr7fuTYp8vdAKXtOlNsuF5Mifw+U/qYbRoevKSnyt1NG1ZmlRRKlc5p1MwXKyJ3d&#10;QCsDHU+8UlZBAGNGTvymq3u5kvztKwoVwpInYczIHp+obkHATn6PrX8tjBk5zlPnppxf/vZ5RoLv&#10;1DXSpMjfThklvAyap7SLxiFWRFnPM+HKCOZSPoTQU7gK3dAmjD9HPM1MP2S4unXIBqx5E8Snr32U&#10;hVWvfcgKfK4tj3RpxhSwGkdbu50AfD2sKKv3BMpIqUW0kZak3r7e9bHkofxNXlrFaWI2qS6nS5t1&#10;VzhzrPztY8YZKSYPK1Jpi+/St6RMJAse06KPdkZcUxBg3LxLytbzMWnnVXwQlF1NzX3M39hP1R4k&#10;JeynssAWcp0qD+T0tbspn27JdSo88F3izGBrSd7GpBvXsQAQc1JlNDFPxdDree4ijx6ljRJd5RK0&#10;tXfjJnc8f3Pnd5HtjVJRkKM+T5S0KmOQi1NfR+mt7DXXBCY5H+q1W91kG5MkrSojgpJ0ho5zMHX9&#10;PHcnf3OXEs9ro3sP84x8bEOXAsrY+Q3dYlVl+FuMeHOiDI2FNAHlYjsnG9ZDPc9s+o5If6pC8Hlu&#10;uzWV+5i/uZ+beI92eI+sAtjOHZET9fWgRGnzckorTYJdCp7fd59Srjl/D2v3u7nXfGHMrHJSsAxI&#10;exM16z9Vj7rN3H7dFCINwagUSZKhWwsZ6Jws54NGDXVA5hjeEcuPaqOSGtqvvUwwnEBo1jK+QAnv&#10;pbYNHRL2NaqcLYUWdmAXipsAGokHdlm4Y3jD9QQSLkZ6IR3sLqtI1xoeRs2qkXX3gSdH529y9qFH&#10;HQq/hAITNinxQL7OUsuRNJ78BZVDylZ0zlrL9VbvwKHhQHeI5crzN3cgq5MFDQunJV9PsPaapKW8&#10;QS5XNSrMVX4gF+uWKVUvSx4gl5ciBSaU7yfmatgu5Wapxibm+k1JWxjW5ACPKrwvP1jG5V7p5W3S&#10;xTCn62VZ6WQj5SPoLWjW3QeZbJK/wS4SKq7+CB8YBFETKj6B7sTN0fK3jxrOZN0CeDaUZJC3gJQQ&#10;4YEnKWlgStnopHQL1lmZiZiAjaN9B+g1VAlO7CsKTe1R8Ks1t6h54CWkfQLQ/0LOhnxjhx7BzAPN&#10;336wWRaohAWY6xBGr/iGWLvD4+O7JX4NkaEMGppAyiwD+6n31cq928Fa4WdNalXsQUqCKOEJ9caS&#10;0Fz101JcBSYQsNfScmhfW4aQyaxvStrlK48q+yY2C5elgs/cV9qs3uDUkKHqzbJ2SwsPtj9xzC6G&#10;NO+jEhPKAZE7gCrZXufpo9KFkUcnxBtewwNQwqB3udwsYXnGY4RyQJ6NJEX9tTdgMmRNmEDe2BWa&#10;w/tw08kLB5db2N7BWYxVoW5RfgR2deu57gKtb0FB/y7110NAKuVq/qb2lmg50nfgFpztEjiP7a1E&#10;IpcaB9Klu2327LaJtJcFjQ/CCfdtKf1eoVms8JFf1h3x1CHQRG6bAyVd6m9CmXXZXwmk6bxc27YG&#10;c86ws4G0r9Am++VvZ8MQmxj0EkKECwJ24qTrEENZgmP1s1XRHF3C0DE2pI3IGeoSc4NulAR2sY65&#10;tQhQJ7YmLSYKucm966J96okhueP5mzuvVo8+Zq8dTor87ZThYDU0UJhnBtLQJk6TlHEM9lLB7bGa&#10;SGXsjnV2xeYDiM2n9KqGg5XkmSSe3w9sL6C8BD8jQQvU+ykUCed5xLuQvHdONvi58oxeQClPWNt5&#10;/rqyzIMSOERhp1w7PHuygl2amlStV2RIO8YhqoknylCpJ/QCWMPhxnVo0wzhsJ6UeVHPc4hAmnWJ&#10;BspsqUE8L+yKkAwENyjjKCjpbuowg5K0Q5kbcTtIhjS7oO0nySWrBfCdJ1nXXH82poqZYD/Tnt9g&#10;GoQ5/tqYSjOoz8gaJTRKcpTJ7ecr2qItv47khm3P7UxZnL8hk+Uf9HlueZdCJzy82zlW/qac//KF&#10;T4r8ZcpKg8hOwAfA4HkNImkxjC4Lyc9hOeXU07tyXfmb68uvL6eUVwuYUKBMYR0sJ+XvWyuddq9w&#10;TUnJ+5QTXU45UJJLX/wSSudslSPXN1BjupwaehlCnmP+5nlaYw/bJQ6XdHceGnvWrqONifbTOgMQ&#10;lGohFM2w4XsGc64kf/uK0olBckpO8jCgJYVKiSYosNglDKsJEMXXrtccxkwYLOQQc+K3/aQUsA4F&#10;LMEKX+/dBel1NNiR+Dpx3ahX0eeJX0+/JM8zHTLSn+v9HKNdizzEQDmFJSAHMVEagojdjl6AkNyW&#10;v8l11q62UaIlYA3GnJKcJkmJ0fHlhAkThwcUeQGgNgqm0FmTljLGRoLqoP4CYXbCwawjYkHfzX7N&#10;tI5URHoucZ5v/uY5ZxOAbuonQf52wlB+SU89wPXT3iSyPvLikLY7iSB7cowVKUCk/kb+lpJZdkCN&#10;JJXfwIf8GqBQs6epXRgU/YZD2yjJ1BOCnWsc1sOxFiup8BxUszzp/M0T/xaU80qiAPe+UJLmlET1&#10;uEqZDbpXpySNpn9+MSHqfX3Ir1BW+xDxjLwus5tgrivjhiTM88pfPzf1pwxrpWQERf99S2t+UX18&#10;vNX1IySk8zih+gnab1Ji15JOXcv9OvXqylxl/uZqI6UazL1+NvBAywXl69Cyq3skqGh/H8FwFp3v&#10;H0SXhTXm40FGq2GSNSYAVVR0rruAcis6v4WQgrGfMjoE1scLCOPLirbAVmeaBqRg9b3R/aMRQ7mB&#10;p6ef3gp0784OK5ngNd+kSIegcGfYFQQORBiLAe9Ev1KEl324o70eLC9d/ublS7NMorxcdUqRAfw3&#10;XSoNyuarRwwpRwHAfUrNb0gYGZk8Ypw1LibzW3F7sjUZQckLazAeVzpCgRK6itELEfOM8zfOepsp&#10;WMRm/a0mxs3uoiu6CkL08TnS5douNJXVE2CZHSTCuFwkUrIBKuWJ7rNbHYq9TkgS98WEJOtzLfR2&#10;5ObQW5S7TW9bHh+9lckP9PYmg9FbnhxLukFeAdI18k6R7tIvKehCeevBBlG1yUJdLeQSvJKZT06S&#10;eKFa+veRFQq0sMFdPBy8rbM6tEnYZlEdaFPO5W/Iu6SEly0/DrlI+6T7im3wpw8XlPOboNqU0DO7&#10;h3RuDzopWT7bbURIFhPi4vq3l1NSb68+5AJC5xMTR5VuoRH9vbH114QBWEBd2tTJLLR7eOq2uwhG&#10;Wm+R8tP7YGQq3dnuM1gNUn+7z9i/LJH60xmIBDmtepmI50MccqtHsd3KSXGT+tNpdYFo3Wav6wmM&#10;CzFNfBo8ZSoTC0IIE6sIwlWvCVLVd3nRKZi9U1+gtj0jHOFywgYoJlcCjmiOd5OXhlFfnYzq7ZKw&#10;vly7VbwDFPBSEDMlWp0/IABOV2Ep2K6qLBf+lF8i7MBgXEhvVOMNlxRUF/ECwrBr1iolKzd8iMRK&#10;qinWYtwTQGnzuyEQKNaQptdPhtrD66zj06D57VYGtCw2o8LjnVpIfWvCcEPip1UpGp+une+617nh&#10;wLiKDviIIHF3Z8G4FowrmSKlGfGj5GMsBhJpJJr9zowg9iTsXT6OEEnY7uP5GEGN7g/SCKHH/sSN&#10;ihNU2yPc8HDuQfK+nmE/mRHS4fWwByGkLnUtxWJ15Ry/VORSP8xfV1CLEQs1MbtHHrh9Vk38kjQn&#10;kL8+kc1e9t+SyyvARX8jqGxfDZWc6ahqXzW8eYNqdWmzS34HPV2g9nExQP7KOPI3glp0WeOCtj1q&#10;TFCevNDCk7AWMBsxvI8IV20jDd4J4apt0qKmq6bueH7WdNU2WwV5jSmsnW7F75us27VeciVhFmyT&#10;KqLC81TpakV2s8nsN8gZUGNnP5kJqjo1YKgi8IQqRuMP3gRyY5NxEALB2WRvM5tCuY+TtEg7GVt9&#10;TRhqp9W/A2EYVqBDb6aQFFtIaRChc495mOpPi71sMVSbb+0+GuGu42+mFMvfkGZT9L7eSVjBp33V&#10;O5IUU7DZYsI9GC19MZZaDXP07TEDqyaMDVf9bq136mh8I1UHBhc2Q18qyaVpBqepzJY2PfI4rL1R&#10;vaJNxuNXNM9NAKkpDxnWbt25jNsEbwwrUuuMoAQFa7MJPR6r9iWuXAph0b4koLOmMoFhP/Xe+TwH&#10;kljduTiQOLBO9G2XDMip5LptBo2pXl8PVKzdMhbrMUMi6NhBvm3FbD5PEusd2IBq9QWUFju/Bk+P&#10;9IdOCby0O/g3gT93mayHSkm6j1R7D5LB+ra3XaJq8s0+kx+pRF0aoyswWPe+2We4lCrkl1PKWRfn&#10;TggB27N4zjXPmpekxAR/0i4J9CbWTju/7ZW2a4jNKT7Qvdr1fd9aiqDzPARtlMHeKcFiWXWuk++i&#10;upuKd/izLq8SjDkk7soaVIWtOgDGiiAzbWvC0NcOgRRr9BSUoLMr0hNfH+Dl2qq7kI85gEYsr3OO&#10;CbmXEp/9RQD+7CnMA619nbu0guQ4RcNCzq/g7VDX21gRtZa3pme+SxRH3Rq+SDtNA38tuc6ueaOk&#10;+lfVG8a5G4hIPWa+cWcSjzVlcLK6eBKhL8hA42BE36M9XQ11tGoL34OupPinE1pBY/3pFxPqTahH&#10;1K21wzFAICD07ZHLhQj9EC2aXI8YZ2haCBDGiBCJl1njc5QpX49ost9WLU0eCEO+bFQmVs5xraNr&#10;I9JZGwqkEU6QU7pdT35pLfOr/nQ4by1ruyYMtw6GeRIrdAJcTwlV30eqHLTeh23V6m1YzzE9+qPs&#10;xXIx1ojX9nEkIZ11eyPURchj4twzQp6bnlE/GbUKq+eYGbwjMa76u7XFWBp6uWoT4LZqUjDVyjEI&#10;wa2zzdJTY+Dy0xkFsxT4mjDeJQpPbBPzg/yRMn2cew5e03Qa5G/4ZJf6TIVrF9sDDo6CcN7LK13Y&#10;r8URRsucm/drtLmo/E0/bwRAjkZNivxNyvChiLK+brIZXBohnE33CYuy1nHVidX3ttWsVpwi4Mmw&#10;bQieRf7j0AwIIsi6orYbwrb3LouGBhCcm13kakvPrx8WWZU5T3jUZKnmPMkjdsDqA91xowB0rB3s&#10;Jbmwg0OtxKE8I3vvTeIoXw54adu1TLhUchAHh6i7Gnw9wrGqZqev5xmZMVavKN5LSb5afit1NeYp&#10;sAcYM/1Nho5Ufz3P/Qx0D7nwU2+GkhY17g1esiSJ+uuRjWISCgjdPaIMTCJ0jt+TE2cb6D4GoFx/&#10;OpQKi+19K0LfH8PMqUcMA2RHnnS9r+1WKKRJI7qI24IW18+QCtI7W0j5gk8Hp+mJB8JgXkluIIz7&#10;sEGmiCtG7QjkV/R9JFxjfdFVAMIV6LLFAjf1WYe4sjqomjAkoJWc1IQhVKm5QZfTFusoR0zRP5Gc&#10;zNdkgry1/kBZfWn96TiZCbRhYS47hxMWTH+ZCb6jP/bqmVrPMfUHAhnpKgmlenUthwyarjipDTDM&#10;MXSxkS6XuqU3kUIYMF1jJACaxYTyyPotpE9LEQ/LBxYj1d7fLtoeAUe5aKYN355FTIWOUA5eV22I&#10;KeTfdZFCbCb56YYhMa78wL49dBXkBvazpsu1VYv6xhR0Xbu7mASAgkNxXUGkbA2ErzkqQEhJ+QhC&#10;eBVkNwchCFKBfvscSTR3k52EvbzUzo/0fEjncnWGHiQR+lnTE9fd3vRobofIW6NnWIS+j/Swdz86&#10;qQoiDOceWEIi9OtK6owc8864pCCJ0E+GVC4ROlOQEidC3x7SH19C6J8m1bUvhpRhEfr2kHrdN5wU&#10;9n6EQkerX3ZRho0qGJLy7eqMpgyC2grovCuMy9r+6ddB6Gi1WtpvGNpp/dKqSwB9PeQA2pNdtEj4&#10;05ghrVYG/F3pVF0Aoi3dZaraDtT6RRfTyswlypD8ynSAFfXYo7lEyxXl+6ScCPp62tLkQ+mvqA4T&#10;XJL5MKOvp7/11qS9XlGqD6KE00yNBP1cXclB31nXm0RZ675dFUMfX9fuFvgN0ytEKNBdtfy7xiw8&#10;qGeRlXNAyZh1oCYpVUlNFoZrvnNQPzohlUgIDS8UGvDvd0Isu9pkyGA5Jc5yHXk2iwlpJ/skFxMS&#10;FlkfkQnDEUyYZZssXyHIMhGGmw0CxCIMTyjwj0rC4oGFOyxC1ysMVrMSs5ssDVkBZI0IwxMID/Ym&#10;EXgoI0B4IW4bGpp9Pcd0fZOPvHcGgICccnTD/Qp6yqZrNOTfyzAk5iQuJlwnZjl9ep3eXCTMh5IS&#10;iXumiP6D8mQy5Ez4ZEpddq2U4Mk2PfkDgq8bK1tp0QMA1e6EgE22mK4vBbjWGgXZBOECriMCWasE&#10;G3s3bbRaW15MFiU99NGAsIUlZNSaXNtp91NxQzbAhLQvZff6Iwm1fBvB0ba9E3nJzVk7SaJQINVt&#10;PPBKbAS67xxQK8WCeYl3ArRnFQIEIYmtszhflOpnCYQIOSPSM/y6EQxZV0gO+lWGkPM3Qsmp4vwd&#10;hPNqnryD6XhM5p1T875CmjPNX5+xfJi+ByNkBI77yBYaZQ9XHCc/q9/qURk5NWFYWNYoqCYMVw+1&#10;8VRRTuak1GbLmAEAajaqijqX8dTJa1ShYLsX1Ehs3Ea9D2mD4zYymqhkVu1F/QipZFYnl4RwhEp5&#10;9sWApjUmXBGlmoyb8Mx+Q8KQ4zxiuOspb0YNXeMIicOn8P8ZLm3JuNaN222oWucYpzxCqM5R+pbz&#10;I7U1G82fb5+mOr7Res46YQqVlBD5G5LCLn4jhKdO19n1dMvTLLdnDN1tBMgb/fu411AgooLAmCMx&#10;rnWQa4shsXcwB+HOWAmFjTjR9qxDT6cgxZioqNTTXWLRdQFD5Ss3PDOwraiuJoykJMLrGNchH6n9&#10;iHjBj3BDJzPEyaj+tp5jGh3W9LRcTHq4t5Ddq0xGP0IT0fWI4dffgSdjzPzMHVgnIvTt2UG6fSfc&#10;Q7fE/wEh+CT7YqwV56Lt2eMRpgVlkAH1kBHOkG8dnvYh1A/sH6WK/vAnUE6+mNcZA/vqijI8Cubq&#10;LVfU6yYMYqSmzJom6/1RU0ZqinzWRBmaUusmWI+ZFRYDrigCbfLGguDP9G/5Q2meeZpryDvRW5J2&#10;BFgceiRc9q/WUA0xSrw1ma5mmiAwx8ySM6Fd7ufY3TRQZzqOGYFAFceyJeztwWajUguCPwmcQ5qG&#10;SyS5VkExmAIYRNV5dVRDikG6qOgBSoBZhf7hHllNels7Vb2NvXKWqvNGq1+IMYE/X0AZWpFWBPfd&#10;6jHi67B2BUDi3Gk/FXJMSjijbTggdO7A8wmoKErgeaF/xNehzlQFDzlPqPeXCZdrJ7nU2wRaZ5zy&#10;bu7C5NJ9hxXt4r1W51jQFRLLQyUGcO69ytWesHKe6QjA+Fz3A2ie9PX0XC+gTKkIbnOJpZS09HLt&#10;U9qgRb7PmmU0L3pmvSQp7GevsYV4p9wlIcFkx8OYeTcpTUwOk9glysHqrpXVhFyXVa6T/IQlL+3S&#10;UTdBJGLsTTyp3558SSE/J9rPXbrvDUOjnmfy0kTSRuhuLm0mlGDRx2JFwCbjNvdzQ+/RNusk5Cqt&#10;V9QlrT1M5dqVAOMrQntMiX9JSS9XxDlX8q/XX98klrLBRJTznPouQZBF2kVIb8ParseUwdhewy1U&#10;YUu7WEq5CWStlQE1lF/va7fDqilT+91CX5txk/edgGXG/moblm/59cwMV3EzrGgbibPCsQau2yUm&#10;iUFklF9Pd6oK80japG9epWIwZvhTFO2F1zDhz1bKFK/HzCakSj0iygivrDbkxd6n5k8gqKMg7eNu&#10;Qk2HeimFBCMcJSFiBs9vwB8gHKr4+gQ2l/qERgx7AmeEMEOTEu7RdJYa9aQ/Kl7SG5jzhEIMUYZU&#10;pBd2sgJ516jB+zQdkDHAWSTKtDvgHoky54lnlDxPnmUlp8TOryHrS5SpJwMKrShjRQNgKXRKjGGk&#10;orqYkPLVu0L7JeGCwNlRp3KMnB3RpiM8f/8UOlNeHdhUGTtTziO8tRk8U84jjJmwz8p5hLdhF8VA&#10;ynkk6dy9QuRTTZhA+Y/q+6wIWnDqQC99r7K0lJdKRkgbCy18IB/KNtGIBqiQH7d97RT+6a8y1faO&#10;XRuzRPByRYZa1yQU5RKq0v9/gTLlI389Qg2YR6nWdGHJU26m/DJhLeB+TqmvW3/fcj+z4RHmpY7Z&#10;oohtaTNm/IwgPWecAndAmbbAyVPaPwNpjWbI+ddRC+8V5ZBscvAGUgbEaOLWv04hD3uMGyXKpTGt&#10;hRVoJLLf42Wi5ityw8btkElXc0j3wxqac8lLis7Giki3VjA1KMn/LtdyUJIe3BuAmsJRzzN9KFZ3&#10;BpQuP/eQmylXuZuTewnHesSslMblLCf0T+/oChmEszGcmSv1HMPmtOLYmjDc/qqDIkL/tCAPgDAE&#10;gqVB1J8OL/EGsqHE6M5ASk2FEQM9AN0R5tGyfURfiKUKNUJF7+rFREKFdW0rCa35QBuRLm32jiXw&#10;np4nMUHWrO52fJpssilu7ERMYdXHbTFkNSfI6wQgSHqinM1kx8A+huwl0GHJPp+jde0tT0Zp3G0x&#10;0ruBsOemAVMkgigZbVJ0/GSocPcFhMG4+OmO8kyrTlUQ93EbXgIZ1/U+pvtQNhYQ5i2kp2YXzi5z&#10;uZVnrdYUzriUCGDZDI3DSWdJJJiJAgW7cN1NUEWkZCUXe+wEjhQ2lGbp0d+QcbSP1KsN7WMavcr7&#10;rjc8CReYmhmcUYT3T2POm71KePPNOsSP56zer5CmsZu/bvSurYDXzv4wZhLkbxJqpk5Y78LafFyN&#10;EHAZ14f8vFphW6dKb1ntFcerJMBfMgpxK+095gjyUkihIS8BmFppAiHdtPpyjgq7tO1R+g0QxkNP&#10;yG3rnp8Hysg6lVRlb8KnpRjbESoLFggz2xgEq3BUQxmBIEonJA+Tcj3yrGEfkxBryvq3l1OqLxNs&#10;UKx7AaHLYFJm15kSaU9VzWih65O/XVF050ih/cOIwRbkGRfca4wIziRxpN8aU0vqxYQlZn0GasIQ&#10;AfROrOXQaDw+AUTgWl4fJyR5ZrfFbs0EHd7WY6RPEK6NfMG+jxOYtJI+ocJDXpPkWRLCWU+RekYt&#10;zCRz82bDPbQnvm0PmJTKp01ltlZw1gZn0cQURJT0yMWIkPr0AsJ4ikn1VA+ZEKXgg1fbqzgZ2p4M&#10;M1N2gWIOodaRzDU4i3YyUBwlIOU4QrquamHkI8qFUV7XbcROKYyklKRYDChhqq7IOwP8mAlHpMwq&#10;sy4kBT2bu3Cmmr5SrnqX1gP4GZSs7peLlFn1awtC0PX1rDqbmTVWzzGL+QDsSGllvuH4IO2CKfCJ&#10;S0J8NJMQH2zlEvoZLqfcQuVcH3I5IQRVNaK7WjGSfxaCjzp/KtkyHmLKbsrIr0nKii3UYMDvIUFC&#10;izAcWhD2VUFLPCAgxUWYDzGwbrZtwPd1H6xLpRsCzI45yqSutme9D381uXZUVub7iA/IPvI3KUFN&#10;ybo+x5HUj8zNk1MNFpPFcpD9I3MrHmJwqHdZMdI+Zh86Sh/sEpKyhdVx2SWAjqhe9S7uDHUx1Evj&#10;/EjNnJUdH3Y75LOsTZTYQ0zpAv1pp2aZ+vd+MlYEXzKuVd20T0NEW7DWsY/g2nmBC+ILt0a6HvI3&#10;XRCzhPNOE1Xs+A4cSf45r4nydCPWRUfaKclM7Z9fTHg0z1x+/vo29CG/QlnsQ3b8Se6f3YQ/E+bX&#10;8zdmkVpRjpf/On+TLPiqjmApTh3vcy1fhegdJ1Q/U4rP+5UDn71i2a4OQRBgyJuph7e6Rv1sIKYr&#10;Ol8v5FAogh7abG2uic7Hg4DLkMYD3HLR+f4Bhovo/Dwg8Cg6l5VQ16A+YHFbwV3+AsKMyEtxqY8u&#10;E9Ug2tr3RvePRvQXmQBF+ulRC7jODgZRVi8m+IsC7J1hqadcvwEU3O9XagX63OGOghO2X/oBTOMu&#10;RQYozVBhqLOtQRCV+5hSjlKthOPoF+YbEkaaAo8YoWNeTKQj8vZEHSdveDS2NRDUeh8zR5qYoqfW&#10;gWmsFzheDPBRizBECuQYqf7Y3wK8XPvwg+J17QEhSDYfUndHkbJP+UhCah/qrhIP65PphCRxX0xI&#10;sj7XQm9Hbg69Rbnb9Lbl8dFbmfwACSudwegtT44l3SCvAOkaWWdEukuvWKM7mtXb8LakbQZpDkKs&#10;dZEIDJhBZZLEIWD/d8kKBTrBPg891GdV6CRFpf8syncXE35F5/+Twp3fXk65o2c1h1xMuCX1xCSn&#10;WZvqNlhLJ0v7a4QQaBNmdnq6aqfGYO0CbUQKYimF0oMGVKMl0MHw3JPASwwywvUYBl1pm+NEIirb&#10;T1oyU/n+DmlHgIdGwIhhcJBUkeboc6QHJpGrJ4guDInfQIj0wzpedIu5l6vOvpNfFhf86dIYlpBt&#10;uOpvYMTFhFHCjyOOKhZsZ023cMz+daTcZn4rpRwNiQCEJ9MDluC2E0xaMC4kNyiPOsM5IM97Sge0&#10;mlF7Vb+F5LYbMkVbMZP6rKd0BEI/RS0mHIEQMhCis5sd5LbrJ0NN5AalfDfuMQYur0JCLlGejyBo&#10;XeJ+Q8KIi/OIIezJWal2BrnhIPbW6dWE+MewDsYlGI0hpRmy2RB+R2pqKJBxvzMGFloe4ZAOfoi+&#10;6vlI5xJ4q/JBUl54/el84kYID+nRjE+Dd1jPsF8F1RPBpwNjhFqkCCInXGAQcPoWhPNqYoOWMXl+&#10;4PY5NfErpPks5a87URvYw/MxkyB/g1C2yCJx0MpofMSaRYRC78+TEhnKc1LZWsgNsMdVXReCGqr5&#10;V+pS4I8yvIxChvIRR9Aw1NI8nnkwrVZnmYICiTeCr4rAIOROvYAwKseolY2wq1wIUj9bbXhejNoA&#10;lKsgFFnwigmOys+alBvVS8URgttH6LcpDmCO6wh9WxplJS0FBhVzRMJQjU3JqUeM7BdKYBciUEh0&#10;yIpcjVHBQvqpoKtTSYQ59qw2CHzIJZ0RbRoxTsbUpnJ7LB+pKbLwRgjsJNiMREqCSkyg+6le1zec&#10;0mRE6KvegN2prid+ZygfQoS+avUUhe2JnB+rIa33MQh3YIHp026BMWHoA9RkaJX5hpR4oxI7F6Rb&#10;SA5ajbHhhrdSrjrh3iibRgnzLva24M7V6+pMsQXVWLLHmcLwr8o5LicMnYU/HYY+LmYVrwJBWUrY&#10;Oz9uSexJiLfruoV8CPUf8hF3YG2rn6xL3B1UXrQuSSYpLFWv3PBsj7eDNEJN0UXKDtLfpAH4qi0b&#10;pP50GKjmnawJ9Vi2xYDPy8AzGx0kB+6zIxgc4D78WJZ7U01wr3nZd/egHO2DcfZguic+yh5shvTu&#10;76G4Or32tp5yHZpXWwc8Bh1P7AzsqR4XsiS58suRSN+4rCb0I15Rae8+NFtdmTo/9gWE8Wnq6rzP&#10;xVjDgXoxfpulhQNhyDCBYRCh3xTpmbWgtUZzdtTScGF74nVZmcVbLiaCB4K3qI3s/aHSH9gxoQWp&#10;UdY+8cOoG/0+gV0UDawXExJCCISwPQmluUZBG/UDCKGq/npxiGuAsFJ/UdcR1G2mnqaEcrCatSOp&#10;jlFWVHCGgW7XlCH2Vgc7PG3l/A2b2TrxNW4zFNtyTIulOiXUEejOuLAShGrN6itBlvmYBIzaLkP7&#10;OgGONgzgoISdz8agMlmIMqFe+ethRSLUq9warsppl+pb2XU5hKRdrcOaU/iLxgwLSJTAS3aIwSG1&#10;mFklvoK4Djg5S6Q0YRozHmbdI6IM1VjbBStKhz7CnapBlmvRCHfaMCzbLpktX96jqct3cMt2EwfB&#10;XA6UlLopyKY8Taj86pRqyV0vKIdcTkg2ifqKN5bbAGyZ5hj2JySEiNDFHNrIG+VZ2DmqESCsOh6s&#10;CTS3hs7XRgRVUDFcXwxBlwrFz8/QQjQlq23iPZ+ULVQThsGPLq1NhOGowY5wOF2yq58LfDr8IQJO&#10;AsJ4pUfISFHQ3PeR/PqrKd31UKipeH1400DRknPXGXcEGANd2HCSoT8kHXmQAtD9SmsotZNMi/AR&#10;3etENEKZosY57c7gU9LjdRAq1Evi3EMRQPlD/LqinmOY93YL/y8Ii/hIeq0EkpBSdTZA8hXaVN7y&#10;N5S4qXc2VnShvOjWnb49U2SuiE1C3aOUV1lI8Uhak8zy64K6869TY0652NwDKdumzseSczhUyAEy&#10;y+Rvzq9TXGOMxCTsLaxTDCVuAAdI99ypnwQIuuyUg32AZa/EYz6Qg3Edfhoh3cGbkW1jRAmnaXCF&#10;jZcGcEpoGxdTRu38gq+HiOAVZfhWlPAWdXNE+d41J6/iCcbuIDKG4sYN9MBJzYv9pBdOwcGg7FIk&#10;JUL+dvMueR6diOFjRVzN1orGZQj5v89SJbe0s1Iy9L6JFq6rKZOXdJxEGfspE3sh5Rk9TGdpYL2A&#10;kiJC6efVNGntadafkUJ3FgkGVgxab2coxntceTgK9tr/ckTbbWMPQtkTE7v02tOyrWNvGxESsOT+&#10;d2lsKEj1HIMxqe+U4vo+4o60qiEKfncoNUPC7cj+sm71tuod5IjIlRlz/GaE66gXx09bXoTPEfSO&#10;MeME9FSMoaftoMdGD8JZn5HyrC11pnEPhAAkeXwxlvlejpiK2R7cqQez/KDtpXzO39TgIpp5pBcm&#10;xbw2aXXEtrJDSH5Ol/ySMkfPX5+HoS21EcH67aBL8AKY9efj1WLIVuB09bvbkV4gKWbK7BBw7B1w&#10;XmqBkRC4FryvWMPAb2wdBKs4pZcBXFVT5NFaR83qu5uwjScotckGT4RMl7holHtg3SHauYEwW0wX&#10;tUXqFVGud5vJUfAYZXMK6pmz6Z6AWjtOF42BRpXnEdd5hNCDdStp+wfROnNbOR3wadyjNdxLO38b&#10;j7KAU9KRZZ/t1ah03wAj23fBBkowKUrstYzMNh4kL6g74rely8oV+G6ah7SOTOsgf0eahmsIo6/D&#10;xyxMhZJPs+EpJv6GHCJoQVUH+z5DWkUWZFDg5ZD0Wz/yPSUPsoaGxCkkX0FEcUhuyK/c1mvw25U8&#10;yCRE4fLXdJnkDO9vpq+oG0c9ntyLdj8ILTU8plRIE7bCBOGd2BTClosYsr1d1d5FMNHgziqyzG0D&#10;aysEgbn5q9EiZ2wLcwsfxBYTb9opEPSTm6sG3lBOrY2FaW9OBTGHNG5qj9QyqlSel8x+D6Fu3wlL&#10;Bqp2wmW6gvK1stDTTSBnJ3RG5a/UQjOdbmdwUJIxdveanVstI7MzzFNU0UWlhDJN6gsThaeK19fC&#10;IWPvVDmfEUNVx5XzU964L1h1OTVhngi6xLrHFq6rMi3j02SnZ+LKGjQu62PcTs+KaKpTMaAHJ5SX&#10;oiI0JAMnhO1RTUwQytlUjhjat+Lt9YanK0FOaLidIeGVFVDfqSHqHTDRYJ23itrpZlWTTOX6+q3z&#10;CAWyVm6PKa1twwkdS9hqSVjvY5rRmDCynDDtfkosyWrFll5fMcUYb7n2sX4wswhRhDWbZcmgCGst&#10;Z5KH2zkcBHcGXsWP9Vlbf0ofEWSylSk7obij2h6DMXdCMpXTw7+WZlGOmHJ0DaGqTSjRSjupGdf6&#10;DrY5Wsp19WmDSnRCiGwkUFGrfKpG3KR/20Ih34YwTPpWIlWOGJnWCvkBm6XEVc10Ocf0smDe4xRo&#10;2qr3gquQGXhWtlgtJksttOGwmMwfNaDucsSMx1L8sIdjzRirRuwd2bmnVT7skCuWEOsKzdQcnqDb&#10;35Cw3xn4tL1DcWfqkzHZ5ISgfFi2WxDWGy7o6ySst2ed8XxiiqzwRTZbhyGoUGzNuENmzdJVOMSJ&#10;wTc5ZBBQ1cMlPx6ixFTi2/cRlLgEiMCugkPq9JTskI4Gxa5AQcrsTmrdlS4JBYpr7lnlw06566b3&#10;N37UkOWGr1JBOoN3pivDZ3C50h8iG6pmM0OZanO02pVKSGW9rIyLmnt67A9aI1qDNPvyHl7rVeSV&#10;7Cgv+qV0lKIT88NinvCLGHZkvYEuvLegvFnbT9uXra5rPZ6LRWo2vYqUaQK5MWu2fZfCcxFq3FBg&#10;MMQ2eXg6wI3CrOV6Q9vYgGpgyU+2DiquNGu70UGNqgr1nQ7im5YgZeNRwuoQBYHWfqta7xCmNIWI&#10;ErjBOiCU42VIDPTtjqhDz0lINyr8HuI8KBRnynjbPwjtmXbvdPX9sMqQRgeuw3TlU3ez1C6oKVeq&#10;K9TbzEJDNr8RQkQZsSeI7jR1D0HoDCnnb4SWw0L7n9NlIPzVxeuPF083P3wff/zy+NT+vvz0+PSP&#10;1/cffvj+4vXj/fvbq59v379v//Dw7re/vn84+f3i/ZvTMz1NP/4ULPuM7P2dEd/d23+WHG3/z/Uf&#10;T+0T7a+TTw+3b07/U2h249mPw/67n5X9/t348zh9t9+e7b47W+1/3KuFx37828//dar/ejW+vrm9&#10;urq+++X27vrkjw/v7x5f6/98c3rz9PTx9atXj5c31x8uHv/y4fby4f7x/u3TXy7vP7y6f/v29vL6&#10;1dXDxefbu3evhrPV2asPF7d3pyef9XJZtK2tq1ik4OKTT58t8uH+092VVnfx+ub64uqn+Pvp4va9&#10;//3q+YzbxmoD8tf3+vPHx9ePH399+OF7++u3+6t///Xh5OH+Sbt7evL79YP+uLl/+A/N9uHi45vT&#10;x3/7dPFwfXry/p/uHq0UczQAm6f2D+oGaHzxcPxvfjv+Nxd3lxrqzenT6Yn/+dcn/ZP+k08fH27f&#10;3ehLq7YXd/f/8Onp/u3tk53cYVbxD58fP7a/3r3+/M7+unj9TjO7ub3828XTxfE/N6rX18P9zf37&#10;q+uHH/4bAAD//wMAUEsDBBQABgAIAAAAIQCo9Iag4AAAAAkBAAAPAAAAZHJzL2Rvd25yZXYueG1s&#10;TI9Na8JAEIbvhf6HZYTe6uajBo3ZiEjbkxSqhdLbmoxJMDsbsmsS/32np3oc3od3njfbTKYVA/au&#10;saQgnAcgkApbNlQp+Dq+PS9BOK+p1K0lVHBDB5v88SHTaWlH+sTh4CvBJeRSraD2vkuldEWNRru5&#10;7ZA4O9veaM9nX8my1yOXm1ZGQZBIoxviD7XucFdjcTlcjYL3UY/bOHwd9pfz7vZzXHx870NU6mk2&#10;bdcgPE7+H4Y/fVaHnJ1O9kqlE62CRRQyqWCZ8ALOo1XyAuLE4CqOQeaZvF+Q/wIAAP//AwBQSwEC&#10;LQAUAAYACAAAACEAtoM4kv4AAADhAQAAEwAAAAAAAAAAAAAAAAAAAAAAW0NvbnRlbnRfVHlwZXNd&#10;LnhtbFBLAQItABQABgAIAAAAIQA4/SH/1gAAAJQBAAALAAAAAAAAAAAAAAAAAC8BAABfcmVscy8u&#10;cmVsc1BLAQItABQABgAIAAAAIQCYtv8EfXcAAFfoAgAOAAAAAAAAAAAAAAAAAC4CAABkcnMvZTJv&#10;RG9jLnhtbFBLAQItABQABgAIAAAAIQCo9Iag4AAAAAkBAAAPAAAAAAAAAAAAAAAAANd5AABkcnMv&#10;ZG93bnJldi54bWxQSwUGAAAAAAQABADzAAAA5HoAAAAA&#10;">
              <v:shape id="Freeform 5" o:spid="_x0000_s1027" style="position:absolute;left:4286;width:6413;height:15360;visibility:visible;mso-wrap-style:square;v-text-anchor:top" coordsize="2021,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DzvgAAANoAAAAPAAAAZHJzL2Rvd25yZXYueG1sRI/NCsIw&#10;EITvgu8QVvCmqR5Eq1FEEcWL+HdfmrUtNpvaRK0+vREEj8PMfMNMZrUpxIMql1tW0OtGIIgTq3NO&#10;FZyOq84QhPPIGgvLpOBFDmbTZmOCsbZP3tPj4FMRIOxiVJB5X8ZSuiQjg65rS+LgXWxl0AdZpVJX&#10;+AxwU8h+FA2kwZzDQoYlLTJKroe7USB7y8SM/G59f5fDzYtuW5ufUal2q56PQXiq/T/8a2+0ghF8&#10;r4QbIKcfAAAA//8DAFBLAQItABQABgAIAAAAIQDb4fbL7gAAAIUBAAATAAAAAAAAAAAAAAAAAAAA&#10;AABbQ29udGVudF9UeXBlc10ueG1sUEsBAi0AFAAGAAgAAAAhAFr0LFu/AAAAFQEAAAsAAAAAAAAA&#10;AAAAAAAAHwEAAF9yZWxzLy5yZWxzUEsBAi0AFAAGAAgAAAAhAEXAgPO+AAAA2gAAAA8AAAAAAAAA&#10;AAAAAAAABwIAAGRycy9kb3ducmV2LnhtbFBLBQYAAAAAAwADALcAAADyAgAAAAA=&#10;" path="m2021,4837r,-1772l2021,3065r-1,-64l2017,2941r-4,-58l2007,2829r-7,-53l1991,2726r-10,-47l1969,2633r-13,-44l1942,2548r-17,-39l1909,2472r-18,-35l1872,2403r-20,-32l1831,2341r-21,-28l1787,2286r-23,-26l1739,2235r-25,-24l1689,2190r-26,-21l1636,2149r-26,-19l1582,2112r-27,-17l1526,2078r-55,-32l1413,2017r-113,-57l1244,1932r-53,-29l1138,1874r-25,-15l1089,1842r-25,-16l1040,1808r-22,-19l996,1770r-21,-20l955,1729r-19,-23l919,1683r-17,-25l886,1632r-15,-27l858,1575r-11,-30l836,1513r-8,-34l819,1443r-5,-38l810,1367r-2,-43l806,1280r,l808,1245r2,-40l815,1162r4,-44l834,1023,850,923,866,823r14,-98l886,677r4,-44l893,590r1,-40l894,550r-1,-37l891,479r-2,-33l886,414r-4,-30l877,354r-6,-28l866,300r-6,-26l853,249r-9,-22l837,204,821,164,804,129,788,98,771,71,756,48,743,31,731,18,723,7,714,,,,,,9,7r8,11l29,31,42,48,57,71,74,98r16,31l107,164r16,40l131,227r8,22l146,274r6,26l157,326r6,28l168,384r4,30l175,446r3,33l180,513r,37l180,550r-1,40l176,633r-4,44l166,723r-13,98l136,920r-16,100l106,1115r-5,45l96,1204r-2,40l93,1280r,l94,1324r2,43l100,1407r6,37l114,1480r8,34l133,1547r11,31l157,1606r15,28l188,1660r17,25l222,1709r19,23l261,1754r20,20l304,1793r22,18l350,1829r23,18l398,1863r26,16l476,1909r54,29l586,1966r113,57l756,2053r55,32l840,2102r27,16l895,2137r26,19l948,2176r26,20l999,2219r25,23l1047,2266r24,26l1093,2319r23,28l1137,2377r19,32l1175,2442r19,35l1210,2514r15,39l1240,2594r13,42l1264,2682r11,48l1284,2779r8,52l1297,2885r4,57l1304,3002r,63l1304,4837r717,l2021,4837r,xe" fillcolor="#0063be" stroked="f">
                <v:path arrowok="t" o:connecttype="custom" o:connectlocs="641350,973339;638811,915542;631830,865684;620723,822177;605808,785022;587719,752948;567092,725955;543926,702138;519173,682449;493468,665300;448406,640530;377955,604327;345586,584956;323055,568125;303062,549071;286243,526524;272280,500166;262760,469680;257048,434112;255778,406484;258634,369011;269741,293113;281166,214992;283705,174661;282753,152114;279896,121945;274819,95270;267837,72087;255144,40966;239911,15243;229439,2223;0,0;9203,9845;23483,31121;39033,64783;46332,87013;51727,112418;55535,141634;57122,174661;55852,201019;48553,260721;33638,354086;29830,395052;29830,420457;33638,458565;42207,491274;54583,518902;70450,542720;89173,563361;111070,580828;134553,596706;185963,624334;257365,662124;284022,678638;309092,697374;332258,719604;354155,745327;372878,775495;388745,810745;401121,851711;410007,899028;413815,953332;641350,1536065" o:connectangles="0,0,0,0,0,0,0,0,0,0,0,0,0,0,0,0,0,0,0,0,0,0,0,0,0,0,0,0,0,0,0,0,0,0,0,0,0,0,0,0,0,0,0,0,0,0,0,0,0,0,0,0,0,0,0,0,0,0,0,0,0,0,0"/>
              </v:shape>
              <v:shape id="Freeform 6" o:spid="_x0000_s1028" style="position:absolute;width:6413;height:15360;visibility:visible;mso-wrap-style:square;v-text-anchor:top" coordsize="2020,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1NhxgAAANsAAAAPAAAAZHJzL2Rvd25yZXYueG1sRI9Pa8JA&#10;EMXvBb/DMkJvdWMtpURXqf0DBb3UKpjbNDsmwexsurvV+O2dQ6G3Gd6b934zW/SuVScKsfFsYDzK&#10;QBGX3jZcGdh+vd89gYoJ2WLrmQxcKMJiPriZYW79mT/ptEmVkhCOORqoU+pyrWNZk8M48h2xaAcf&#10;HCZZQ6VtwLOEu1bfZ9mjdtiwNNTY0UtN5XHz6wzs17uDfl0tu6J4m/zgsQgP2eTbmNth/zwFlahP&#10;/+a/6w8r+EIvv8gAen4FAAD//wMAUEsBAi0AFAAGAAgAAAAhANvh9svuAAAAhQEAABMAAAAAAAAA&#10;AAAAAAAAAAAAAFtDb250ZW50X1R5cGVzXS54bWxQSwECLQAUAAYACAAAACEAWvQsW78AAAAVAQAA&#10;CwAAAAAAAAAAAAAAAAAfAQAAX3JlbHMvLnJlbHNQSwECLQAUAAYACAAAACEAKQ9TYcYAAADbAAAA&#10;DwAAAAAAAAAAAAAAAAAHAgAAZHJzL2Rvd25yZXYueG1sUEsFBgAAAAADAAMAtwAAAPoCAAAAAA==&#10;" path="m2020,4837r,-1772l2020,3065r-1,-64l2017,2941r-5,-58l2006,2829r-7,-53l1990,2726r-10,-47l1968,2633r-13,-44l1940,2548r-15,-39l1908,2472r-17,-35l1872,2403r-20,-32l1830,2341r-21,-28l1785,2286r-22,-26l1738,2235r-24,-24l1689,2190r-26,-21l1636,2149r-28,-19l1581,2112r-27,-17l1526,2078r-57,-32l1413,2017r-114,-57l1244,1932r-54,-29l1138,1874r-26,-15l1087,1842r-24,-16l1040,1808r-23,-19l995,1770r-20,-20l955,1729r-19,-23l918,1683r-18,-25l885,1632r-14,-27l858,1575r-12,-30l836,1513r-10,-34l819,1443r-6,-38l810,1367r-4,-43l806,1280r,l806,1245r4,-40l813,1162r6,-44l833,1023,850,923,865,823r14,-98l885,677r4,-44l892,590r1,-40l893,550r-1,-37l891,479r-2,-33l885,414r-3,-30l877,354r-6,-28l865,300r-7,-26l851,249r-7,-22l837,204,820,164,804,129,787,98,771,71,755,48,742,31,730,18,721,7,714,,,,,,8,7r9,11l28,31,41,48,57,71,73,98r17,31l106,164r17,40l130,227r8,22l144,274r7,26l157,326r6,28l168,384r3,30l175,446r2,33l178,513r1,37l179,550r-1,40l176,633r-5,44l165,723r-14,98l136,920r-17,100l105,1115r-6,45l96,1204r-4,40l92,1280r,l92,1324r4,43l99,1407r6,37l112,1480r10,34l132,1547r12,31l157,1606r14,28l186,1660r17,25l222,1709r19,23l261,1754r20,20l303,1793r23,18l349,1829r24,18l398,1863r24,16l476,1909r54,29l585,1966r112,57l754,2053r57,32l839,2102r27,16l893,2137r27,19l946,2176r26,20l998,2219r25,23l1047,2266r23,26l1093,2319r22,28l1135,2377r20,32l1174,2442r18,35l1208,2514r17,39l1239,2594r13,42l1264,2682r11,48l1283,2779r8,52l1297,2885r3,57l1303,3002r1,63l1304,4837r716,l2020,4837r,xe" fillcolor="#0063be" stroked="f">
                <v:path arrowok="t" o:connecttype="custom" o:connectlocs="641350,973339;638810,915542;631825,865684;620713,822177;605790,785022;588010,752948;566738,725955;544195,702138;519430,682449;493395,665300;448628,640530;377825,604327;345123,584956;322898,568125;303213,549071;285750,526524;272415,500166;262255,469680;257175,434112;255905,406484;258128,369011;269875,293113;280988,214992;283528,174661;282893,152114;280035,121945;274638,95270;267970,72087;255270,40966;239713,15243;228918,2223;0,0;8890,9845;23178,31121;39053,64783;45720,87013;51753,112418;55563,141634;56833,174661;55880,201019;47943,260721;33338,354086;29210,395052;29210,420457;33338,458565;41910,491274;54293,518902;70485,542720;89218,563361;110808,580828;133985,596706;185738,624334;257493,662124;283528,678638;308610,697374;332423,719604;354013,745327;372745,775495;388938,810745;401320,851711;409893,899028;413703,953332;641350,1536065" o:connectangles="0,0,0,0,0,0,0,0,0,0,0,0,0,0,0,0,0,0,0,0,0,0,0,0,0,0,0,0,0,0,0,0,0,0,0,0,0,0,0,0,0,0,0,0,0,0,0,0,0,0,0,0,0,0,0,0,0,0,0,0,0,0,0"/>
              </v:shape>
              <v:shape id="Freeform 7" o:spid="_x0000_s1029" style="position:absolute;left:8477;width:6413;height:15360;visibility:visible;mso-wrap-style:square;v-text-anchor:top" coordsize="2020,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/b6wwAAANsAAAAPAAAAZHJzL2Rvd25yZXYueG1sRE9LawIx&#10;EL4X/A9hhN5q1lqKrEZRa0FoL/UB7m3cjLuLm8maRF3/vSkUepuP7znjaWtqcSXnK8sK+r0EBHFu&#10;dcWFgu3m82UIwgdkjbVlUnAnD9NJ52mMqbY3/qHrOhQihrBPUUEZQpNK6fOSDPqebYgjd7TOYIjQ&#10;FVI7vMVwU8vXJHmXBiuODSU2tCgpP60vRsH+e3eUH1/zJsuWgzOeMveWDA5KPXfb2QhEoDb8i//c&#10;Kx3n9+H3l3iAnDwAAAD//wMAUEsBAi0AFAAGAAgAAAAhANvh9svuAAAAhQEAABMAAAAAAAAAAAAA&#10;AAAAAAAAAFtDb250ZW50X1R5cGVzXS54bWxQSwECLQAUAAYACAAAACEAWvQsW78AAAAVAQAACwAA&#10;AAAAAAAAAAAAAAAfAQAAX3JlbHMvLnJlbHNQSwECLQAUAAYACAAAACEARkP2+sMAAADbAAAADwAA&#10;AAAAAAAAAAAAAAAHAgAAZHJzL2Rvd25yZXYueG1sUEsFBgAAAAADAAMAtwAAAPcCAAAAAA==&#10;" path="m2020,4837r-715,l1305,3065r,l1304,3002r-3,-60l1297,2885r-6,-54l1284,2779r-10,-49l1264,2682r-12,-46l1239,2594r-14,-41l1209,2514r-16,-37l1175,2442r-19,-33l1136,2377r-21,-30l1094,2319r-24,-27l1048,2266r-25,-24l998,2219r-25,-23l947,2176r-27,-20l894,2137r-27,-19l839,2102r-27,-17l755,2053r-57,-30l585,1966r-55,-28l475,1909r-52,-30l397,1863r-24,-16l349,1829r-24,-18l303,1793r-21,-19l261,1754r-21,-22l222,1709r-18,-24l187,1660r-16,-26l157,1606r-13,-28l132,1547r-11,-33l113,1480r-7,-36l100,1407r-5,-40l93,1324r-1,-44l92,1280r1,-36l95,1204r5,-44l106,1115r14,-95l135,920r17,-99l166,723r5,-46l176,633r2,-43l179,550r,l179,513r-2,-34l174,446r-2,-32l167,384r-4,-30l158,326r-7,-26l145,274r-7,-25l131,227r-9,-23l106,164,89,129,73,98,56,71,42,48,28,31,16,18,8,7,,,714,r,l722,7r9,11l742,31r14,17l772,71r16,27l805,129r16,35l838,204r8,23l853,249r7,25l867,300r6,26l879,354r5,30l887,414r4,32l893,479r1,34l895,550r,l894,590r-2,43l887,677r-6,48l867,823,852,923r-17,100l821,1118r-5,44l812,1205r-3,40l808,1280r,l809,1324r3,43l815,1405r6,38l829,1479r9,34l848,1545r12,30l873,1605r14,27l903,1658r17,25l938,1706r19,23l977,1750r20,20l1019,1789r23,19l1065,1826r24,16l1114,1859r26,15l1192,1903r54,29l1301,1960r114,57l1471,2046r56,32l1555,2095r27,17l1609,2130r28,19l1664,2169r26,21l1714,2211r25,24l1763,2260r23,26l1809,2313r22,28l1851,2371r20,32l1890,2437r18,35l1926,2509r15,39l1955,2589r13,44l1980,2679r11,47l1999,2776r8,53l2013,2883r4,58l2020,3001r,64l2020,4837r,l2020,4837xe" fillcolor="#0063be" stroked="f">
                <v:path arrowok="t" o:connecttype="custom" o:connectlocs="414338,973339;413068,934278;407670,882515;397510,837103;383858,798360;367030,765016;347345,736435;324803,711982;300673,691023;275273,672604;239713,651962;168275,615442;126048,591625;103188,575111;82868,557010;64770,535098;49848,510010;38418,480794;31750,446815;29210,406484;30163,382349;38100,323917;52705,229600;56515,187364;56833,162911;54610,131472;50165,103526;43815,79074;33655,52081;17780,22547;5080,5716;226695,0;232093,5716;245110,22547;260668,52081;270828,79074;277178,103526;281623,131472;283845,162911;283845,187364;279718,230235;265113,324870;257810,382667;256540,406484;258763,446180;266065,480477;277178,509693;292100,534463;310198,555740;330835,574159;353695,590355;395605,613537;467043,649739;502285,670699;528320,688800;552133,709759;574358,734529;594043,763110;611505,796772;624840,836150;634683,881562;640398,933961;641350,1536065" o:connectangles="0,0,0,0,0,0,0,0,0,0,0,0,0,0,0,0,0,0,0,0,0,0,0,0,0,0,0,0,0,0,0,0,0,0,0,0,0,0,0,0,0,0,0,0,0,0,0,0,0,0,0,0,0,0,0,0,0,0,0,0,0,0,0"/>
              </v:shape>
              <v:shape id="Freeform 8" o:spid="_x0000_s1030" style="position:absolute;left:21240;top:10668;width:15590;height:4724;visibility:visible;mso-wrap-style:square;v-text-anchor:top" coordsize="4909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+FewwAAANsAAAAPAAAAZHJzL2Rvd25yZXYueG1sRE9LawIx&#10;EL4X/A9hhN5qVg9tXY2iglBhEXwdvA2bcbO6mWw3Ubf++kYo9DYf33PG09ZW4kaNLx0r6PcSEMS5&#10;0yUXCva75dsnCB+QNVaOScEPeZhOOi9jTLW784Zu21CIGMI+RQUmhDqV0ueGLPqeq4kjd3KNxRBh&#10;U0jd4D2G20oOkuRdWiw5NhisaWEov2yvVsHxY7fMNuacfT/WmT0MV+Zhca7Ua7edjUAEasO/+M/9&#10;peP8ATx/iQfIyS8AAAD//wMAUEsBAi0AFAAGAAgAAAAhANvh9svuAAAAhQEAABMAAAAAAAAAAAAA&#10;AAAAAAAAAFtDb250ZW50X1R5cGVzXS54bWxQSwECLQAUAAYACAAAACEAWvQsW78AAAAVAQAACwAA&#10;AAAAAAAAAAAAAAAfAQAAX3JlbHMvLnJlbHNQSwECLQAUAAYACAAAACEADu/hXsMAAADbAAAADwAA&#10;AAAAAAAAAAAAAAAHAgAAZHJzL2Rvd25yZXYueG1sUEsFBgAAAAADAAMAtwAAAPcCAAAAAA==&#10;" path="m904,1488l562,826,380,1043r,445l,1488,,,380,r,568l823,r455,l833,521r516,967l904,1488r,l904,1488r,xm2478,1488r407,l2335,,1961,,1413,1488r400,l1900,1203r491,l2478,1488r,l2478,1488r,xm1998,890l2147,410r146,480l1998,890r,l1998,890r,xm3733,1488r,l3766,1487r32,-1l3829,1484r30,-4l3888,1475r29,-4l3944,1464r26,-8l3995,1448r24,-9l4042,1428r22,-12l4086,1405r20,-13l4124,1377r18,-14l4160,1347r15,-17l4191,1312r13,-17l4217,1275r11,-20l4239,1233r9,-21l4257,1190r7,-24l4270,1141r4,-24l4279,1091r2,-28l4284,1036r,-28l4284,1008r-1,-31l4280,948r-4,-27l4268,895r-8,-25l4251,846r-12,-22l4226,803r-14,-20l4195,765r-17,-18l4159,732r-20,-15l4117,704r-22,-13l4071,680r,l4090,668r18,-12l4124,645r16,-15l4155,616r14,-14l4182,586r13,-17l4206,551r9,-20l4224,511r7,-21l4237,466r3,-23l4242,417r2,-29l4244,388r-2,-22l4241,344r-2,-23l4235,300r-3,-20l4226,260r-6,-19l4213,222r-8,-18l4195,188r-9,-17l4174,156r-12,-15l4149,127r-14,-13l4120,101,4103,89,4087,77,4069,66r-20,-9l4029,47r-21,-8l3986,32r-23,-7l3938,19r-25,-5l3887,10,3859,6,3831,4,3801,1,3770,r-30,l3032,r,1488l3733,1488r,l3733,1488r,xm3727,308r,l3746,308r19,3l3781,313r14,5l3809,322r12,6l3832,335r9,7l3848,352r7,9l3861,372r5,11l3870,394r2,13l3873,420r,13l3873,433r,14l3872,460r-2,13l3866,485r-5,11l3855,506r-5,10l3841,524r-9,8l3822,540r-11,5l3798,550r-15,4l3767,557r-17,1l3732,560r-339,l3393,308r334,l3727,308r,l3727,308xm3743,857r,l3765,857r18,2l3801,863r17,5l3833,873r13,8l3859,889r11,9l3880,909r8,12l3896,934r5,14l3906,962r3,17l3911,996r1,18l3912,1014r-1,18l3909,1048r-3,17l3901,1080r-5,14l3888,1108r-8,12l3871,1132r-12,11l3847,1151r-14,8l3818,1166r-17,5l3782,1174r-19,3l3742,1178r-349,l3393,857r350,l3743,857r,l3743,857xm4528,1488r381,l4909,,4528,r,1488l4528,1488r,l4528,1488xe" fillcolor="#0063be" stroked="f">
                <v:path arrowok="t" o:connecttype="custom" o:connectlocs="120675,472440;120675,180340;428395,472440;287078,472440;622744,0;759297,381953;786925,472440;634494,282575;1185469,472440;1215955,471170;1252475,464820;1283596,453390;1309637,437198;1330914,416560;1346157,391478;1356001,362268;1360447,328930;1359177,300990;1349967,268605;1332184,242888;1307414,223520;1298840,212090;1319481,195580;1335677,174943;1345522,147955;1347744,123190;1344886,95250;1337900,70485;1325515,49530;1308366,32068;1285819,18098;1258509,7938;1225482,1905;1187692,0;1185469,472440;1183564,97790;1205158,100965;1219766,108585;1227705,121603;1229928,137478;1228975,150178;1222624,163830;1210239,173038;1190868,177165;1183564,97790;1188645,272098;1207063,274003;1225482,282258;1237232,296545;1241995,316230;1241360,332740;1234691,351790;1221671,365443;1201030,372745;1077497,272098;1188645,272098;1437933,0;1437933,472440" o:connectangles="0,0,0,0,0,0,0,0,0,0,0,0,0,0,0,0,0,0,0,0,0,0,0,0,0,0,0,0,0,0,0,0,0,0,0,0,0,0,0,0,0,0,0,0,0,0,0,0,0,0,0,0,0,0,0,0,0,0"/>
                <o:lock v:ext="edit" verticies="t"/>
              </v:shape>
              <v:shape id="Freeform 9" o:spid="_x0000_s1031" style="position:absolute;left:21240;top:3524;width:36303;height:4883;visibility:visible;mso-wrap-style:square;v-text-anchor:top" coordsize="11434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2pRwgAAANsAAAAPAAAAZHJzL2Rvd25yZXYueG1sRE/fa8Iw&#10;EH4X9j+EG/im6RyIdKZlDGQy1KGbPp/NrQ1rLrWJtv73Rhjs7T6+nzfPe1uLC7XeOFbwNE5AEBdO&#10;Gy4VfH8tRjMQPiBrrB2Tgit5yLOHwRxT7Tre0mUXShFD2KeooAqhSaX0RUUW/dg1xJH7ca3FEGFb&#10;St1iF8NtLSdJMpUWDceGCht6q6j43Z2tguX+6t+lORzNavPZL9zs47DuTkoNH/vXFxCB+vAv/nMv&#10;dZz/DPdf4gEyuwEAAP//AwBQSwECLQAUAAYACAAAACEA2+H2y+4AAACFAQAAEwAAAAAAAAAAAAAA&#10;AAAAAAAAW0NvbnRlbnRfVHlwZXNdLnhtbFBLAQItABQABgAIAAAAIQBa9CxbvwAAABUBAAALAAAA&#10;AAAAAAAAAAAAAB8BAABfcmVscy8ucmVsc1BLAQItABQABgAIAAAAIQB3t2pRwgAAANsAAAAPAAAA&#10;AAAAAAAAAAAAAAcCAABkcnMvZG93bnJldi54bWxQSwUGAAAAAAMAAwC3AAAA9gIAAAAA&#10;" path="m374,356r,230l900,586r,329l374,915r,599l,1514,,23r1111,l1111,356r-737,l374,356r,l374,356xm2089,1514r421,l2216,941r,l2248,926r30,-15l2306,893r26,-20l2357,852r22,-23l2400,804r18,-26l2435,751r15,-29l2462,690r10,-33l2481,621r6,-36l2490,546r1,-41l2491,505r-1,-32l2489,443r-4,-29l2481,385r-6,-26l2468,334r-9,-25l2450,285r-11,-22l2427,241r-12,-20l2400,203r-15,-18l2370,167r-18,-16l2334,136r-19,-14l2295,109,2274,96,2253,86,2230,75r-23,-9l2183,57r-26,-7l2132,44r-27,-5l2078,34r-27,-4l2023,27r-30,-3l1964,23r-31,l1256,23r,1491l1626,1514r,-514l1837,1000r252,514l2089,1514r,l2089,1514xm1922,345r,l1946,345r22,3l1990,351r19,5l2025,362r17,8l2056,378r12,11l2079,401r10,12l2096,427r7,15l2108,457r3,18l2114,494r,19l2114,513r,21l2111,554r-3,18l2103,590r-7,15l2088,619r-10,13l2068,645r-13,10l2040,664r-16,8l2006,678r-19,5l1966,686r-24,3l1919,690r-293,l1626,345r296,l1922,345r,l1922,345xm2705,1514r1127,l3832,1186r-754,l3078,894r469,l3547,571r-469,l3078,351r702,l3780,23r-1075,l2705,1514r,l2705,1514r,xm4517,1537r,l4552,1537r34,-2l4619,1534r32,-4l4683,1525r29,-4l4742,1515r28,-7l4798,1499r26,-8l4850,1482r24,-12l4897,1459r23,-13l4941,1433r20,-15l4980,1403r19,-17l5015,1370r16,-19l5046,1332r13,-20l5071,1291r12,-23l5092,1246r8,-24l5107,1197r6,-26l5118,1144r4,-28l5124,1088r,-30l5124,1058r,-27l5122,1005r-3,-25l5116,957r-6,-23l5104,912r-7,-21l5089,870r-10,-18l5069,833r-12,-17l5045,798r-14,-15l5017,768r-16,-14l4985,739r-18,-13l4948,714r-19,-12l4908,690r-21,-12l4866,669r-24,-11l4818,649r-50,-18l4713,613r-56,-15l4597,584r,l4526,566r-58,-17l4444,541r-21,-7l4404,526r-16,-8l4375,509r-12,-8l4353,493r-7,-10l4340,473r-3,-11l4335,450r,-11l4335,439r,-11l4336,417r2,-9l4343,398r5,-9l4353,381r7,-9l4370,364r11,-6l4392,352r15,-5l4422,342r19,-3l4461,336r21,-1l4507,335r,l4534,335r27,2l4587,339r26,4l4639,349r25,6l4689,362r24,8l4737,380r25,10l4784,402r24,12l4831,428r23,14l4876,456r23,17l5100,193r,l5072,171r-29,-22l5013,129r-32,-17l4949,94,4918,77,4883,63,4849,50,4812,39,4776,28r-39,-8l4697,13,4657,7,4614,3,4569,1,4525,r,l4493,1r-31,1l4432,4r-29,4l4375,13r-29,5l4319,24r-26,9l4267,41r-25,9l4219,61r-23,11l4174,83r-21,13l4133,110r-19,15l4095,140r-17,17l4062,174r-15,18l4032,210r-13,20l4008,250r-11,20l3988,291r-9,22l3972,336r-6,23l3962,384r-4,25l3956,434r,26l3956,460r,27l3958,513r2,25l3964,561r5,24l3975,606r6,21l3989,646r8,19l4006,684r12,17l4030,717r12,15l4056,748r14,14l4087,775r16,13l4121,800r18,11l4159,823r20,11l4200,843r22,10l4246,862r50,18l4349,896r56,16l4467,926r,l4543,945r33,9l4605,964r26,9l4654,981r19,10l4691,999r14,10l4717,1018r9,11l4733,1039r6,11l4743,1062r2,11l4745,1086r,l4745,1101r-2,14l4739,1128r-6,12l4726,1150r-8,10l4709,1168r-13,8l4683,1182r-17,6l4650,1193r-20,3l4608,1200r-23,1l4559,1202r-29,1l4530,1203r-27,-1l4476,1200r-28,-4l4421,1191r-30,-5l4363,1177r-28,-8l4306,1160r-27,-11l4252,1137r-27,-13l4200,1111r-25,-14l4152,1083r-23,-15l4109,1052r-203,275l3906,1327r27,23l3963,1371r32,21l4027,1412r35,18l4097,1448r38,16l4174,1478r39,13l4254,1503r43,11l4339,1522r44,7l4428,1534r45,2l4517,1537r,l4517,1537r,xm5326,1514r1127,l6453,1186r-754,l5699,894r469,l6168,571r-469,l5699,351r702,l6401,23r-1075,l5326,1514r,l5326,1514r,xm7594,1514r314,l7908,23r-362,l7546,836,6971,23r-339,l6632,1514r362,l6994,660r600,854l7594,1514r,l7594,1514xm8178,1514r381,l8559,23r-381,l8178,1514r,l8178,1514r,xm9442,1537r,l9477,1537r35,-2l9545,1531r33,-3l9610,1522r30,-7l9671,1507r29,-10l9729,1486r27,-11l9783,1462r26,-14l9834,1431r23,-17l9880,1396r22,-20l9922,1354r20,-22l9960,1308r18,-26l9993,1256r15,-28l10021,1199r12,-31l10045,1136r9,-34l10063,1068r6,-37l10075,993r3,-39l10080,913r,-43l10080,23r-378,l9702,870r,l9700,908r-2,34l9692,975r-7,32l9677,1036r-11,27l9653,1088r-8,10l9638,1110r-8,9l9621,1130r-9,8l9601,1147r-9,8l9581,1162r-12,6l9558,1174r-12,6l9533,1184r-13,4l9506,1191r-14,3l9477,1195r-15,1l9447,1196r,l9430,1196r-15,-1l9400,1194r-15,-3l9371,1188r-13,-4l9345,1180r-12,-6l9322,1168r-12,-6l9299,1154r-10,-7l9279,1138r-9,-9l9261,1119r-8,-10l9245,1098r-7,-12l9231,1075r-6,-13l9213,1036r-8,-30l9198,975r-5,-33l9189,907r-1,-37l9188,23r-381,l8807,870r,l8808,913r3,41l8814,993r5,38l8826,1068r8,35l8844,1137r10,32l8866,1200r13,29l8894,1258r16,25l8927,1309r18,24l8965,1355r20,22l9008,1397r22,17l9054,1432r25,16l9104,1462r26,14l9158,1488r29,10l9215,1508r31,7l9277,1522r32,6l9341,1531r33,4l9408,1537r34,l9442,1537r,l9442,1537xm10827,1537r,l10862,1537r34,-2l10929,1534r32,-4l10991,1525r31,-4l11052,1515r28,-7l11107,1499r26,-8l11159,1482r25,-12l11207,1459r22,-13l11251,1433r20,-15l11290,1403r18,-17l11324,1370r17,-19l11355,1332r13,-20l11381,1291r11,-23l11401,1246r8,-24l11417,1197r6,-26l11428,1144r2,-28l11433,1088r1,-30l11434,1058r-1,-27l11432,1005r-4,-25l11425,957r-5,-23l11413,912r-7,-21l11397,870r-9,-18l11377,833r-11,-17l11354,798r-14,-15l11325,768r-15,-14l11294,739r-18,-13l11257,714r-19,-12l11218,690r-21,-12l11174,669r-23,-11l11127,649r-51,-18l11023,613r-57,-15l10905,584r,l10835,566r-57,-17l10753,541r-21,-7l10713,526r-15,-8l10683,509r-11,-8l10662,493r-7,-10l10650,473r-3,-11l10645,450r-2,-11l10643,439r2,-11l10646,417r2,-9l10652,398r4,-9l10662,381r7,-9l10679,364r10,-6l10701,352r14,-5l10732,342r18,-3l10770,336r22,-1l10816,335r,l10844,335r26,2l10897,339r26,4l10948,349r26,6l10997,362r25,8l11047,380r24,10l11094,402r23,12l11140,428r23,14l11186,456r23,17l11410,193r,l11382,171r-29,-22l11322,129r-31,-17l11259,94r-33,-17l11192,63r-34,-13l11121,39r-36,-11l11046,20r-39,-7l10966,7r-43,-4l10878,1,10833,r,l10801,1r-29,1l10741,4r-29,4l10683,13r-27,5l10629,24r-27,9l10577,41r-25,9l10529,61r-24,11l10483,83r-20,13l10442,110r-19,15l10405,140r-18,17l10371,174r-16,18l10341,210r-13,20l10316,250r-10,20l10296,291r-8,22l10281,336r-6,23l10270,384r-3,25l10265,434r,26l10265,460r,27l10267,513r2,25l10273,561r5,24l10283,606r6,21l10298,646r8,19l10316,684r11,17l10339,717r13,15l10365,748r15,14l10396,775r16,13l10430,800r19,11l10468,823r21,11l10510,843r22,10l10556,862r50,18l10659,896r56,16l10776,926r,l10852,945r33,9l10915,964r26,9l10963,981r20,10l11000,999r14,10l11026,1018r9,11l11043,1039r5,11l11052,1062r2,11l11055,1086r,l11054,1101r-2,14l11048,1128r-5,12l11036,1150r-8,10l11017,1168r-11,8l10991,1182r-15,6l10958,1193r-20,3l10917,1200r-23,1l10868,1202r-29,1l10839,1203r-26,-1l10786,1200r-28,-4l10729,1191r-28,-5l10673,1177r-28,-8l10616,1160r-28,-11l10561,1137r-26,-13l10509,1111r-25,-14l10460,1083r-22,-15l10418,1052r-203,275l10215,1327r28,23l10272,1371r31,21l10337,1412r34,18l10406,1448r38,16l10483,1478r40,13l10564,1503r42,11l10649,1522r44,7l10737,1534r44,2l10827,1537r,l10827,1537r,xe" fillcolor="#0063be" stroked="f">
                <v:path arrowok="t" o:connecttype="custom" o:connectlocs="118745,113104;767715,247176;787718,122317;735013,38760;632778,7625;610235,109609;669290,145192;652463,208098;610235,109609;858838,481008;1514475,479102;1602105,423185;1626870,327555;1592898,243999;1478598,189989;1377950,150275;1390968,113739;1472883,110880;1619250,61317;1478598,2224;1354773,13026;1276033,73073;1256665,162983;1292225,242092;1418273,294196;1504633,333592;1486853,375529;1394143,376800;1240155,421597;1391603,485773;1958340,181410;2395855,7307;2717483,7307;3060700,481325;3162300,415560;3200400,276405;3060065,352654;3013710,379342;2959735,371081;2922588,319613;2802255,339311;2867025,449237;2987040,488315;3509010,481325;3600768,429222;3630295,336134;3600450,248764;3499803,194754;3382963,153452;3390583,115645;3468053,108973;3622675,61317;3494723,4130;3366135,10484;3283268,66718;3259138,154723;3290888,237645;3402013,289748;3506153,330097;3494405,373623;3406458,378389;3243263,421597;3381058,483549" o:connectangles="0,0,0,0,0,0,0,0,0,0,0,0,0,0,0,0,0,0,0,0,0,0,0,0,0,0,0,0,0,0,0,0,0,0,0,0,0,0,0,0,0,0,0,0,0,0,0,0,0,0,0,0,0,0,0,0,0,0,0,0,0,0,0"/>
                <o:lock v:ext="edit" verticies="t"/>
              </v:shape>
              <v:shape id="Freeform 10" o:spid="_x0000_s1032" style="position:absolute;left:20955;top:19526;width:36499;height:5562;visibility:visible;mso-wrap-style:square;v-text-anchor:top" coordsize="11496,1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u8kvgAAANsAAAAPAAAAZHJzL2Rvd25yZXYueG1sRE/LqsIw&#10;EN1f8B/CCO40bRGRahQR5N6NCx8bd0MzttVmUpoY698bQbi7OZznLNe9aUSgztWWFaSTBARxYXXN&#10;pYLzaTeeg3AeWWNjmRS8yMF6NfhZYq7tkw8Ujr4UMYRdjgoq79tcSldUZNBNbEscuavtDPoIu1Lq&#10;Dp8x3DQyS5KZNFhzbKiwpW1Fxf34MAqSmtLskKXhcbmEsG834dfdglKjYb9ZgPDU+3/x1/2n4/wp&#10;fH6JB8jVGwAA//8DAFBLAQItABQABgAIAAAAIQDb4fbL7gAAAIUBAAATAAAAAAAAAAAAAAAAAAAA&#10;AABbQ29udGVudF9UeXBlc10ueG1sUEsBAi0AFAAGAAgAAAAhAFr0LFu/AAAAFQEAAAsAAAAAAAAA&#10;AAAAAAAAHwEAAF9yZWxzLy5yZWxzUEsBAi0AFAAGAAgAAAAhAOjy7yS+AAAA2wAAAA8AAAAAAAAA&#10;AAAAAAAABwIAAGRycy9kb3ducmV2LnhtbFBLBQYAAAAAAwADALcAAADyAgAAAAA=&#10;" path="m11496,857r,l11496,829r-1,-26l11493,779r-3,-26l11487,729r-5,-24l11476,682r-6,-23l11463,637r-7,-21l11448,596r-10,-20l11428,557r-11,-18l11407,521r-13,-16l11381,488r-15,-15l11352,459r-15,-13l11320,434r-16,-12l11286,412r-18,-10l11250,394r-20,-7l11209,381r-21,-6l11166,371r-23,-2l11120,367r-24,l11096,367r-22,l11053,368r-22,3l11010,375r-20,6l10970,387r-20,7l10931,402r-18,10l10896,422r-18,11l10861,446r-16,13l10829,473r-14,15l10801,505r-14,16l10775,540r-13,19l10752,579r-11,20l10732,620r-9,23l10715,667r-7,23l10702,716r-6,25l10691,768r-3,27l10686,822r-2,30l10684,881r,l10684,917r3,34l10689,984r5,32l10700,1045r6,30l10713,1102r8,26l10730,1153r11,23l10752,1198r11,21l10776,1238r13,19l10804,1274r14,16l10833,1305r15,13l10864,1331r16,12l10897,1353r16,10l10931,1371r18,7l10965,1385r18,5l11001,1395r17,3l11036,1402r18,2l11071,1405r17,l11088,1405r27,l11141,1403r26,-2l11191,1398r22,-5l11235,1389r22,-6l11278,1376r21,-9l11319,1359r20,-9l11361,1339r41,-23l11445,1290r-67,-103l11378,1187r-33,21l11313,1227r-30,17l11266,1251r-15,6l11234,1262r-16,5l11200,1272r-18,3l11163,1278r-18,2l11125,1281r-22,l11103,1281r-15,l11074,1280r-14,-2l11045,1275r-14,-3l11018,1267r-13,-5l10994,1257r-13,-6l10969,1244r-11,-8l10947,1227r-10,-8l10927,1209r-9,-10l10909,1187r-9,-11l10892,1163r-15,-26l10864,1109r-12,-31l10842,1045r-7,-35l10829,973r-3,-39l11490,934r,l11494,917r1,-18l11496,879r,-22l11496,857r,xm10826,819r,l10831,779r6,-38l10845,705r9,-31l10866,644r13,-27l10894,592r9,-10l10911,571r8,-11l10929,552r9,-9l10949,536r10,-9l10970,521r11,-6l10992,510r24,-9l11041,494r26,-3l11094,489r,l11110,491r16,1l11141,493r14,2l11169,499r13,5l11195,508r13,6l11220,520r12,7l11243,534r10,9l11263,551r9,9l11281,571r9,11l11305,604r14,25l11331,656r11,29l11350,716r6,33l11361,782r3,37l10826,819r,xm10189,250r,137l10052,387r,120l10189,507r,877l10330,1384r,-877l10526,507r,-120l10330,387r,-148l10330,239r1,-15l10333,211r2,-13l10339,187r4,-9l10348,169r6,-8l10360,156r7,-6l10375,145r8,-4l10393,139r9,-2l10412,135r21,-1l10433,134r18,1l10466,135r15,3l10497,140r14,4l10524,147r13,5l10549,157r,-135l10549,22r-26,-7l10496,9r-34,-2l10424,6r,l10399,7r-25,2l10350,13r-22,6l10308,27r-20,9l10270,47r-16,14l10239,76r-13,18l10215,114r-10,23l10198,161r-5,28l10190,218r-1,32l10189,250r,xm9600,1384r143,l9743,387r-143,l9600,1384r,xm9674,6r,l9662,6r-9,2l9642,10r-9,4l9623,17r-8,6l9607,29r-7,6l9593,42r-6,9l9582,59r-5,9l9574,78r-3,9l9570,98r-1,9l9569,107r1,11l9571,128r3,10l9577,147r5,9l9587,164r6,8l9600,179r7,6l9615,191r8,6l9633,200r9,4l9653,206r9,3l9674,209r,l9684,209r9,-3l9702,204r10,-4l9720,197r8,-6l9736,185r7,-6l9750,172r6,-8l9760,156r4,-9l9767,138r3,-10l9772,118r,-11l9772,107r,-9l9770,87r-3,-9l9764,68r-4,-9l9756,51r-6,-9l9743,35r-7,-6l9728,23r-8,-6l9712,14r-10,-4l9693,8r-9,-2l9674,6r,l9674,6xm9063,1384r141,l9204,,9063,80r,1304l9063,1384xm7872,511r,-124l7731,387r,997l7872,1384r,-584l7872,800r1,-36l7876,731r4,-30l7887,672r8,-27l7904,620r12,-22l7929,577r14,-18l7959,543r18,-13l7987,523r10,-5l8007,513r10,-5l8040,502r23,-3l8089,498r,l8113,498r22,2l8155,504r19,3l8192,513r16,7l8224,527r15,9l8276,390r,l8262,386r-15,-5l8231,376r-19,-3l8192,370r-21,-2l8146,367r-26,l8120,367r-20,l8080,369r-19,4l8042,377r-18,6l8007,390r-17,9l7974,408r-17,11l7943,429r-14,12l7916,454r-13,13l7892,481r-10,14l7872,511r,l7872,511xm7000,367r,l6978,367r-23,1l6934,371r-22,4l6890,380r-20,6l6849,392r-19,8l6810,409r-19,10l6773,429r-17,12l6738,454r-16,14l6706,484r-15,16l6677,517r-14,17l6650,553r-12,20l6626,595r-11,21l6606,638r-8,25l6589,688r-6,25l6578,740r-6,27l6568,795r-2,30l6565,855r-2,31l6563,886r,32l6566,949r2,28l6572,1006r4,28l6582,1059r7,26l6596,1110r9,24l6614,1156r11,23l6635,1199r12,20l6660,1238r13,17l6687,1273r15,15l6717,1304r16,14l6750,1330r18,13l6785,1353r19,10l6823,1372r20,7l6863,1386r20,6l6904,1397r22,4l6948,1403r23,2l6993,1405r,l7015,1404r23,-1l7060,1401r21,-4l7103,1391r21,-6l7144,1378r20,-7l7183,1362r19,-11l7221,1340r17,-13l7255,1314r16,-14l7288,1285r14,-17l7318,1252r12,-19l7343,1214r12,-20l7367,1173r11,-23l7387,1128r8,-24l7404,1078r7,-24l7417,1026r4,-28l7425,970r2,-30l7430,910r,-31l7430,879r,-31l7427,818r-2,-30l7421,760r-4,-27l7411,707r-6,-26l7397,656r-9,-24l7379,610r-10,-21l7358,569r-12,-20l7334,530r-14,-18l7307,495r-15,-15l7276,466r-16,-14l7243,439r-18,-11l7208,418r-19,-11l7170,399r-20,-7l7130,384r-20,-5l7089,374r-22,-4l7045,368r-23,-1l7000,367r,l7000,367xm6997,1281r,l6980,1281r-15,-1l6949,1278r-15,-3l6920,1272r-14,-5l6891,1262r-12,-7l6866,1249r-13,-8l6841,1233r-12,-8l6818,1214r-10,-11l6797,1193r-9,-13l6778,1167r-8,-13l6762,1140r-9,-16l6746,1108r-6,-17l6735,1074r-6,-18l6724,1037r-5,-20l6716,997r-3,-21l6711,953r-2,-22l6707,882r,l6709,835r2,-22l6713,790r3,-21l6719,749r5,-19l6729,711r6,-19l6740,676r6,-17l6753,643r9,-14l6770,615r8,-15l6788,587r9,-11l6808,565r10,-11l6829,545r12,-8l6853,528r13,-7l6879,514r12,-6l6906,504r14,-5l6934,495r15,-2l6965,492r15,-1l6997,489r,l7013,491r15,1l7044,493r15,2l7073,499r14,5l7102,508r13,6l7128,521r12,7l7152,537r12,8l7176,554r11,11l7197,576r10,11l7216,600r9,15l7234,629r7,14l7248,659r7,17l7261,692r6,19l7271,730r4,19l7279,769r3,21l7284,813r2,22l7287,882r,l7286,931r-2,22l7282,976r-3,21l7275,1017r-4,20l7267,1056r-6,18l7255,1091r-7,17l7241,1124r-7,16l7225,1154r-9,13l7207,1180r-10,13l7187,1203r-11,11l7164,1225r-12,8l7140,1241r-12,8l7115,1255r-13,7l7087,1267r-14,5l7059,1275r-15,3l7028,1280r-15,1l6997,1281r,l6997,1281xm6047,250r,137l5910,387r,120l6047,507r,877l6189,1384r,-877l6385,507r,-120l6189,387r,-148l6189,239r2,-15l6192,211r2,-13l6198,187r3,-9l6206,169r6,-8l6219,156r7,-6l6233,145r8,-4l6251,139r9,-2l6271,135r21,-1l6292,134r17,1l6324,135r16,3l6355,140r14,4l6382,147r13,5l6408,157r,-135l6408,22r-26,-7l6353,9,6322,7,6281,6r,l6257,7r-25,2l6208,13r-21,6l6166,27r-19,9l6129,47r-16,14l6097,76r-13,18l6074,114r-10,23l6057,161r-6,28l6048,218r-1,32l6047,250r,xm4933,499r,l4918,485r-13,-14l4891,458r-15,-13l4861,433r-16,-11l4829,412r-17,-10l4794,395r-17,-8l4758,381r-20,-5l4718,371r-21,-2l4674,367r-22,l4652,367r-20,l4613,368r-19,3l4575,375r-18,5l4538,386r-16,7l4504,400r-16,9l4471,419r-15,11l4440,442r-15,13l4411,469r-13,16l4385,501r-13,18l4360,537r-10,20l4339,577r-9,21l4320,620r-8,24l4305,669r-7,26l4292,721r-5,27l4282,777r-3,30l4276,838r-1,30l4275,901r,l4275,933r1,32l4279,995r3,29l4286,1052r5,26l4296,1104r6,24l4309,1152r9,22l4326,1195r9,20l4345,1234r10,18l4367,1270r12,15l4391,1300r13,14l4418,1326r13,12l4446,1350r14,9l4476,1367r16,9l4509,1383r16,6l4542,1393r18,5l4577,1402r18,1l4614,1405r18,l4632,1405r24,-1l4681,1402r23,-4l4726,1393r21,-5l4767,1380r20,-8l4806,1363r18,-11l4842,1342r16,-12l4875,1317r15,-13l4904,1291r29,-29l4933,1314r,l4931,1356r-3,39l4925,1412r-2,18l4920,1447r-5,15l4910,1477r-6,14l4898,1504r-7,13l4883,1529r-9,12l4864,1552r-12,10l4840,1572r-12,8l4815,1588r-16,7l4783,1602r-17,6l4747,1614r-19,6l4707,1625r-22,3l4636,1635r-53,5l4524,1642r45,109l4569,1751r34,-1l4636,1747r31,-3l4698,1740r28,-4l4753,1730r27,-6l4805,1717r24,-8l4851,1700r21,-9l4892,1680r19,-10l4929,1658r17,-13l4961,1631r14,-15l4989,1601r12,-16l5013,1568r10,-18l5032,1532r9,-21l5048,1491r6,-22l5060,1448r5,-24l5068,1401r4,-26l5073,1349r1,-26l5075,1294r,-907l4933,387r,112l4933,499xm4933,1137r,l4918,1153r-13,15l4891,1183r-15,13l4862,1209r-17,12l4830,1232r-17,10l4797,1251r-17,8l4763,1266r-18,5l4726,1275r-19,4l4688,1281r-20,l4668,1281r-14,l4639,1280r-13,-2l4612,1275r-13,-3l4587,1267r-13,-5l4562,1257r-12,-6l4540,1244r-11,-9l4520,1227r-11,-9l4499,1207r-8,-11l4483,1185r-8,-13l4468,1159r-8,-13l4453,1130r-5,-15l4443,1100r-10,-35l4425,1028r-5,-41l4417,945r-1,-45l4416,900r1,-49l4419,805r5,-43l4431,723r8,-38l4450,652r6,-15l4463,622r7,-14l4477,595r8,-13l4494,570r8,-11l4511,549r11,-10l4532,531r11,-8l4554,517r12,-7l4579,505r12,-5l4604,497r15,-4l4633,492r14,-1l4662,489r,l4685,491r21,2l4726,497r20,4l4766,507r19,8l4803,524r17,9l4838,544r15,12l4869,567r14,13l4897,595r13,14l4922,624r11,15l4933,1137r,xm3683,367r,l3659,367r-22,2l3616,373r-22,3l3574,382r-19,7l3536,397r-17,9l3502,416r-16,11l3470,439r-14,13l3443,465r-13,14l3418,493r-11,15l3407,387r-142,l3265,1384r142,l3407,801r,l3408,762r3,-36l3417,691r9,-30l3430,645r6,-13l3442,619r6,-13l3455,595r7,-11l3470,573r9,-9l3487,554r9,-8l3505,538r10,-7l3535,518r22,-11l3580,500r24,-6l3629,491r25,-2l3654,489r29,2l3710,494r25,6l3747,504r11,4l3769,513r11,6l3789,525r9,7l3808,539r8,8l3824,556r8,9l3839,574r7,11l3857,609r10,24l3875,662r6,30l3886,726r3,36l3889,801r,583l4032,1384r,-608l4032,776r,-26l4031,724r-2,-23l4026,677r-3,-23l4018,632r-5,-21l4007,591r-7,-19l3993,554r-7,-17l3977,520r-9,-15l3958,491r-11,-14l3937,464r-12,-12l3912,440r-13,-10l3886,420r-14,-8l3857,403r-15,-7l3826,390r-16,-6l3793,380r-17,-5l3758,373r-19,-4l3721,368r-19,-1l3683,367r,l3683,367xm2769,1384r142,l2911,387r-142,l2769,1384r,xm2843,6r,l2832,6r-11,2l2812,10r-11,4l2793,17r-8,6l2776,29r-7,6l2762,42r-6,9l2752,59r-5,9l2743,78r-2,9l2740,98r-1,9l2739,107r1,11l2741,128r2,10l2747,147r5,9l2756,164r6,8l2769,179r7,6l2785,191r8,6l2801,200r11,4l2821,206r11,3l2843,209r,l2853,209r10,-3l2872,204r10,-4l2890,197r8,-6l2905,185r7,-6l2919,172r6,-8l2930,156r3,-9l2937,138r2,-10l2942,118r,-11l2942,107r,-9l2939,87r-2,-9l2933,68r-3,-9l2925,51r-6,-9l2912,35r-7,-6l2898,23r-8,-6l2882,14r-10,-4l2863,8,2853,6r-10,l2843,6r,xm2152,511r,-124l2009,387r,997l2152,1384r,-584l2152,800r,-36l2156,731r3,-30l2166,672r7,-27l2184,620r11,-22l2208,577r15,-18l2238,543r18,-13l2266,523r10,-5l2286,513r10,-5l2319,502r24,-3l2368,498r,l2392,498r22,2l2434,504r19,3l2471,513r16,7l2503,527r15,9l2555,390r,l2540,386r-14,-5l2510,376r-19,-3l2471,370r-21,-2l2425,367r-26,l2399,367r-20,l2359,369r-19,4l2321,377r-18,6l2286,390r-17,9l2253,408r-16,11l2222,429r-14,12l2195,454r-13,13l2171,481r-11,14l2152,511r,l2152,511xm1338,367r,l1314,367r-23,1l1267,369r-23,2l1199,379r-44,9l1114,400r-39,13l1038,429r-34,17l1057,561r,l1088,545r32,-15l1152,517r33,-11l1219,498r35,-7l1291,487r38,-1l1329,486r27,1l1380,489r23,4l1424,499r20,8l1462,517r15,10l1491,540r13,14l1515,571r9,19l1533,609r4,22l1542,654r2,25l1546,707r,116l1546,823r-24,-10l1496,801r-28,-9l1437,783r-33,-7l1370,772r-37,-4l1297,767r,l1260,768r-37,4l1188,777r-34,9l1121,796r-17,6l1089,809r-15,7l1059,825r-14,8l1031,842r-13,11l1006,864r-11,10l984,886r-11,13l964,913r-10,14l946,941r-7,16l933,973r-6,17l923,1008r-4,18l917,1045r-2,20l914,1085r,l915,1108r2,21l919,1149r4,20l926,1187r5,18l937,1222r6,16l950,1253r8,14l966,1280r8,13l984,1305r11,11l1005,1326r11,10l1028,1345r11,8l1051,1360r13,7l1091,1379r27,10l1147,1397r28,5l1205,1404r29,1l1234,1405r26,-1l1285,1402r25,-4l1333,1393r23,-5l1377,1380r20,-8l1417,1363r19,-11l1454,1342r16,-12l1487,1317r16,-13l1517,1291r14,-14l1546,1262r,122l1687,1384r,-695l1687,689r,-21l1686,648r-2,-20l1681,609r-3,-18l1674,573r-4,-16l1664,541r-7,-15l1650,512r-8,-14l1634,485r-9,-12l1615,461r-10,-10l1594,441r-12,-9l1569,422r-13,-7l1543,407r-14,-6l1515,394r-15,-5l1483,384r-16,-4l1450,376r-35,-6l1378,367r-40,l1338,367r,xm1546,1139r,l1534,1155r-13,14l1508,1185r-15,13l1478,1211r-16,13l1445,1235r-17,11l1409,1255r-19,9l1370,1271r-20,7l1327,1283r-21,3l1282,1288r-23,2l1259,1290r-23,-2l1215,1286r-20,-3l1175,1277r-18,-7l1141,1261r-15,-10l1111,1239r-13,-14l1088,1209r-10,-17l1070,1173r-6,-21l1059,1128r-3,-25l1056,1076r,l1056,1054r3,-22l1064,1012r7,-19l1081,976r10,-17l1103,945r14,-13l1134,920r16,-10l1170,901r20,-7l1213,888r23,-4l1262,881r28,l1290,881r42,l1371,885r35,5l1438,895r30,9l1495,913r26,12l1546,938r,201l1546,1139xm420,489r,l439,491r17,1l473,493r16,4l505,500r15,5l535,510r15,5l564,523r14,7l592,538r13,9l632,567r27,23l744,484r,l730,472,714,459,698,447,682,436,664,426,646,416r-18,-8l609,400r-20,-8l567,386r-21,-6l525,375r-24,-4l479,368r-25,-1l429,367r,l409,367r-19,1l370,370r-20,4l331,377r-19,6l292,389r-18,7l256,405r-19,9l219,423r-17,12l185,447r-17,13l152,474r-15,17l121,506r-14,18l94,543,81,563,68,584,58,605,47,629,37,654r-8,24l22,705r-7,28l10,762,6,793,2,823,1,857,,891r,l1,923r1,30l6,984r3,28l14,1041r6,26l27,1093r8,24l43,1141r10,24l63,1186r12,20l87,1226r13,19l114,1261r14,17l143,1294r15,14l174,1321r17,13l209,1345r16,11l244,1365r18,8l281,1382r18,6l320,1393r20,4l358,1401r22,2l400,1405r20,l420,1405r26,-1l471,1403r23,-4l518,1396r22,-6l561,1384r21,-7l602,1367r18,-9l639,1347r18,-10l675,1324r17,-13l709,1297r15,-14l741,1267r-85,-92l656,1175r-26,24l604,1220r-13,9l578,1238r-13,8l551,1253r-14,7l523,1265r-15,6l493,1274r-17,4l460,1280r-17,1l426,1281r,l409,1281r-16,-1l377,1278r-14,-4l348,1271r-14,-6l321,1260r-14,-7l295,1246r-13,-8l270,1228r-11,-9l248,1208r-10,-12l227,1185r-8,-13l210,1159r-8,-15l194,1129r-8,-15l180,1097r-6,-16l168,1063r-4,-18l155,1008r-5,-42l146,924r-1,-45l145,879r,-24l146,833r1,-21l150,790r3,-20l157,750r3,-19l165,713r6,-18l177,678r7,-16l191,646r7,-15l206,617r9,-13l224,591r9,-12l243,567r10,-10l264,547r12,-9l286,530r12,-7l311,515r13,-5l336,505r14,-5l363,497r14,-4l392,492r14,-1l420,489r,l420,489xe" fillcolor="#0063be" stroked="f">
                <v:path arrowok="t" o:connecttype="custom" o:connectlocs="3571875,125166;3416935,177584;3421380,393289;3574098,439353;3506788,405044;3649980,272253;3527425,155982;3235008,122943;3312478,42569;3240088,43522;3039745,24779;3088640,60677;3071495,1906;2535873,166147;2571750,116589;2168525,127073;2084705,301480;2199005,445072;2345373,358345;2315210,152487;2184083,398690;2131378,250968;2216150,155982;2308543,231907;2270760,391701;1965643,71161;2017078,2859;1548130,141368;1400493,148993;1365885,358345;1486218,445389;1547495,489547;1540193,540058;1566228,361204;1444625,397419;1417003,197598;1530350,169324;1085215,156617;1144270,156935;1280160,439671;1209675,121990;875030,16202;911860,64807;911860,3177;728980,161382;736918,119766;335598,178219;490855,261452;306070,290043;322580,424422;490855,400914;476250,123578;399733,409809;365125,289090;174625,163606;123825,116907;1905,251921;77470,433635;208280,373276;85725,390113;54293,220789" o:connectangles="0,0,0,0,0,0,0,0,0,0,0,0,0,0,0,0,0,0,0,0,0,0,0,0,0,0,0,0,0,0,0,0,0,0,0,0,0,0,0,0,0,0,0,0,0,0,0,0,0,0,0,0,0,0,0,0,0,0,0,0,0"/>
                <o:lock v:ext="edit" verticies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</w:abstractNum>
  <w:abstractNum w:abstractNumId="1" w15:restartNumberingAfterBreak="0">
    <w:nsid w:val="0F4A435D"/>
    <w:multiLevelType w:val="multilevel"/>
    <w:tmpl w:val="91E0E2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1AF14E91"/>
    <w:multiLevelType w:val="hybridMultilevel"/>
    <w:tmpl w:val="3CCC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D93091"/>
    <w:multiLevelType w:val="hybridMultilevel"/>
    <w:tmpl w:val="3CCC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62663"/>
    <w:multiLevelType w:val="hybridMultilevel"/>
    <w:tmpl w:val="D7DE083C"/>
    <w:lvl w:ilvl="0" w:tplc="F5D82B16">
      <w:start w:val="1"/>
      <w:numFmt w:val="bullet"/>
      <w:lvlText w:val=""/>
      <w:lvlJc w:val="left"/>
      <w:pPr>
        <w:tabs>
          <w:tab w:val="num" w:pos="910"/>
        </w:tabs>
        <w:ind w:left="910" w:hanging="360"/>
      </w:pPr>
      <w:rPr>
        <w:rFonts w:ascii="Symbol" w:hAnsi="Symbol" w:hint="default"/>
        <w:color w:val="CC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E5C26"/>
    <w:multiLevelType w:val="hybridMultilevel"/>
    <w:tmpl w:val="2A9E7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85DEC"/>
    <w:multiLevelType w:val="multilevel"/>
    <w:tmpl w:val="91E0E2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70"/>
    <w:rsid w:val="0001319C"/>
    <w:rsid w:val="00025601"/>
    <w:rsid w:val="00045A86"/>
    <w:rsid w:val="000631A3"/>
    <w:rsid w:val="000843C2"/>
    <w:rsid w:val="00087DAA"/>
    <w:rsid w:val="0009158A"/>
    <w:rsid w:val="0009620C"/>
    <w:rsid w:val="000962B0"/>
    <w:rsid w:val="000A0079"/>
    <w:rsid w:val="000A22A3"/>
    <w:rsid w:val="000A552C"/>
    <w:rsid w:val="000C49DC"/>
    <w:rsid w:val="000D1D9F"/>
    <w:rsid w:val="00141105"/>
    <w:rsid w:val="00152B0A"/>
    <w:rsid w:val="00154769"/>
    <w:rsid w:val="00155926"/>
    <w:rsid w:val="00163F20"/>
    <w:rsid w:val="00192C41"/>
    <w:rsid w:val="001A733D"/>
    <w:rsid w:val="002129B8"/>
    <w:rsid w:val="00215974"/>
    <w:rsid w:val="002220DA"/>
    <w:rsid w:val="002433F1"/>
    <w:rsid w:val="00257B5E"/>
    <w:rsid w:val="00271B49"/>
    <w:rsid w:val="0028254F"/>
    <w:rsid w:val="00284FDB"/>
    <w:rsid w:val="00292D0F"/>
    <w:rsid w:val="002C78BB"/>
    <w:rsid w:val="002E51F3"/>
    <w:rsid w:val="002E7929"/>
    <w:rsid w:val="00301C36"/>
    <w:rsid w:val="00302DDC"/>
    <w:rsid w:val="00316323"/>
    <w:rsid w:val="003270FB"/>
    <w:rsid w:val="00331450"/>
    <w:rsid w:val="00344E22"/>
    <w:rsid w:val="0034572E"/>
    <w:rsid w:val="00361AA2"/>
    <w:rsid w:val="003A54DE"/>
    <w:rsid w:val="003E4370"/>
    <w:rsid w:val="003F0C4F"/>
    <w:rsid w:val="003F1C27"/>
    <w:rsid w:val="00414C10"/>
    <w:rsid w:val="00416680"/>
    <w:rsid w:val="004312C2"/>
    <w:rsid w:val="00465DAD"/>
    <w:rsid w:val="004A081C"/>
    <w:rsid w:val="004B2CEF"/>
    <w:rsid w:val="004B5B4B"/>
    <w:rsid w:val="004E6F96"/>
    <w:rsid w:val="004E7506"/>
    <w:rsid w:val="004F42AF"/>
    <w:rsid w:val="005008E3"/>
    <w:rsid w:val="00504133"/>
    <w:rsid w:val="00512985"/>
    <w:rsid w:val="00535833"/>
    <w:rsid w:val="005510CD"/>
    <w:rsid w:val="00571BA6"/>
    <w:rsid w:val="00577425"/>
    <w:rsid w:val="00597A5F"/>
    <w:rsid w:val="005A5545"/>
    <w:rsid w:val="005A6C39"/>
    <w:rsid w:val="005D4370"/>
    <w:rsid w:val="005F07D7"/>
    <w:rsid w:val="006013CC"/>
    <w:rsid w:val="006018F8"/>
    <w:rsid w:val="00604720"/>
    <w:rsid w:val="00607818"/>
    <w:rsid w:val="00676534"/>
    <w:rsid w:val="006846BB"/>
    <w:rsid w:val="00684AC0"/>
    <w:rsid w:val="006B235C"/>
    <w:rsid w:val="006C194C"/>
    <w:rsid w:val="006C4163"/>
    <w:rsid w:val="006C5CCA"/>
    <w:rsid w:val="006C5EEA"/>
    <w:rsid w:val="006F2954"/>
    <w:rsid w:val="00700D9F"/>
    <w:rsid w:val="00704858"/>
    <w:rsid w:val="00723A80"/>
    <w:rsid w:val="0074036D"/>
    <w:rsid w:val="00751A84"/>
    <w:rsid w:val="007575BE"/>
    <w:rsid w:val="00760280"/>
    <w:rsid w:val="00775704"/>
    <w:rsid w:val="007968E4"/>
    <w:rsid w:val="007B1738"/>
    <w:rsid w:val="007C647E"/>
    <w:rsid w:val="007D383A"/>
    <w:rsid w:val="007D599E"/>
    <w:rsid w:val="00805394"/>
    <w:rsid w:val="00826179"/>
    <w:rsid w:val="0083351A"/>
    <w:rsid w:val="00836644"/>
    <w:rsid w:val="0085520A"/>
    <w:rsid w:val="008559A9"/>
    <w:rsid w:val="00866EDD"/>
    <w:rsid w:val="00880173"/>
    <w:rsid w:val="008A2843"/>
    <w:rsid w:val="008B2E1C"/>
    <w:rsid w:val="008D0593"/>
    <w:rsid w:val="008E4F71"/>
    <w:rsid w:val="00917AB5"/>
    <w:rsid w:val="009213A6"/>
    <w:rsid w:val="00923CA3"/>
    <w:rsid w:val="00934560"/>
    <w:rsid w:val="00943D7E"/>
    <w:rsid w:val="00981120"/>
    <w:rsid w:val="00982000"/>
    <w:rsid w:val="009A0A3F"/>
    <w:rsid w:val="009A3434"/>
    <w:rsid w:val="009D21D9"/>
    <w:rsid w:val="009E282F"/>
    <w:rsid w:val="00A2548F"/>
    <w:rsid w:val="00A2565E"/>
    <w:rsid w:val="00A42F91"/>
    <w:rsid w:val="00A4664B"/>
    <w:rsid w:val="00A675E6"/>
    <w:rsid w:val="00A80158"/>
    <w:rsid w:val="00AA41C9"/>
    <w:rsid w:val="00AD34CE"/>
    <w:rsid w:val="00AF74FF"/>
    <w:rsid w:val="00B17C87"/>
    <w:rsid w:val="00B24129"/>
    <w:rsid w:val="00B33CEE"/>
    <w:rsid w:val="00B65491"/>
    <w:rsid w:val="00B67DDA"/>
    <w:rsid w:val="00B72AFE"/>
    <w:rsid w:val="00B72D8A"/>
    <w:rsid w:val="00BB11B6"/>
    <w:rsid w:val="00BB703D"/>
    <w:rsid w:val="00BD6561"/>
    <w:rsid w:val="00BF08BF"/>
    <w:rsid w:val="00C16515"/>
    <w:rsid w:val="00C17E5F"/>
    <w:rsid w:val="00C25749"/>
    <w:rsid w:val="00C63608"/>
    <w:rsid w:val="00C87DCB"/>
    <w:rsid w:val="00CA5F11"/>
    <w:rsid w:val="00CB2F84"/>
    <w:rsid w:val="00CD6531"/>
    <w:rsid w:val="00CD7C0A"/>
    <w:rsid w:val="00CE0D04"/>
    <w:rsid w:val="00CE7EAA"/>
    <w:rsid w:val="00D07C22"/>
    <w:rsid w:val="00D162A7"/>
    <w:rsid w:val="00D248E4"/>
    <w:rsid w:val="00D3059D"/>
    <w:rsid w:val="00D52F03"/>
    <w:rsid w:val="00D53D94"/>
    <w:rsid w:val="00D63572"/>
    <w:rsid w:val="00D738E2"/>
    <w:rsid w:val="00D85028"/>
    <w:rsid w:val="00DA3C38"/>
    <w:rsid w:val="00DB0C3C"/>
    <w:rsid w:val="00DC0D0B"/>
    <w:rsid w:val="00DC77B0"/>
    <w:rsid w:val="00DD2FD5"/>
    <w:rsid w:val="00DE6EB5"/>
    <w:rsid w:val="00DF3E13"/>
    <w:rsid w:val="00DF5F19"/>
    <w:rsid w:val="00DF7AC8"/>
    <w:rsid w:val="00E02CD2"/>
    <w:rsid w:val="00E16BB8"/>
    <w:rsid w:val="00E22327"/>
    <w:rsid w:val="00E67F7F"/>
    <w:rsid w:val="00E740F5"/>
    <w:rsid w:val="00E86F9E"/>
    <w:rsid w:val="00E91E63"/>
    <w:rsid w:val="00EB1136"/>
    <w:rsid w:val="00EE199E"/>
    <w:rsid w:val="00F00946"/>
    <w:rsid w:val="00F045D7"/>
    <w:rsid w:val="00F1457A"/>
    <w:rsid w:val="00F265D5"/>
    <w:rsid w:val="00F26AE3"/>
    <w:rsid w:val="00F51D74"/>
    <w:rsid w:val="00F67B23"/>
    <w:rsid w:val="00F76717"/>
    <w:rsid w:val="00F77E53"/>
    <w:rsid w:val="00FA2825"/>
    <w:rsid w:val="00FA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E72252"/>
  <w15:docId w15:val="{2654F9BA-D044-486F-B8E3-59CB7613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BA6"/>
    <w:pPr>
      <w:spacing w:line="240" w:lineRule="exact"/>
    </w:pPr>
    <w:rPr>
      <w:rFonts w:ascii="Verdana" w:hAnsi="Verdana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rsid w:val="000962B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962B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Normal"/>
    <w:rsid w:val="008559A9"/>
    <w:pPr>
      <w:spacing w:line="180" w:lineRule="exact"/>
    </w:pPr>
    <w:rPr>
      <w:sz w:val="14"/>
      <w:szCs w:val="14"/>
    </w:rPr>
  </w:style>
  <w:style w:type="character" w:customStyle="1" w:styleId="Enclosures">
    <w:name w:val="Enclosures"/>
    <w:basedOn w:val="DefaultParagraphFont"/>
    <w:rsid w:val="00FA2825"/>
    <w:rPr>
      <w:b/>
      <w:bCs/>
    </w:rPr>
  </w:style>
  <w:style w:type="character" w:customStyle="1" w:styleId="Subject">
    <w:name w:val="Subject"/>
    <w:basedOn w:val="DefaultParagraphFont"/>
    <w:rsid w:val="00CD7C0A"/>
    <w:rPr>
      <w:b/>
      <w:bCs/>
    </w:rPr>
  </w:style>
  <w:style w:type="table" w:styleId="TableGrid">
    <w:name w:val="Table Grid"/>
    <w:basedOn w:val="TableNormal"/>
    <w:rsid w:val="00934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AF74FF"/>
    <w:pPr>
      <w:spacing w:before="120" w:after="360"/>
      <w:jc w:val="center"/>
    </w:pPr>
    <w:rPr>
      <w:b/>
      <w:caps/>
      <w:color w:val="0063BE"/>
      <w:lang w:val="en-US"/>
    </w:rPr>
  </w:style>
  <w:style w:type="paragraph" w:customStyle="1" w:styleId="headline">
    <w:name w:val="headline"/>
    <w:basedOn w:val="Normal"/>
    <w:rsid w:val="002E7929"/>
    <w:pPr>
      <w:pBdr>
        <w:bottom w:val="single" w:sz="4" w:space="1" w:color="999999"/>
      </w:pBdr>
      <w:spacing w:line="312" w:lineRule="auto"/>
      <w:jc w:val="center"/>
    </w:pPr>
    <w:rPr>
      <w:b/>
      <w:bCs/>
      <w:caps/>
      <w:color w:val="0063BE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1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158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158A"/>
    <w:rPr>
      <w:color w:val="605E5C"/>
      <w:shd w:val="clear" w:color="auto" w:fill="E1DFDD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2220DA"/>
    <w:rPr>
      <w:rFonts w:ascii="Verdana" w:hAnsi="Verdana"/>
      <w:szCs w:val="18"/>
    </w:rPr>
  </w:style>
  <w:style w:type="paragraph" w:customStyle="1" w:styleId="Standard">
    <w:name w:val="Standard"/>
    <w:rsid w:val="002220DA"/>
    <w:pPr>
      <w:suppressAutoHyphens/>
      <w:autoSpaceDN w:val="0"/>
      <w:textAlignment w:val="baseline"/>
    </w:pPr>
    <w:rPr>
      <w:kern w:val="3"/>
      <w:sz w:val="24"/>
      <w:szCs w:val="24"/>
      <w:lang w:val="en-GB" w:eastAsia="en-US"/>
    </w:rPr>
  </w:style>
  <w:style w:type="paragraph" w:customStyle="1" w:styleId="BodyText1">
    <w:name w:val="Body Text1"/>
    <w:link w:val="BodytextChar"/>
    <w:rsid w:val="007575BE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BodytextChar">
    <w:name w:val="Body text Char"/>
    <w:link w:val="BodyText1"/>
    <w:rsid w:val="007575BE"/>
    <w:rPr>
      <w:rFonts w:ascii="TimesLT" w:hAnsi="TimesLT"/>
      <w:lang w:val="en-US" w:eastAsia="en-US"/>
    </w:rPr>
  </w:style>
  <w:style w:type="character" w:customStyle="1" w:styleId="t450">
    <w:name w:val="t450"/>
    <w:basedOn w:val="DefaultParagraphFont"/>
    <w:rsid w:val="007575BE"/>
  </w:style>
  <w:style w:type="character" w:customStyle="1" w:styleId="t455">
    <w:name w:val="t455"/>
    <w:basedOn w:val="DefaultParagraphFont"/>
    <w:rsid w:val="007575BE"/>
  </w:style>
  <w:style w:type="character" w:customStyle="1" w:styleId="t456">
    <w:name w:val="t456"/>
    <w:basedOn w:val="DefaultParagraphFont"/>
    <w:rsid w:val="007575BE"/>
  </w:style>
  <w:style w:type="paragraph" w:customStyle="1" w:styleId="Body2">
    <w:name w:val="Body 2"/>
    <w:rsid w:val="00DC0D0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 w:eastAsia="en-GB"/>
    </w:rPr>
  </w:style>
  <w:style w:type="paragraph" w:customStyle="1" w:styleId="Default">
    <w:name w:val="Default"/>
    <w:rsid w:val="00DC0D0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lt-LT" w:eastAsia="lt-LT"/>
    </w:rPr>
  </w:style>
  <w:style w:type="paragraph" w:styleId="ListParagraph">
    <w:name w:val="List Paragraph"/>
    <w:basedOn w:val="Normal"/>
    <w:uiPriority w:val="34"/>
    <w:qFormat/>
    <w:rsid w:val="00BB11B6"/>
    <w:pPr>
      <w:spacing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na.virksaite@fresenius-kabi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.baltics@fresenius-kabi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fresenius\erstellung\cd-manual\announcement\Abstimmung_08_01_2009\announcement_1_column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078E-3DC8-476D-9D90-B1108D9F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announcement_1_column</Template>
  <TotalTime>1</TotalTime>
  <Pages>4</Pages>
  <Words>2857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Fresenius Kabi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Fresenius Kabi</dc:creator>
  <cp:lastModifiedBy>Vaida Juodrienė</cp:lastModifiedBy>
  <cp:revision>2</cp:revision>
  <cp:lastPrinted>2020-02-28T14:57:00Z</cp:lastPrinted>
  <dcterms:created xsi:type="dcterms:W3CDTF">2021-01-26T11:09:00Z</dcterms:created>
  <dcterms:modified xsi:type="dcterms:W3CDTF">2021-01-26T11:09:00Z</dcterms:modified>
</cp:coreProperties>
</file>